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6615F" w14:textId="77777777" w:rsidR="00B7591B" w:rsidRPr="00A57209" w:rsidRDefault="00B7591B" w:rsidP="00B7591B">
      <w:pPr>
        <w:jc w:val="right"/>
        <w:rPr>
          <w:rFonts w:ascii="Tahoma" w:hAnsi="Tahoma" w:cs="Tahoma"/>
        </w:rPr>
      </w:pPr>
      <w:r w:rsidRPr="00A57209">
        <w:rPr>
          <w:rFonts w:ascii="Tahoma" w:hAnsi="Tahoma" w:cs="Tahoma"/>
          <w:noProof/>
        </w:rPr>
        <w:drawing>
          <wp:inline distT="0" distB="0" distL="0" distR="0" wp14:anchorId="63BB1F96" wp14:editId="1CB7B741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209">
        <w:rPr>
          <w:rFonts w:ascii="Tahoma" w:hAnsi="Tahoma" w:cs="Tahoma"/>
        </w:rPr>
        <w:t> </w:t>
      </w:r>
    </w:p>
    <w:p w14:paraId="3B62359B" w14:textId="77777777" w:rsidR="00B7591B" w:rsidRPr="00A57209" w:rsidRDefault="00B7591B" w:rsidP="00B7591B">
      <w:pPr>
        <w:jc w:val="right"/>
        <w:rPr>
          <w:rFonts w:ascii="Tahoma" w:hAnsi="Tahoma" w:cs="Tahoma"/>
          <w:color w:val="000000"/>
          <w:sz w:val="18"/>
        </w:rPr>
      </w:pPr>
      <w:r w:rsidRPr="00A57209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A57209">
        <w:rPr>
          <w:rFonts w:ascii="Tahoma" w:hAnsi="Tahoma" w:cs="Tahoma"/>
          <w:color w:val="000000"/>
          <w:sz w:val="18"/>
        </w:rPr>
        <w:t>p.p</w:t>
      </w:r>
      <w:proofErr w:type="spellEnd"/>
      <w:r w:rsidRPr="00A57209">
        <w:rPr>
          <w:rFonts w:ascii="Tahoma" w:hAnsi="Tahoma" w:cs="Tahoma"/>
          <w:color w:val="000000"/>
          <w:sz w:val="18"/>
        </w:rPr>
        <w:t>. 2374, SI-1000 Ljubljana</w:t>
      </w:r>
    </w:p>
    <w:p w14:paraId="7C854568" w14:textId="77777777" w:rsidR="00B7591B" w:rsidRPr="00A57209" w:rsidRDefault="00B7591B" w:rsidP="00B7591B">
      <w:pPr>
        <w:jc w:val="right"/>
        <w:rPr>
          <w:rFonts w:ascii="Tahoma" w:hAnsi="Tahoma" w:cs="Tahoma"/>
        </w:rPr>
      </w:pPr>
    </w:p>
    <w:p w14:paraId="1FC49813" w14:textId="77777777" w:rsidR="00B7591B" w:rsidRPr="00A57209" w:rsidRDefault="00B7591B" w:rsidP="00B7591B">
      <w:pPr>
        <w:jc w:val="right"/>
        <w:rPr>
          <w:rFonts w:ascii="Tahoma" w:hAnsi="Tahoma" w:cs="Tahoma"/>
        </w:rPr>
      </w:pPr>
    </w:p>
    <w:p w14:paraId="540ADCF4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3FCB647E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78DB062B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05889C02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64D599EB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717EB81E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256A3862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7701C736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1A446AFD" w14:textId="314AECB6" w:rsidR="00B7591B" w:rsidRPr="00A57209" w:rsidRDefault="00B7591B" w:rsidP="00B7591B">
      <w:pPr>
        <w:jc w:val="center"/>
        <w:rPr>
          <w:rFonts w:ascii="Tahoma" w:hAnsi="Tahoma" w:cs="Tahoma"/>
          <w:b/>
          <w:sz w:val="32"/>
        </w:rPr>
      </w:pPr>
      <w:r w:rsidRPr="00A57209">
        <w:rPr>
          <w:rFonts w:ascii="Tahoma" w:hAnsi="Tahoma" w:cs="Tahoma"/>
          <w:b/>
          <w:sz w:val="32"/>
        </w:rPr>
        <w:t>TEHNIČN</w:t>
      </w:r>
      <w:r>
        <w:rPr>
          <w:rFonts w:ascii="Tahoma" w:hAnsi="Tahoma" w:cs="Tahoma"/>
          <w:b/>
          <w:sz w:val="32"/>
        </w:rPr>
        <w:t>A SPECIFIKACIJA</w:t>
      </w:r>
    </w:p>
    <w:p w14:paraId="4DC935DD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3B2443D7" w14:textId="77777777" w:rsidR="00B7591B" w:rsidRPr="00A57209" w:rsidRDefault="00B7591B" w:rsidP="00B7591B">
      <w:pPr>
        <w:jc w:val="center"/>
        <w:rPr>
          <w:rFonts w:ascii="Tahoma" w:hAnsi="Tahoma" w:cs="Tahoma"/>
          <w:b/>
        </w:rPr>
      </w:pPr>
    </w:p>
    <w:p w14:paraId="794B5FCD" w14:textId="24861862" w:rsidR="00B7591B" w:rsidRPr="00A57209" w:rsidRDefault="00B7591B" w:rsidP="00B7591B">
      <w:pPr>
        <w:jc w:val="center"/>
        <w:rPr>
          <w:rFonts w:ascii="Tahoma" w:hAnsi="Tahoma" w:cs="Tahoma"/>
          <w:b/>
          <w:sz w:val="28"/>
        </w:rPr>
      </w:pPr>
      <w:r w:rsidRPr="00A57209">
        <w:rPr>
          <w:rFonts w:ascii="Tahoma" w:hAnsi="Tahoma" w:cs="Tahoma"/>
          <w:b/>
          <w:sz w:val="28"/>
        </w:rPr>
        <w:t>za javno naročilo št. E</w:t>
      </w:r>
      <w:r>
        <w:rPr>
          <w:rFonts w:ascii="Tahoma" w:hAnsi="Tahoma" w:cs="Tahoma"/>
          <w:b/>
          <w:sz w:val="28"/>
        </w:rPr>
        <w:t>NLJ</w:t>
      </w:r>
      <w:r w:rsidRPr="00A57209">
        <w:rPr>
          <w:rFonts w:ascii="Tahoma" w:hAnsi="Tahoma" w:cs="Tahoma"/>
          <w:b/>
          <w:sz w:val="28"/>
        </w:rPr>
        <w:t>-S</w:t>
      </w:r>
      <w:r>
        <w:rPr>
          <w:rFonts w:ascii="Tahoma" w:hAnsi="Tahoma" w:cs="Tahoma"/>
          <w:b/>
          <w:sz w:val="28"/>
        </w:rPr>
        <w:t>IR</w:t>
      </w:r>
      <w:r w:rsidRPr="00A57209">
        <w:rPr>
          <w:rFonts w:ascii="Tahoma" w:hAnsi="Tahoma" w:cs="Tahoma"/>
          <w:b/>
          <w:sz w:val="28"/>
        </w:rPr>
        <w:t>-</w:t>
      </w:r>
      <w:r>
        <w:rPr>
          <w:rFonts w:ascii="Tahoma" w:hAnsi="Tahoma" w:cs="Tahoma"/>
          <w:b/>
          <w:sz w:val="28"/>
        </w:rPr>
        <w:t>341/25</w:t>
      </w:r>
    </w:p>
    <w:p w14:paraId="5BA72D5D" w14:textId="77777777" w:rsidR="00B7591B" w:rsidRPr="00A57209" w:rsidRDefault="00B7591B" w:rsidP="00B7591B">
      <w:pPr>
        <w:jc w:val="center"/>
        <w:rPr>
          <w:rFonts w:ascii="Tahoma" w:hAnsi="Tahoma" w:cs="Tahoma"/>
          <w:b/>
          <w:sz w:val="28"/>
        </w:rPr>
      </w:pPr>
    </w:p>
    <w:p w14:paraId="2531AE98" w14:textId="77777777" w:rsidR="00B7591B" w:rsidRPr="00712BC8" w:rsidRDefault="00B7591B" w:rsidP="00B7591B">
      <w:pPr>
        <w:keepNext/>
        <w:keepLines/>
        <w:ind w:right="42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color w:val="000000"/>
          <w:sz w:val="28"/>
        </w:rPr>
        <w:t>Izvajanje storitev fotokopiranja</w:t>
      </w:r>
    </w:p>
    <w:p w14:paraId="37842639" w14:textId="41A1214E" w:rsidR="00B7591B" w:rsidRDefault="00B7591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D2B1F9F" w14:textId="16EC0ED9" w:rsidR="00B34643" w:rsidRPr="00841B65" w:rsidRDefault="00B7591B" w:rsidP="009A4262">
      <w:pPr>
        <w:widowControl w:val="0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lastRenderedPageBreak/>
        <w:t>Izvajanje s</w:t>
      </w:r>
      <w:r w:rsidR="00B34643" w:rsidRPr="00841B65">
        <w:rPr>
          <w:rFonts w:ascii="Tahoma" w:hAnsi="Tahoma" w:cs="Tahoma"/>
          <w:sz w:val="22"/>
          <w:szCs w:val="22"/>
        </w:rPr>
        <w:t>torit</w:t>
      </w:r>
      <w:r w:rsidRPr="00841B65">
        <w:rPr>
          <w:rFonts w:ascii="Tahoma" w:hAnsi="Tahoma" w:cs="Tahoma"/>
          <w:sz w:val="22"/>
          <w:szCs w:val="22"/>
        </w:rPr>
        <w:t>e</w:t>
      </w:r>
      <w:r w:rsidR="00B34643" w:rsidRPr="00841B65">
        <w:rPr>
          <w:rFonts w:ascii="Tahoma" w:hAnsi="Tahoma" w:cs="Tahoma"/>
          <w:sz w:val="22"/>
          <w:szCs w:val="22"/>
        </w:rPr>
        <w:t>v</w:t>
      </w:r>
      <w:r w:rsidRPr="00841B65">
        <w:rPr>
          <w:rFonts w:ascii="Tahoma" w:hAnsi="Tahoma" w:cs="Tahoma"/>
          <w:sz w:val="22"/>
          <w:szCs w:val="22"/>
        </w:rPr>
        <w:t xml:space="preserve"> fotokopiranja </w:t>
      </w:r>
      <w:r w:rsidR="00B34643" w:rsidRPr="00841B65">
        <w:rPr>
          <w:rFonts w:ascii="Tahoma" w:hAnsi="Tahoma" w:cs="Tahoma"/>
          <w:sz w:val="22"/>
          <w:szCs w:val="22"/>
        </w:rPr>
        <w:t>se izvajajo na lokaciji izvajalca</w:t>
      </w:r>
      <w:r w:rsidRPr="00841B65">
        <w:rPr>
          <w:rFonts w:ascii="Tahoma" w:hAnsi="Tahoma" w:cs="Tahoma"/>
          <w:sz w:val="22"/>
          <w:szCs w:val="22"/>
        </w:rPr>
        <w:t xml:space="preserve"> in so podrobno opisana v nadaljevanju</w:t>
      </w:r>
      <w:r w:rsidR="00B34643" w:rsidRPr="00841B65">
        <w:rPr>
          <w:rFonts w:ascii="Tahoma" w:hAnsi="Tahoma" w:cs="Tahoma"/>
          <w:sz w:val="22"/>
          <w:szCs w:val="22"/>
        </w:rPr>
        <w:t xml:space="preserve">. Prevzem in dostava naročila </w:t>
      </w:r>
      <w:r w:rsidR="00674A82" w:rsidRPr="00841B65">
        <w:rPr>
          <w:rFonts w:ascii="Tahoma" w:hAnsi="Tahoma" w:cs="Tahoma"/>
          <w:sz w:val="22"/>
          <w:szCs w:val="22"/>
        </w:rPr>
        <w:t xml:space="preserve">(PAPIR, E-MAIL) </w:t>
      </w:r>
      <w:r w:rsidR="00B34643" w:rsidRPr="00841B65">
        <w:rPr>
          <w:rFonts w:ascii="Tahoma" w:hAnsi="Tahoma" w:cs="Tahoma"/>
          <w:sz w:val="22"/>
          <w:szCs w:val="22"/>
        </w:rPr>
        <w:t>se opravi na lokaciji naročnika Verovškova ulica 62 ali Toplarniška ulica 19, oboje v Ljubljani</w:t>
      </w:r>
      <w:r w:rsidR="00871160" w:rsidRPr="00841B65">
        <w:rPr>
          <w:rFonts w:ascii="Tahoma" w:hAnsi="Tahoma" w:cs="Tahoma"/>
          <w:sz w:val="22"/>
          <w:szCs w:val="22"/>
        </w:rPr>
        <w:t>, upošteva se delovni dan od 8. do 16. ure</w:t>
      </w:r>
      <w:r w:rsidR="00B34643" w:rsidRPr="00841B65">
        <w:rPr>
          <w:rFonts w:ascii="Tahoma" w:hAnsi="Tahoma" w:cs="Tahoma"/>
          <w:sz w:val="22"/>
          <w:szCs w:val="22"/>
        </w:rPr>
        <w:t xml:space="preserve">. </w:t>
      </w:r>
      <w:bookmarkStart w:id="0" w:name="_Hlk210047985"/>
      <w:r w:rsidR="00B34643" w:rsidRPr="00841B65">
        <w:rPr>
          <w:rFonts w:ascii="Tahoma" w:hAnsi="Tahoma" w:cs="Tahoma"/>
          <w:sz w:val="22"/>
          <w:szCs w:val="22"/>
        </w:rPr>
        <w:t>Prevozne stroške krije izvajalec sam.</w:t>
      </w:r>
      <w:r w:rsidR="00871160" w:rsidRPr="00841B65">
        <w:rPr>
          <w:rFonts w:ascii="Tahoma" w:hAnsi="Tahoma" w:cs="Tahoma"/>
          <w:sz w:val="22"/>
          <w:szCs w:val="22"/>
        </w:rPr>
        <w:t xml:space="preserve"> </w:t>
      </w:r>
    </w:p>
    <w:bookmarkEnd w:id="0"/>
    <w:p w14:paraId="6A68DF37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5448339F" w14:textId="057EB526" w:rsidR="00B34643" w:rsidRPr="00841B65" w:rsidRDefault="00B7591B" w:rsidP="0015129F">
      <w:pPr>
        <w:widowControl w:val="0"/>
        <w:jc w:val="both"/>
        <w:rPr>
          <w:rFonts w:ascii="Tahoma" w:hAnsi="Tahoma" w:cs="Tahoma"/>
          <w:sz w:val="22"/>
          <w:szCs w:val="22"/>
          <w:u w:val="single"/>
        </w:rPr>
      </w:pPr>
      <w:r w:rsidRPr="00841B65">
        <w:rPr>
          <w:rFonts w:ascii="Tahoma" w:hAnsi="Tahoma" w:cs="Tahoma"/>
          <w:sz w:val="22"/>
          <w:szCs w:val="22"/>
          <w:u w:val="single"/>
        </w:rPr>
        <w:t xml:space="preserve">Izvajalec bo v času veljavnosti okvirnega sporazuma, za naročnika izvajal naslednje storitve z zahtevano kvaliteto in </w:t>
      </w:r>
      <w:r w:rsidR="0015129F" w:rsidRPr="00841B65">
        <w:rPr>
          <w:rFonts w:ascii="Tahoma" w:hAnsi="Tahoma" w:cs="Tahoma"/>
          <w:sz w:val="22"/>
          <w:szCs w:val="22"/>
          <w:u w:val="single"/>
        </w:rPr>
        <w:t>okvirnimi</w:t>
      </w:r>
      <w:r w:rsidRPr="00841B65">
        <w:rPr>
          <w:rFonts w:ascii="Tahoma" w:hAnsi="Tahoma" w:cs="Tahoma"/>
          <w:sz w:val="22"/>
          <w:szCs w:val="22"/>
          <w:u w:val="single"/>
        </w:rPr>
        <w:t xml:space="preserve"> količinami</w:t>
      </w:r>
      <w:r w:rsidR="00B34643" w:rsidRPr="00841B65">
        <w:rPr>
          <w:rFonts w:ascii="Tahoma" w:hAnsi="Tahoma" w:cs="Tahoma"/>
          <w:sz w:val="22"/>
          <w:szCs w:val="22"/>
          <w:u w:val="single"/>
        </w:rPr>
        <w:t>:</w:t>
      </w:r>
    </w:p>
    <w:p w14:paraId="61EBE9ED" w14:textId="77777777" w:rsidR="009D2146" w:rsidRPr="00841B65" w:rsidRDefault="009D2146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6FF78F90" w14:textId="47921590" w:rsidR="00B34643" w:rsidRPr="00841B65" w:rsidRDefault="0076157F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t>Fotokopiranje:</w:t>
      </w:r>
    </w:p>
    <w:p w14:paraId="074B84D2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733295A" w14:textId="432FE99A" w:rsidR="00B34643" w:rsidRPr="00841B65" w:rsidRDefault="0015129F" w:rsidP="009A4262">
      <w:pPr>
        <w:widowControl w:val="0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Zahtevana kvaliteta navadnega kopiranja načrtov</w:t>
      </w:r>
      <w:r w:rsidR="00B34643" w:rsidRPr="00841B65">
        <w:rPr>
          <w:rFonts w:ascii="Tahoma" w:hAnsi="Tahoma" w:cs="Tahoma"/>
          <w:sz w:val="22"/>
          <w:szCs w:val="22"/>
        </w:rPr>
        <w:t>: 600DPI</w:t>
      </w:r>
    </w:p>
    <w:p w14:paraId="00C66353" w14:textId="09350471" w:rsidR="00B34643" w:rsidRPr="00841B65" w:rsidRDefault="0015129F" w:rsidP="009A4262">
      <w:pPr>
        <w:widowControl w:val="0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Zahtevana kvaliteta </w:t>
      </w:r>
      <w:r w:rsidR="00B34643" w:rsidRPr="00841B65">
        <w:rPr>
          <w:rFonts w:ascii="Tahoma" w:hAnsi="Tahoma" w:cs="Tahoma"/>
          <w:sz w:val="22"/>
          <w:szCs w:val="22"/>
        </w:rPr>
        <w:t xml:space="preserve">JASNIT KOPIRANJA: </w:t>
      </w:r>
      <w:r w:rsidRPr="00841B65">
        <w:rPr>
          <w:rFonts w:ascii="Tahoma" w:hAnsi="Tahoma" w:cs="Tahoma"/>
          <w:sz w:val="22"/>
          <w:szCs w:val="22"/>
        </w:rPr>
        <w:t>vsaj v razredu stroja</w:t>
      </w:r>
      <w:r w:rsidR="00B34643" w:rsidRPr="00841B65">
        <w:rPr>
          <w:rFonts w:ascii="Tahoma" w:hAnsi="Tahoma" w:cs="Tahoma"/>
          <w:sz w:val="22"/>
          <w:szCs w:val="22"/>
        </w:rPr>
        <w:t xml:space="preserve"> METEM 20-10 </w:t>
      </w:r>
      <w:r w:rsidRPr="00841B65">
        <w:rPr>
          <w:rFonts w:ascii="Tahoma" w:hAnsi="Tahoma" w:cs="Tahoma"/>
          <w:sz w:val="22"/>
          <w:szCs w:val="22"/>
        </w:rPr>
        <w:t>ali podobnih</w:t>
      </w:r>
    </w:p>
    <w:p w14:paraId="55DD23EB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1402"/>
        <w:gridCol w:w="2935"/>
        <w:gridCol w:w="2909"/>
      </w:tblGrid>
      <w:tr w:rsidR="002773C4" w:rsidRPr="00841B65" w14:paraId="0A2B6E2B" w14:textId="44DF2395" w:rsidTr="002773C4">
        <w:tc>
          <w:tcPr>
            <w:tcW w:w="1990" w:type="dxa"/>
            <w:shd w:val="clear" w:color="auto" w:fill="auto"/>
          </w:tcPr>
          <w:p w14:paraId="1FB7D421" w14:textId="6D118043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 (velikost formata)</w:t>
            </w:r>
          </w:p>
        </w:tc>
        <w:tc>
          <w:tcPr>
            <w:tcW w:w="1402" w:type="dxa"/>
          </w:tcPr>
          <w:p w14:paraId="6A51A830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2935" w:type="dxa"/>
            <w:shd w:val="clear" w:color="auto" w:fill="auto"/>
          </w:tcPr>
          <w:p w14:paraId="59AE2E19" w14:textId="04CAC4EE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Navadne kopije (črna barva) predvidena količina</w:t>
            </w:r>
          </w:p>
        </w:tc>
        <w:tc>
          <w:tcPr>
            <w:tcW w:w="2909" w:type="dxa"/>
          </w:tcPr>
          <w:p w14:paraId="51781704" w14:textId="75B64D91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Navadne kopije (ostale barve – skupaj) predvidena količina</w:t>
            </w:r>
          </w:p>
        </w:tc>
      </w:tr>
      <w:tr w:rsidR="002773C4" w:rsidRPr="00841B65" w14:paraId="19EF823E" w14:textId="1AFEC34C" w:rsidTr="002773C4">
        <w:tc>
          <w:tcPr>
            <w:tcW w:w="1990" w:type="dxa"/>
            <w:shd w:val="clear" w:color="auto" w:fill="auto"/>
          </w:tcPr>
          <w:p w14:paraId="3F2E2F7A" w14:textId="77777777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A4</w:t>
            </w:r>
          </w:p>
        </w:tc>
        <w:tc>
          <w:tcPr>
            <w:tcW w:w="1402" w:type="dxa"/>
          </w:tcPr>
          <w:p w14:paraId="69E03C93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kopija</w:t>
            </w:r>
          </w:p>
        </w:tc>
        <w:tc>
          <w:tcPr>
            <w:tcW w:w="2935" w:type="dxa"/>
            <w:shd w:val="clear" w:color="auto" w:fill="auto"/>
          </w:tcPr>
          <w:p w14:paraId="5A80CAC3" w14:textId="1A874CE9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  <w:tc>
          <w:tcPr>
            <w:tcW w:w="2909" w:type="dxa"/>
          </w:tcPr>
          <w:p w14:paraId="36970D53" w14:textId="6DCAAD95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  <w:tr w:rsidR="002773C4" w:rsidRPr="00841B65" w14:paraId="113CD88B" w14:textId="4C6C25D3" w:rsidTr="002773C4">
        <w:tc>
          <w:tcPr>
            <w:tcW w:w="1990" w:type="dxa"/>
            <w:shd w:val="clear" w:color="auto" w:fill="auto"/>
          </w:tcPr>
          <w:p w14:paraId="1464517A" w14:textId="77777777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A3</w:t>
            </w:r>
          </w:p>
        </w:tc>
        <w:tc>
          <w:tcPr>
            <w:tcW w:w="1402" w:type="dxa"/>
          </w:tcPr>
          <w:p w14:paraId="67967DB3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kopija</w:t>
            </w:r>
          </w:p>
        </w:tc>
        <w:tc>
          <w:tcPr>
            <w:tcW w:w="2935" w:type="dxa"/>
            <w:shd w:val="clear" w:color="auto" w:fill="auto"/>
          </w:tcPr>
          <w:p w14:paraId="136127B4" w14:textId="7B0B47B2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  <w:tc>
          <w:tcPr>
            <w:tcW w:w="2909" w:type="dxa"/>
          </w:tcPr>
          <w:p w14:paraId="483F7DE3" w14:textId="13721B5A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  <w:tr w:rsidR="002773C4" w:rsidRPr="00841B65" w14:paraId="24426F43" w14:textId="0A2897BB" w:rsidTr="002773C4">
        <w:tc>
          <w:tcPr>
            <w:tcW w:w="1990" w:type="dxa"/>
            <w:shd w:val="clear" w:color="auto" w:fill="auto"/>
          </w:tcPr>
          <w:p w14:paraId="664C1028" w14:textId="77777777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A2</w:t>
            </w:r>
          </w:p>
        </w:tc>
        <w:tc>
          <w:tcPr>
            <w:tcW w:w="1402" w:type="dxa"/>
          </w:tcPr>
          <w:p w14:paraId="0F14A933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2935" w:type="dxa"/>
            <w:shd w:val="clear" w:color="auto" w:fill="auto"/>
          </w:tcPr>
          <w:p w14:paraId="26ABB4C3" w14:textId="40D61A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  <w:tc>
          <w:tcPr>
            <w:tcW w:w="2909" w:type="dxa"/>
          </w:tcPr>
          <w:p w14:paraId="49E80785" w14:textId="1B9006AB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  <w:tr w:rsidR="002773C4" w:rsidRPr="00841B65" w14:paraId="64E3EB38" w14:textId="1DA35E3C" w:rsidTr="002773C4">
        <w:tc>
          <w:tcPr>
            <w:tcW w:w="1990" w:type="dxa"/>
            <w:shd w:val="clear" w:color="auto" w:fill="auto"/>
          </w:tcPr>
          <w:p w14:paraId="23B32FB0" w14:textId="77777777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A1</w:t>
            </w:r>
          </w:p>
        </w:tc>
        <w:tc>
          <w:tcPr>
            <w:tcW w:w="1402" w:type="dxa"/>
          </w:tcPr>
          <w:p w14:paraId="2C393E51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2935" w:type="dxa"/>
            <w:shd w:val="clear" w:color="auto" w:fill="auto"/>
          </w:tcPr>
          <w:p w14:paraId="2B1878ED" w14:textId="64D1664F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400</w:t>
            </w:r>
          </w:p>
        </w:tc>
        <w:tc>
          <w:tcPr>
            <w:tcW w:w="2909" w:type="dxa"/>
          </w:tcPr>
          <w:p w14:paraId="6112568E" w14:textId="7F5C7FB8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  <w:tr w:rsidR="002773C4" w:rsidRPr="00841B65" w14:paraId="388B59F2" w14:textId="2FA41630" w:rsidTr="002773C4">
        <w:tc>
          <w:tcPr>
            <w:tcW w:w="1990" w:type="dxa"/>
            <w:shd w:val="clear" w:color="auto" w:fill="auto"/>
          </w:tcPr>
          <w:p w14:paraId="16C3BC5B" w14:textId="77777777" w:rsidR="002773C4" w:rsidRPr="00841B65" w:rsidRDefault="002773C4" w:rsidP="002773C4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A0</w:t>
            </w:r>
          </w:p>
        </w:tc>
        <w:tc>
          <w:tcPr>
            <w:tcW w:w="1402" w:type="dxa"/>
          </w:tcPr>
          <w:p w14:paraId="6E1DAFF2" w14:textId="77777777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2935" w:type="dxa"/>
            <w:shd w:val="clear" w:color="auto" w:fill="auto"/>
          </w:tcPr>
          <w:p w14:paraId="03F3BC4C" w14:textId="7BAADADD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400</w:t>
            </w:r>
          </w:p>
        </w:tc>
        <w:tc>
          <w:tcPr>
            <w:tcW w:w="2909" w:type="dxa"/>
          </w:tcPr>
          <w:p w14:paraId="74E4AC64" w14:textId="1A9CBF7D" w:rsidR="002773C4" w:rsidRPr="00841B65" w:rsidRDefault="002773C4" w:rsidP="002773C4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</w:tbl>
    <w:p w14:paraId="745E25D1" w14:textId="77777777" w:rsidR="000A5629" w:rsidRPr="00841B65" w:rsidRDefault="000A5629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148207C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Navadno kopiranje ima 2 možnosti:</w:t>
      </w:r>
    </w:p>
    <w:p w14:paraId="7713224A" w14:textId="77777777" w:rsidR="00B34643" w:rsidRPr="00841B65" w:rsidRDefault="00B34643" w:rsidP="009A4262">
      <w:pPr>
        <w:widowControl w:val="0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Kopiranje s kopirnim strojem</w:t>
      </w:r>
    </w:p>
    <w:p w14:paraId="34176ACB" w14:textId="77777777" w:rsidR="00B34643" w:rsidRPr="00841B65" w:rsidRDefault="00B34643" w:rsidP="009A4262">
      <w:pPr>
        <w:widowControl w:val="0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Skeniranje ter </w:t>
      </w:r>
      <w:proofErr w:type="spellStart"/>
      <w:r w:rsidRPr="00841B65">
        <w:rPr>
          <w:rFonts w:ascii="Tahoma" w:hAnsi="Tahoma" w:cs="Tahoma"/>
          <w:sz w:val="22"/>
          <w:szCs w:val="22"/>
        </w:rPr>
        <w:t>plotanje</w:t>
      </w:r>
      <w:proofErr w:type="spellEnd"/>
      <w:r w:rsidRPr="00841B65">
        <w:rPr>
          <w:rFonts w:ascii="Tahoma" w:hAnsi="Tahoma" w:cs="Tahoma"/>
          <w:sz w:val="22"/>
          <w:szCs w:val="22"/>
        </w:rPr>
        <w:t xml:space="preserve"> = izdelek je identičen kopiji (*)</w:t>
      </w:r>
    </w:p>
    <w:p w14:paraId="0168B59B" w14:textId="1A0DA9C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201C8FF9" w14:textId="579F2A8B" w:rsidR="00871160" w:rsidRPr="00841B65" w:rsidRDefault="00871160" w:rsidP="00871160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Izvajalec bo izvedel </w:t>
      </w:r>
      <w:r w:rsidR="0076157F" w:rsidRPr="00841B65">
        <w:rPr>
          <w:rFonts w:ascii="Tahoma" w:hAnsi="Tahoma" w:cs="Tahoma"/>
          <w:sz w:val="22"/>
          <w:szCs w:val="22"/>
        </w:rPr>
        <w:t>kopiranje (npr. 1 PROJEKT (30 listov A4, 6 listov A0)</w:t>
      </w:r>
      <w:r w:rsidR="002773C4" w:rsidRPr="00841B65">
        <w:rPr>
          <w:rFonts w:ascii="Tahoma" w:hAnsi="Tahoma" w:cs="Tahoma"/>
          <w:sz w:val="22"/>
          <w:szCs w:val="22"/>
        </w:rPr>
        <w:t>*),</w:t>
      </w:r>
      <w:r w:rsidRPr="00841B65">
        <w:rPr>
          <w:rFonts w:ascii="Tahoma" w:hAnsi="Tahoma" w:cs="Tahoma"/>
          <w:sz w:val="22"/>
          <w:szCs w:val="22"/>
        </w:rPr>
        <w:t xml:space="preserve"> v naslednjih rokih, in sicer:</w:t>
      </w:r>
    </w:p>
    <w:p w14:paraId="02CBF477" w14:textId="77777777" w:rsidR="00871160" w:rsidRPr="00841B65" w:rsidRDefault="00871160" w:rsidP="00871160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bookmarkStart w:id="1" w:name="_Hlk210116944"/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</w:t>
      </w:r>
      <w:bookmarkEnd w:id="1"/>
      <w:r w:rsidRPr="00841B65">
        <w:rPr>
          <w:rFonts w:ascii="Tahoma" w:hAnsi="Tahoma" w:cs="Tahoma"/>
          <w:sz w:val="22"/>
          <w:szCs w:val="22"/>
        </w:rPr>
        <w:t>;</w:t>
      </w:r>
    </w:p>
    <w:p w14:paraId="656E24C3" w14:textId="77777777" w:rsidR="00871160" w:rsidRPr="00841B65" w:rsidRDefault="00871160" w:rsidP="00871160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1EB85188" w14:textId="77777777" w:rsidR="00871160" w:rsidRPr="00841B65" w:rsidRDefault="00871160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290BB634" w14:textId="2325BC6C" w:rsidR="00B34643" w:rsidRPr="00841B65" w:rsidRDefault="0076157F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t xml:space="preserve">Izrisovanje – </w:t>
      </w:r>
      <w:proofErr w:type="spellStart"/>
      <w:r w:rsidRPr="00841B65">
        <w:rPr>
          <w:rFonts w:ascii="Tahoma" w:hAnsi="Tahoma" w:cs="Tahoma"/>
          <w:b/>
          <w:sz w:val="22"/>
          <w:szCs w:val="22"/>
        </w:rPr>
        <w:t>plotanje</w:t>
      </w:r>
      <w:proofErr w:type="spellEnd"/>
      <w:r w:rsidRPr="00841B65">
        <w:rPr>
          <w:rFonts w:ascii="Tahoma" w:hAnsi="Tahoma" w:cs="Tahoma"/>
          <w:b/>
          <w:sz w:val="22"/>
          <w:szCs w:val="22"/>
        </w:rPr>
        <w:t>:</w:t>
      </w:r>
    </w:p>
    <w:p w14:paraId="4159B9E4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2A3D2C5E" w14:textId="16CF45CA" w:rsidR="00B34643" w:rsidRPr="00841B65" w:rsidRDefault="000A5629" w:rsidP="009A4262">
      <w:pPr>
        <w:widowControl w:val="0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Zahtevana kvaliteta najmanj: širina 100cm, dolžina 600cm, črne linije 1200 DPI, barve </w:t>
      </w:r>
      <w:r w:rsidR="00B34643" w:rsidRPr="00841B65">
        <w:rPr>
          <w:rFonts w:ascii="Tahoma" w:hAnsi="Tahoma" w:cs="Tahoma"/>
          <w:sz w:val="22"/>
          <w:szCs w:val="22"/>
        </w:rPr>
        <w:t>600DPI</w:t>
      </w:r>
    </w:p>
    <w:p w14:paraId="07DBEDB7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1389"/>
        <w:gridCol w:w="5103"/>
      </w:tblGrid>
      <w:tr w:rsidR="000A5629" w:rsidRPr="00841B65" w14:paraId="55661CBC" w14:textId="77777777" w:rsidTr="000A5629">
        <w:tc>
          <w:tcPr>
            <w:tcW w:w="3006" w:type="dxa"/>
            <w:shd w:val="clear" w:color="auto" w:fill="auto"/>
          </w:tcPr>
          <w:p w14:paraId="1B3B379C" w14:textId="120B9BF7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 (velikost formata)</w:t>
            </w:r>
          </w:p>
        </w:tc>
        <w:tc>
          <w:tcPr>
            <w:tcW w:w="1389" w:type="dxa"/>
          </w:tcPr>
          <w:p w14:paraId="49D12301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5103" w:type="dxa"/>
            <w:shd w:val="clear" w:color="auto" w:fill="auto"/>
          </w:tcPr>
          <w:p w14:paraId="7738B434" w14:textId="26DF6EDB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ČRNA BARVA predvidena količina</w:t>
            </w:r>
          </w:p>
        </w:tc>
      </w:tr>
      <w:tr w:rsidR="0001256D" w:rsidRPr="00841B65" w14:paraId="535DEC4B" w14:textId="77777777" w:rsidTr="000A5629">
        <w:tc>
          <w:tcPr>
            <w:tcW w:w="3006" w:type="dxa"/>
            <w:shd w:val="clear" w:color="auto" w:fill="auto"/>
          </w:tcPr>
          <w:p w14:paraId="49693D3A" w14:textId="77777777" w:rsidR="0001256D" w:rsidRPr="00841B65" w:rsidRDefault="0001256D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A1</w:t>
            </w:r>
          </w:p>
        </w:tc>
        <w:tc>
          <w:tcPr>
            <w:tcW w:w="1389" w:type="dxa"/>
          </w:tcPr>
          <w:p w14:paraId="655EA73F" w14:textId="77777777" w:rsidR="0001256D" w:rsidRPr="00841B65" w:rsidRDefault="0001256D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7B42F92B" w14:textId="2359A6D6" w:rsidR="0001256D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13</w:t>
            </w:r>
            <w:r w:rsidR="000A34A1" w:rsidRPr="00841B65">
              <w:rPr>
                <w:rFonts w:ascii="Tahoma" w:hAnsi="Tahoma" w:cs="Tahoma"/>
                <w:sz w:val="22"/>
                <w:szCs w:val="22"/>
              </w:rPr>
              <w:t>00</w:t>
            </w:r>
          </w:p>
        </w:tc>
      </w:tr>
      <w:tr w:rsidR="0001256D" w:rsidRPr="00841B65" w14:paraId="679A0FE5" w14:textId="77777777" w:rsidTr="000A5629">
        <w:tc>
          <w:tcPr>
            <w:tcW w:w="3006" w:type="dxa"/>
            <w:shd w:val="clear" w:color="auto" w:fill="auto"/>
          </w:tcPr>
          <w:p w14:paraId="553ED4E2" w14:textId="77777777" w:rsidR="0001256D" w:rsidRPr="00841B65" w:rsidRDefault="0001256D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A0</w:t>
            </w:r>
          </w:p>
        </w:tc>
        <w:tc>
          <w:tcPr>
            <w:tcW w:w="1389" w:type="dxa"/>
          </w:tcPr>
          <w:p w14:paraId="6679C18F" w14:textId="77777777" w:rsidR="0001256D" w:rsidRPr="00841B65" w:rsidRDefault="0001256D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68037485" w14:textId="3BC8864D" w:rsidR="0001256D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</w:t>
            </w:r>
            <w:r w:rsidR="000A34A1" w:rsidRPr="00841B65">
              <w:rPr>
                <w:rFonts w:ascii="Tahoma" w:hAnsi="Tahoma" w:cs="Tahoma"/>
                <w:sz w:val="22"/>
                <w:szCs w:val="22"/>
              </w:rPr>
              <w:t>00</w:t>
            </w:r>
          </w:p>
        </w:tc>
      </w:tr>
    </w:tbl>
    <w:p w14:paraId="1C60AE84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1389"/>
        <w:gridCol w:w="5103"/>
      </w:tblGrid>
      <w:tr w:rsidR="000A5629" w:rsidRPr="00841B65" w14:paraId="6203A068" w14:textId="77777777" w:rsidTr="000A5629">
        <w:tc>
          <w:tcPr>
            <w:tcW w:w="3006" w:type="dxa"/>
            <w:shd w:val="clear" w:color="auto" w:fill="auto"/>
          </w:tcPr>
          <w:p w14:paraId="4413CE20" w14:textId="1845BE1C" w:rsidR="000A5629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 (velikost formata)</w:t>
            </w:r>
          </w:p>
        </w:tc>
        <w:tc>
          <w:tcPr>
            <w:tcW w:w="1389" w:type="dxa"/>
          </w:tcPr>
          <w:p w14:paraId="46D7891A" w14:textId="77777777" w:rsidR="000A5629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5103" w:type="dxa"/>
            <w:shd w:val="clear" w:color="auto" w:fill="auto"/>
          </w:tcPr>
          <w:p w14:paraId="55B37E5D" w14:textId="7A9411D4" w:rsidR="000A5629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OSTALE BARVE predvidena količina</w:t>
            </w:r>
          </w:p>
        </w:tc>
      </w:tr>
      <w:tr w:rsidR="000A5629" w:rsidRPr="00841B65" w14:paraId="24C262FB" w14:textId="77777777" w:rsidTr="000A5629">
        <w:tc>
          <w:tcPr>
            <w:tcW w:w="3006" w:type="dxa"/>
            <w:shd w:val="clear" w:color="auto" w:fill="auto"/>
          </w:tcPr>
          <w:p w14:paraId="402DA1D4" w14:textId="2974F8AD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A0</w:t>
            </w:r>
          </w:p>
        </w:tc>
        <w:tc>
          <w:tcPr>
            <w:tcW w:w="1389" w:type="dxa"/>
          </w:tcPr>
          <w:p w14:paraId="31A61902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4C1A3725" w14:textId="7AE3355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6.500</w:t>
            </w:r>
          </w:p>
        </w:tc>
      </w:tr>
      <w:tr w:rsidR="000A5629" w:rsidRPr="00841B65" w14:paraId="33602AC4" w14:textId="77777777" w:rsidTr="000A5629">
        <w:tc>
          <w:tcPr>
            <w:tcW w:w="3006" w:type="dxa"/>
            <w:shd w:val="clear" w:color="auto" w:fill="auto"/>
          </w:tcPr>
          <w:p w14:paraId="505BF72C" w14:textId="26F215BE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A1</w:t>
            </w:r>
          </w:p>
        </w:tc>
        <w:tc>
          <w:tcPr>
            <w:tcW w:w="1389" w:type="dxa"/>
          </w:tcPr>
          <w:p w14:paraId="73263177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841B65">
              <w:rPr>
                <w:rFonts w:ascii="Tahoma" w:hAnsi="Tahoma" w:cs="Tahoma"/>
                <w:sz w:val="22"/>
                <w:szCs w:val="22"/>
              </w:rPr>
              <w:t>tm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1B44A44F" w14:textId="79825645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6.500</w:t>
            </w:r>
          </w:p>
        </w:tc>
      </w:tr>
      <w:tr w:rsidR="000A5629" w:rsidRPr="00841B65" w14:paraId="2B9E626E" w14:textId="77777777" w:rsidTr="000A5629">
        <w:tc>
          <w:tcPr>
            <w:tcW w:w="3006" w:type="dxa"/>
            <w:shd w:val="clear" w:color="auto" w:fill="auto"/>
          </w:tcPr>
          <w:p w14:paraId="0B55604C" w14:textId="140A15CC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A2</w:t>
            </w:r>
          </w:p>
        </w:tc>
        <w:tc>
          <w:tcPr>
            <w:tcW w:w="1389" w:type="dxa"/>
          </w:tcPr>
          <w:p w14:paraId="655BF4D6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kopija</w:t>
            </w:r>
          </w:p>
        </w:tc>
        <w:tc>
          <w:tcPr>
            <w:tcW w:w="5103" w:type="dxa"/>
            <w:shd w:val="clear" w:color="auto" w:fill="auto"/>
          </w:tcPr>
          <w:p w14:paraId="13CC9C8C" w14:textId="183490A0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2.500</w:t>
            </w:r>
          </w:p>
        </w:tc>
      </w:tr>
      <w:tr w:rsidR="000A5629" w:rsidRPr="00841B65" w14:paraId="449264A2" w14:textId="77777777" w:rsidTr="000A5629">
        <w:tc>
          <w:tcPr>
            <w:tcW w:w="3006" w:type="dxa"/>
            <w:shd w:val="clear" w:color="auto" w:fill="auto"/>
          </w:tcPr>
          <w:p w14:paraId="7632D8F2" w14:textId="3EA478BE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A3</w:t>
            </w:r>
          </w:p>
        </w:tc>
        <w:tc>
          <w:tcPr>
            <w:tcW w:w="1389" w:type="dxa"/>
          </w:tcPr>
          <w:p w14:paraId="17B9A497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kopija</w:t>
            </w:r>
          </w:p>
        </w:tc>
        <w:tc>
          <w:tcPr>
            <w:tcW w:w="5103" w:type="dxa"/>
            <w:shd w:val="clear" w:color="auto" w:fill="auto"/>
          </w:tcPr>
          <w:p w14:paraId="47EC0541" w14:textId="339D11D5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1.000</w:t>
            </w:r>
          </w:p>
        </w:tc>
      </w:tr>
      <w:tr w:rsidR="000A5629" w:rsidRPr="00841B65" w14:paraId="2C3A9422" w14:textId="77777777" w:rsidTr="000A5629">
        <w:tc>
          <w:tcPr>
            <w:tcW w:w="3006" w:type="dxa"/>
            <w:shd w:val="clear" w:color="auto" w:fill="auto"/>
          </w:tcPr>
          <w:p w14:paraId="0D4CD3C8" w14:textId="46B8E372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A4</w:t>
            </w:r>
          </w:p>
        </w:tc>
        <w:tc>
          <w:tcPr>
            <w:tcW w:w="1389" w:type="dxa"/>
          </w:tcPr>
          <w:p w14:paraId="5765536E" w14:textId="59EBC3C1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kopija</w:t>
            </w:r>
          </w:p>
        </w:tc>
        <w:tc>
          <w:tcPr>
            <w:tcW w:w="5103" w:type="dxa"/>
            <w:shd w:val="clear" w:color="auto" w:fill="auto"/>
          </w:tcPr>
          <w:p w14:paraId="653E9081" w14:textId="54C2721A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</w:tr>
    </w:tbl>
    <w:p w14:paraId="66C8E8A7" w14:textId="77777777" w:rsidR="0076157F" w:rsidRPr="00841B65" w:rsidRDefault="0076157F" w:rsidP="0076157F">
      <w:pPr>
        <w:keepNext/>
        <w:keepLines/>
        <w:jc w:val="both"/>
        <w:rPr>
          <w:rFonts w:ascii="Tahoma" w:hAnsi="Tahoma" w:cs="Tahoma"/>
          <w:sz w:val="22"/>
          <w:szCs w:val="22"/>
        </w:rPr>
      </w:pPr>
    </w:p>
    <w:p w14:paraId="2AA0BC26" w14:textId="458051A4" w:rsidR="0076157F" w:rsidRPr="00841B65" w:rsidRDefault="0076157F" w:rsidP="0076157F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Izvajalec bo izvedel izrisovanje - </w:t>
      </w:r>
      <w:proofErr w:type="spellStart"/>
      <w:r w:rsidRPr="00841B65">
        <w:rPr>
          <w:rFonts w:ascii="Tahoma" w:hAnsi="Tahoma" w:cs="Tahoma"/>
          <w:sz w:val="22"/>
          <w:szCs w:val="22"/>
        </w:rPr>
        <w:t>plotanje</w:t>
      </w:r>
      <w:proofErr w:type="spellEnd"/>
      <w:r w:rsidRPr="00841B65">
        <w:rPr>
          <w:rFonts w:ascii="Tahoma" w:hAnsi="Tahoma" w:cs="Tahoma"/>
          <w:sz w:val="22"/>
          <w:szCs w:val="22"/>
        </w:rPr>
        <w:t xml:space="preserve"> (npr. 1 ENOTA A0), v naslednjih rokih, in sicer:</w:t>
      </w:r>
    </w:p>
    <w:p w14:paraId="735EB6D3" w14:textId="77777777" w:rsidR="0076157F" w:rsidRPr="00841B65" w:rsidRDefault="0076157F" w:rsidP="0076157F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naročila;</w:t>
      </w:r>
    </w:p>
    <w:p w14:paraId="13989F43" w14:textId="77777777" w:rsidR="0076157F" w:rsidRPr="00841B65" w:rsidRDefault="0076157F" w:rsidP="0076157F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7E6B1B86" w14:textId="77777777" w:rsidR="004E1913" w:rsidRPr="00841B65" w:rsidRDefault="004E1913" w:rsidP="009A4262">
      <w:pPr>
        <w:widowControl w:val="0"/>
        <w:rPr>
          <w:rFonts w:ascii="Tahoma" w:hAnsi="Tahoma" w:cs="Tahoma"/>
          <w:b/>
          <w:sz w:val="22"/>
          <w:szCs w:val="22"/>
        </w:rPr>
      </w:pPr>
    </w:p>
    <w:p w14:paraId="19E92588" w14:textId="77777777" w:rsidR="002773C4" w:rsidRPr="00841B65" w:rsidRDefault="002773C4">
      <w:pPr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br w:type="page"/>
      </w:r>
    </w:p>
    <w:p w14:paraId="6E0BEB86" w14:textId="073F13D9" w:rsidR="00B34643" w:rsidRPr="00841B65" w:rsidRDefault="000A5629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lastRenderedPageBreak/>
        <w:t xml:space="preserve">Plastificiranje do velikosti </w:t>
      </w:r>
      <w:r w:rsidR="00B34643" w:rsidRPr="00841B65">
        <w:rPr>
          <w:rFonts w:ascii="Tahoma" w:hAnsi="Tahoma" w:cs="Tahoma"/>
          <w:b/>
          <w:sz w:val="22"/>
          <w:szCs w:val="22"/>
        </w:rPr>
        <w:t>A0</w:t>
      </w:r>
    </w:p>
    <w:p w14:paraId="5A5759A8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1530"/>
        <w:gridCol w:w="4962"/>
      </w:tblGrid>
      <w:tr w:rsidR="000A5629" w:rsidRPr="00841B65" w14:paraId="21FFB556" w14:textId="77777777" w:rsidTr="000A5629">
        <w:tc>
          <w:tcPr>
            <w:tcW w:w="3006" w:type="dxa"/>
            <w:shd w:val="clear" w:color="auto" w:fill="auto"/>
          </w:tcPr>
          <w:p w14:paraId="6417641C" w14:textId="75C638D1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 (velikost formata)</w:t>
            </w:r>
          </w:p>
        </w:tc>
        <w:tc>
          <w:tcPr>
            <w:tcW w:w="1530" w:type="dxa"/>
          </w:tcPr>
          <w:p w14:paraId="70687D75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4962" w:type="dxa"/>
            <w:shd w:val="clear" w:color="auto" w:fill="auto"/>
          </w:tcPr>
          <w:p w14:paraId="73A1D1EF" w14:textId="3A719B08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 količina</w:t>
            </w:r>
          </w:p>
        </w:tc>
      </w:tr>
      <w:tr w:rsidR="000A5629" w:rsidRPr="00841B65" w14:paraId="365DFCD0" w14:textId="77777777" w:rsidTr="000A5629">
        <w:tc>
          <w:tcPr>
            <w:tcW w:w="3006" w:type="dxa"/>
            <w:shd w:val="clear" w:color="auto" w:fill="auto"/>
          </w:tcPr>
          <w:p w14:paraId="69DC734A" w14:textId="77777777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A0</w:t>
            </w:r>
          </w:p>
        </w:tc>
        <w:tc>
          <w:tcPr>
            <w:tcW w:w="1530" w:type="dxa"/>
          </w:tcPr>
          <w:p w14:paraId="493FCFEC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4962" w:type="dxa"/>
            <w:shd w:val="clear" w:color="auto" w:fill="auto"/>
          </w:tcPr>
          <w:p w14:paraId="30187C1C" w14:textId="40691FA8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70</w:t>
            </w:r>
          </w:p>
        </w:tc>
      </w:tr>
      <w:tr w:rsidR="000A5629" w:rsidRPr="00841B65" w14:paraId="429DBB34" w14:textId="77777777" w:rsidTr="000A5629">
        <w:tc>
          <w:tcPr>
            <w:tcW w:w="3006" w:type="dxa"/>
            <w:shd w:val="clear" w:color="auto" w:fill="auto"/>
          </w:tcPr>
          <w:p w14:paraId="4EB88BB5" w14:textId="77777777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A3</w:t>
            </w:r>
          </w:p>
        </w:tc>
        <w:tc>
          <w:tcPr>
            <w:tcW w:w="1530" w:type="dxa"/>
          </w:tcPr>
          <w:p w14:paraId="18D477EC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4962" w:type="dxa"/>
            <w:shd w:val="clear" w:color="auto" w:fill="auto"/>
          </w:tcPr>
          <w:p w14:paraId="2A09520E" w14:textId="6C5A412A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</w:tr>
      <w:tr w:rsidR="000A5629" w:rsidRPr="00841B65" w14:paraId="2DCB8DB3" w14:textId="77777777" w:rsidTr="000A5629">
        <w:tc>
          <w:tcPr>
            <w:tcW w:w="3006" w:type="dxa"/>
            <w:shd w:val="clear" w:color="auto" w:fill="auto"/>
          </w:tcPr>
          <w:p w14:paraId="382384BF" w14:textId="77777777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A4</w:t>
            </w:r>
          </w:p>
        </w:tc>
        <w:tc>
          <w:tcPr>
            <w:tcW w:w="1530" w:type="dxa"/>
          </w:tcPr>
          <w:p w14:paraId="45A85878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4962" w:type="dxa"/>
            <w:shd w:val="clear" w:color="auto" w:fill="auto"/>
          </w:tcPr>
          <w:p w14:paraId="6656DF90" w14:textId="7F9325D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</w:tr>
      <w:tr w:rsidR="000A5629" w:rsidRPr="00841B65" w14:paraId="1BB8A7DE" w14:textId="77777777" w:rsidTr="000A5629">
        <w:tc>
          <w:tcPr>
            <w:tcW w:w="3006" w:type="dxa"/>
            <w:shd w:val="clear" w:color="auto" w:fill="auto"/>
          </w:tcPr>
          <w:p w14:paraId="7507E590" w14:textId="77777777" w:rsidR="000A5629" w:rsidRPr="00841B65" w:rsidRDefault="000A5629" w:rsidP="000A5629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PVC letve</w:t>
            </w:r>
          </w:p>
        </w:tc>
        <w:tc>
          <w:tcPr>
            <w:tcW w:w="1530" w:type="dxa"/>
          </w:tcPr>
          <w:p w14:paraId="4AFEC7D6" w14:textId="77777777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4962" w:type="dxa"/>
            <w:shd w:val="clear" w:color="auto" w:fill="auto"/>
          </w:tcPr>
          <w:p w14:paraId="2B4546C4" w14:textId="158191F9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100</w:t>
            </w:r>
          </w:p>
        </w:tc>
      </w:tr>
    </w:tbl>
    <w:p w14:paraId="160CC140" w14:textId="1C090849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DE4EA0A" w14:textId="52E16F62" w:rsidR="0076157F" w:rsidRPr="00841B65" w:rsidRDefault="0076157F" w:rsidP="0076157F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Izvajalec bo izvedel plastificiranje (npr. 1 ENOTA A0), v naslednjih rokih, in sicer:</w:t>
      </w:r>
    </w:p>
    <w:p w14:paraId="51F37492" w14:textId="77777777" w:rsidR="0076157F" w:rsidRPr="00841B65" w:rsidRDefault="0076157F" w:rsidP="0076157F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naročila;</w:t>
      </w:r>
    </w:p>
    <w:p w14:paraId="03CBF775" w14:textId="77777777" w:rsidR="0076157F" w:rsidRPr="00841B65" w:rsidRDefault="0076157F" w:rsidP="0076157F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61546649" w14:textId="77777777" w:rsidR="0076157F" w:rsidRPr="00841B65" w:rsidRDefault="0076157F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9A1890B" w14:textId="43A7C09E" w:rsidR="00B34643" w:rsidRPr="00841B65" w:rsidRDefault="000A5629" w:rsidP="009A4262">
      <w:pPr>
        <w:widowControl w:val="0"/>
        <w:rPr>
          <w:rFonts w:ascii="Tahoma" w:hAnsi="Tahoma" w:cs="Tahoma"/>
          <w:b/>
          <w:sz w:val="22"/>
          <w:szCs w:val="22"/>
        </w:rPr>
      </w:pPr>
      <w:proofErr w:type="spellStart"/>
      <w:r w:rsidRPr="00841B65">
        <w:rPr>
          <w:rFonts w:ascii="Tahoma" w:hAnsi="Tahoma" w:cs="Tahoma"/>
          <w:b/>
          <w:sz w:val="22"/>
          <w:szCs w:val="22"/>
        </w:rPr>
        <w:t>Mapiranje</w:t>
      </w:r>
      <w:proofErr w:type="spellEnd"/>
      <w:r w:rsidRPr="00841B65">
        <w:rPr>
          <w:rFonts w:ascii="Tahoma" w:hAnsi="Tahoma" w:cs="Tahoma"/>
          <w:b/>
          <w:sz w:val="22"/>
          <w:szCs w:val="22"/>
        </w:rPr>
        <w:t>:</w:t>
      </w:r>
    </w:p>
    <w:p w14:paraId="45135CBD" w14:textId="5DC4DDB5" w:rsidR="00B34643" w:rsidRPr="00841B65" w:rsidRDefault="000A5629" w:rsidP="009A4262">
      <w:pPr>
        <w:widowControl w:val="0"/>
        <w:rPr>
          <w:rFonts w:ascii="Tahoma" w:hAnsi="Tahoma" w:cs="Tahoma"/>
          <w:sz w:val="22"/>
          <w:szCs w:val="22"/>
        </w:rPr>
      </w:pPr>
      <w:proofErr w:type="spellStart"/>
      <w:r w:rsidRPr="00841B65">
        <w:rPr>
          <w:rFonts w:ascii="Tahoma" w:hAnsi="Tahoma" w:cs="Tahoma"/>
          <w:sz w:val="22"/>
          <w:szCs w:val="22"/>
        </w:rPr>
        <w:t>Mapiranje</w:t>
      </w:r>
      <w:proofErr w:type="spellEnd"/>
      <w:r w:rsidRPr="00841B65">
        <w:rPr>
          <w:rFonts w:ascii="Tahoma" w:hAnsi="Tahoma" w:cs="Tahoma"/>
          <w:sz w:val="22"/>
          <w:szCs w:val="22"/>
        </w:rPr>
        <w:t xml:space="preserve"> pomeni vlaganje dokumenta v mapo</w:t>
      </w:r>
    </w:p>
    <w:p w14:paraId="12D9A53D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036"/>
        <w:gridCol w:w="3175"/>
        <w:gridCol w:w="2870"/>
      </w:tblGrid>
      <w:tr w:rsidR="000A5629" w:rsidRPr="00841B65" w14:paraId="244204D6" w14:textId="77777777" w:rsidTr="000A5629">
        <w:tc>
          <w:tcPr>
            <w:tcW w:w="2155" w:type="dxa"/>
            <w:shd w:val="clear" w:color="auto" w:fill="auto"/>
          </w:tcPr>
          <w:p w14:paraId="42A4E230" w14:textId="758D05EB" w:rsidR="000A5629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 (velikost formata)</w:t>
            </w:r>
          </w:p>
        </w:tc>
        <w:tc>
          <w:tcPr>
            <w:tcW w:w="1036" w:type="dxa"/>
          </w:tcPr>
          <w:p w14:paraId="4A861AC9" w14:textId="77777777" w:rsidR="000A5629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3175" w:type="dxa"/>
            <w:shd w:val="clear" w:color="auto" w:fill="auto"/>
          </w:tcPr>
          <w:p w14:paraId="15BE7893" w14:textId="647A5480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PVC MAPA -</w:t>
            </w:r>
          </w:p>
          <w:p w14:paraId="472453ED" w14:textId="1A44844B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 količina</w:t>
            </w:r>
          </w:p>
        </w:tc>
        <w:tc>
          <w:tcPr>
            <w:tcW w:w="2870" w:type="dxa"/>
            <w:shd w:val="clear" w:color="auto" w:fill="auto"/>
          </w:tcPr>
          <w:p w14:paraId="57B49199" w14:textId="440893FB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PREŠPAN MAPA –</w:t>
            </w:r>
          </w:p>
          <w:p w14:paraId="45428701" w14:textId="7922E2A5" w:rsidR="000A5629" w:rsidRPr="00841B65" w:rsidRDefault="000A5629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 količina</w:t>
            </w:r>
          </w:p>
        </w:tc>
      </w:tr>
      <w:tr w:rsidR="00B34643" w:rsidRPr="00841B65" w14:paraId="361E4D19" w14:textId="77777777" w:rsidTr="000A5629">
        <w:tc>
          <w:tcPr>
            <w:tcW w:w="2155" w:type="dxa"/>
            <w:shd w:val="clear" w:color="auto" w:fill="auto"/>
          </w:tcPr>
          <w:p w14:paraId="13C0468F" w14:textId="77777777" w:rsidR="00B34643" w:rsidRPr="00841B65" w:rsidRDefault="00B34643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A4</w:t>
            </w:r>
          </w:p>
        </w:tc>
        <w:tc>
          <w:tcPr>
            <w:tcW w:w="1036" w:type="dxa"/>
          </w:tcPr>
          <w:p w14:paraId="525F93FF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3175" w:type="dxa"/>
            <w:shd w:val="clear" w:color="auto" w:fill="auto"/>
          </w:tcPr>
          <w:p w14:paraId="37BD7262" w14:textId="1536EECA" w:rsidR="00B34643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</w:t>
            </w:r>
            <w:r w:rsidR="00196799" w:rsidRPr="00841B65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2870" w:type="dxa"/>
            <w:shd w:val="clear" w:color="auto" w:fill="auto"/>
          </w:tcPr>
          <w:p w14:paraId="79D9DDC8" w14:textId="77777777" w:rsidR="00B34643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</w:tr>
      <w:tr w:rsidR="00B34643" w:rsidRPr="00841B65" w14:paraId="41D08929" w14:textId="77777777" w:rsidTr="000A5629">
        <w:tc>
          <w:tcPr>
            <w:tcW w:w="2155" w:type="dxa"/>
            <w:shd w:val="clear" w:color="auto" w:fill="auto"/>
          </w:tcPr>
          <w:p w14:paraId="43809345" w14:textId="77777777" w:rsidR="00B34643" w:rsidRPr="00841B65" w:rsidRDefault="00B34643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A3</w:t>
            </w:r>
          </w:p>
        </w:tc>
        <w:tc>
          <w:tcPr>
            <w:tcW w:w="1036" w:type="dxa"/>
          </w:tcPr>
          <w:p w14:paraId="369E9A14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3175" w:type="dxa"/>
            <w:shd w:val="clear" w:color="auto" w:fill="auto"/>
          </w:tcPr>
          <w:p w14:paraId="7D89CD33" w14:textId="7DB5A9D5" w:rsidR="00B34643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</w:t>
            </w:r>
            <w:r w:rsidR="00196799" w:rsidRPr="00841B65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2870" w:type="dxa"/>
            <w:shd w:val="clear" w:color="auto" w:fill="auto"/>
          </w:tcPr>
          <w:p w14:paraId="2A9218DC" w14:textId="77777777" w:rsidR="00B34643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</w:tr>
    </w:tbl>
    <w:p w14:paraId="65E7E935" w14:textId="0D697561" w:rsidR="009D2146" w:rsidRPr="00841B65" w:rsidRDefault="009D2146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3016E524" w14:textId="1CF28496" w:rsidR="00D41432" w:rsidRPr="00841B65" w:rsidRDefault="00D41432" w:rsidP="00D41432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 xml:space="preserve">Izvajalec bo izvedel </w:t>
      </w:r>
      <w:proofErr w:type="spellStart"/>
      <w:r w:rsidRPr="00841B65">
        <w:rPr>
          <w:rFonts w:ascii="Tahoma" w:hAnsi="Tahoma" w:cs="Tahoma"/>
          <w:sz w:val="22"/>
          <w:szCs w:val="22"/>
        </w:rPr>
        <w:t>mapiranje</w:t>
      </w:r>
      <w:proofErr w:type="spellEnd"/>
      <w:r w:rsidRPr="00841B65">
        <w:rPr>
          <w:rFonts w:ascii="Tahoma" w:hAnsi="Tahoma" w:cs="Tahoma"/>
          <w:sz w:val="22"/>
          <w:szCs w:val="22"/>
        </w:rPr>
        <w:t xml:space="preserve"> (</w:t>
      </w:r>
      <w:r w:rsidR="00292768" w:rsidRPr="00841B65">
        <w:rPr>
          <w:rFonts w:ascii="Tahoma" w:hAnsi="Tahoma" w:cs="Tahoma"/>
          <w:sz w:val="22"/>
          <w:szCs w:val="22"/>
        </w:rPr>
        <w:t>npr. 1 PROJEKT (30 listov A4, 6 listov A0</w:t>
      </w:r>
      <w:r w:rsidRPr="00841B65">
        <w:rPr>
          <w:rFonts w:ascii="Tahoma" w:hAnsi="Tahoma" w:cs="Tahoma"/>
          <w:sz w:val="22"/>
          <w:szCs w:val="22"/>
        </w:rPr>
        <w:t>)</w:t>
      </w:r>
      <w:r w:rsidR="002773C4" w:rsidRPr="00841B65">
        <w:rPr>
          <w:rFonts w:ascii="Tahoma" w:hAnsi="Tahoma" w:cs="Tahoma"/>
          <w:sz w:val="22"/>
          <w:szCs w:val="22"/>
        </w:rPr>
        <w:t>*)</w:t>
      </w:r>
      <w:r w:rsidRPr="00841B65">
        <w:rPr>
          <w:rFonts w:ascii="Tahoma" w:hAnsi="Tahoma" w:cs="Tahoma"/>
          <w:sz w:val="22"/>
          <w:szCs w:val="22"/>
        </w:rPr>
        <w:t>, v naslednjih rokih, in sicer:</w:t>
      </w:r>
    </w:p>
    <w:p w14:paraId="796165CC" w14:textId="77777777" w:rsidR="00D41432" w:rsidRPr="00841B65" w:rsidRDefault="00D41432" w:rsidP="00D41432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naročila;</w:t>
      </w:r>
    </w:p>
    <w:p w14:paraId="288B4D81" w14:textId="77777777" w:rsidR="00D41432" w:rsidRPr="00841B65" w:rsidRDefault="00D41432" w:rsidP="00D41432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21C8D16C" w14:textId="77777777" w:rsidR="00D41432" w:rsidRPr="00841B65" w:rsidRDefault="00D41432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2036C2DD" w14:textId="1E3BB25D" w:rsidR="00B34643" w:rsidRPr="00841B65" w:rsidRDefault="000A5629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t>Vezava:</w:t>
      </w:r>
    </w:p>
    <w:p w14:paraId="6FDE60D0" w14:textId="0A26FC80" w:rsidR="00B34643" w:rsidRPr="00841B65" w:rsidRDefault="000A5629" w:rsidP="009A4262">
      <w:pPr>
        <w:widowControl w:val="0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Navadna</w:t>
      </w:r>
    </w:p>
    <w:p w14:paraId="4135052C" w14:textId="7619DE63" w:rsidR="00B34643" w:rsidRPr="00841B65" w:rsidRDefault="000A5629" w:rsidP="009A4262">
      <w:pPr>
        <w:widowControl w:val="0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Spiralna</w:t>
      </w:r>
    </w:p>
    <w:p w14:paraId="2A143B55" w14:textId="07C5366E" w:rsidR="00B34643" w:rsidRPr="00841B65" w:rsidRDefault="000A5629" w:rsidP="009A4262">
      <w:pPr>
        <w:widowControl w:val="0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Navadna in narodna vrvica</w:t>
      </w:r>
    </w:p>
    <w:p w14:paraId="6534F741" w14:textId="442B0D18" w:rsidR="00B34643" w:rsidRPr="00841B65" w:rsidRDefault="000A5629" w:rsidP="009A4262">
      <w:pPr>
        <w:widowControl w:val="0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Spiralna in narodna vrvica</w:t>
      </w:r>
    </w:p>
    <w:p w14:paraId="3BFE6E7A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683"/>
        <w:gridCol w:w="2127"/>
        <w:gridCol w:w="2268"/>
      </w:tblGrid>
      <w:tr w:rsidR="00B34643" w:rsidRPr="00841B65" w14:paraId="38255E3D" w14:textId="77777777" w:rsidTr="00B70DF4">
        <w:tc>
          <w:tcPr>
            <w:tcW w:w="3420" w:type="dxa"/>
            <w:shd w:val="clear" w:color="auto" w:fill="auto"/>
          </w:tcPr>
          <w:p w14:paraId="2AE10D72" w14:textId="6487666F" w:rsidR="00B34643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</w:t>
            </w:r>
          </w:p>
        </w:tc>
        <w:tc>
          <w:tcPr>
            <w:tcW w:w="1683" w:type="dxa"/>
          </w:tcPr>
          <w:p w14:paraId="16CDA110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2127" w:type="dxa"/>
            <w:shd w:val="clear" w:color="auto" w:fill="auto"/>
          </w:tcPr>
          <w:p w14:paraId="69A8A3B3" w14:textId="1821EA17" w:rsidR="00B34643" w:rsidRPr="00841B65" w:rsidRDefault="00B34643" w:rsidP="000A5629">
            <w:pPr>
              <w:widowControl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41B65">
              <w:rPr>
                <w:rFonts w:ascii="Tahoma" w:hAnsi="Tahoma" w:cs="Tahoma"/>
                <w:b/>
                <w:bCs/>
                <w:sz w:val="22"/>
                <w:szCs w:val="22"/>
              </w:rPr>
              <w:t>A4</w:t>
            </w:r>
          </w:p>
          <w:p w14:paraId="059CEF69" w14:textId="78BBB048" w:rsidR="00B34643" w:rsidRPr="00841B65" w:rsidRDefault="004A4055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</w:t>
            </w:r>
            <w:r w:rsidR="00B34643" w:rsidRPr="00841B65">
              <w:rPr>
                <w:rFonts w:ascii="Tahoma" w:hAnsi="Tahoma" w:cs="Tahoma"/>
                <w:sz w:val="22"/>
                <w:szCs w:val="22"/>
              </w:rPr>
              <w:t xml:space="preserve"> količina</w:t>
            </w:r>
          </w:p>
        </w:tc>
        <w:tc>
          <w:tcPr>
            <w:tcW w:w="2268" w:type="dxa"/>
            <w:shd w:val="clear" w:color="auto" w:fill="auto"/>
          </w:tcPr>
          <w:p w14:paraId="70993967" w14:textId="77777777" w:rsidR="00B34643" w:rsidRPr="00841B65" w:rsidRDefault="00B34643" w:rsidP="000A5629">
            <w:pPr>
              <w:widowControl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41B65">
              <w:rPr>
                <w:rFonts w:ascii="Tahoma" w:hAnsi="Tahoma" w:cs="Tahoma"/>
                <w:b/>
                <w:bCs/>
                <w:sz w:val="22"/>
                <w:szCs w:val="22"/>
              </w:rPr>
              <w:t>A3</w:t>
            </w:r>
          </w:p>
          <w:p w14:paraId="413C0F57" w14:textId="681E2907" w:rsidR="00B34643" w:rsidRPr="00841B65" w:rsidRDefault="004A4055" w:rsidP="000A5629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</w:t>
            </w:r>
            <w:r w:rsidR="00B34643" w:rsidRPr="00841B65">
              <w:rPr>
                <w:rFonts w:ascii="Tahoma" w:hAnsi="Tahoma" w:cs="Tahoma"/>
                <w:sz w:val="22"/>
                <w:szCs w:val="22"/>
              </w:rPr>
              <w:t xml:space="preserve"> količina</w:t>
            </w:r>
          </w:p>
        </w:tc>
      </w:tr>
      <w:tr w:rsidR="00D259B7" w:rsidRPr="00841B65" w14:paraId="606FEE50" w14:textId="77777777" w:rsidTr="00B70DF4">
        <w:tc>
          <w:tcPr>
            <w:tcW w:w="3420" w:type="dxa"/>
            <w:shd w:val="clear" w:color="auto" w:fill="auto"/>
          </w:tcPr>
          <w:p w14:paraId="0C9D17A4" w14:textId="58FB634F" w:rsidR="00D259B7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Navadna</w:t>
            </w:r>
          </w:p>
        </w:tc>
        <w:tc>
          <w:tcPr>
            <w:tcW w:w="1683" w:type="dxa"/>
          </w:tcPr>
          <w:p w14:paraId="01A09B04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2127" w:type="dxa"/>
            <w:shd w:val="clear" w:color="auto" w:fill="auto"/>
          </w:tcPr>
          <w:p w14:paraId="096790EB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652F3E25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</w:tr>
      <w:tr w:rsidR="00D259B7" w:rsidRPr="00841B65" w14:paraId="798ED0B0" w14:textId="77777777" w:rsidTr="00B70DF4">
        <w:tc>
          <w:tcPr>
            <w:tcW w:w="3420" w:type="dxa"/>
            <w:shd w:val="clear" w:color="auto" w:fill="auto"/>
          </w:tcPr>
          <w:p w14:paraId="4116658E" w14:textId="72602BE5" w:rsidR="00D259B7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Spiralna</w:t>
            </w:r>
          </w:p>
        </w:tc>
        <w:tc>
          <w:tcPr>
            <w:tcW w:w="1683" w:type="dxa"/>
          </w:tcPr>
          <w:p w14:paraId="1342C10B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2127" w:type="dxa"/>
            <w:shd w:val="clear" w:color="auto" w:fill="auto"/>
          </w:tcPr>
          <w:p w14:paraId="02F48F47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7B2946D2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</w:tr>
      <w:tr w:rsidR="00D259B7" w:rsidRPr="00841B65" w14:paraId="1E67A9A0" w14:textId="77777777" w:rsidTr="00B70DF4">
        <w:tc>
          <w:tcPr>
            <w:tcW w:w="3420" w:type="dxa"/>
            <w:shd w:val="clear" w:color="auto" w:fill="auto"/>
          </w:tcPr>
          <w:p w14:paraId="76E8DE27" w14:textId="5FA231C1" w:rsidR="00D259B7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Navadna in narodna vrvica</w:t>
            </w:r>
          </w:p>
        </w:tc>
        <w:tc>
          <w:tcPr>
            <w:tcW w:w="1683" w:type="dxa"/>
          </w:tcPr>
          <w:p w14:paraId="5E9F85DD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8DF4754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8C02567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</w:tr>
      <w:tr w:rsidR="00D259B7" w:rsidRPr="00841B65" w14:paraId="4259D6E0" w14:textId="77777777" w:rsidTr="00B70DF4">
        <w:tc>
          <w:tcPr>
            <w:tcW w:w="3420" w:type="dxa"/>
            <w:shd w:val="clear" w:color="auto" w:fill="auto"/>
          </w:tcPr>
          <w:p w14:paraId="09E3245D" w14:textId="1420BE47" w:rsidR="00D259B7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Spiralna in narodna vrvica</w:t>
            </w:r>
          </w:p>
        </w:tc>
        <w:tc>
          <w:tcPr>
            <w:tcW w:w="1683" w:type="dxa"/>
          </w:tcPr>
          <w:p w14:paraId="69F6B0F7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7EFE1E0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8B928AB" w14:textId="77777777" w:rsidR="00D259B7" w:rsidRPr="00841B65" w:rsidRDefault="00D259B7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</w:tr>
    </w:tbl>
    <w:p w14:paraId="7654DDE3" w14:textId="4AA0543E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E5A1B7C" w14:textId="72486FF8" w:rsidR="00292768" w:rsidRPr="00841B65" w:rsidRDefault="00292768" w:rsidP="00292768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Izvajalec bo izvedel vezavo (npr. 1 PROJEKT (30 listov A4, 6 listov A0)</w:t>
      </w:r>
      <w:r w:rsidR="002773C4" w:rsidRPr="00841B65">
        <w:rPr>
          <w:rFonts w:ascii="Tahoma" w:hAnsi="Tahoma" w:cs="Tahoma"/>
          <w:sz w:val="22"/>
          <w:szCs w:val="22"/>
        </w:rPr>
        <w:t>*)</w:t>
      </w:r>
      <w:r w:rsidRPr="00841B65">
        <w:rPr>
          <w:rFonts w:ascii="Tahoma" w:hAnsi="Tahoma" w:cs="Tahoma"/>
          <w:sz w:val="22"/>
          <w:szCs w:val="22"/>
        </w:rPr>
        <w:t>, v naslednjih rokih, in sicer:</w:t>
      </w:r>
    </w:p>
    <w:p w14:paraId="61DD5CAE" w14:textId="77777777" w:rsidR="00292768" w:rsidRPr="00841B65" w:rsidRDefault="00292768" w:rsidP="00292768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naročila;</w:t>
      </w:r>
    </w:p>
    <w:p w14:paraId="04396A23" w14:textId="77777777" w:rsidR="00292768" w:rsidRPr="00841B65" w:rsidRDefault="00292768" w:rsidP="00292768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03CCB7CD" w14:textId="77777777" w:rsidR="009D2146" w:rsidRPr="00841B65" w:rsidRDefault="009D2146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7AC913C5" w14:textId="77777777" w:rsidR="00841B65" w:rsidRDefault="00841B65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30D150D1" w14:textId="4732969E" w:rsidR="00B34643" w:rsidRPr="00841B65" w:rsidRDefault="000A5629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lastRenderedPageBreak/>
        <w:t>Obrezovanje in formatiranje:</w:t>
      </w:r>
    </w:p>
    <w:p w14:paraId="6916256F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247"/>
        <w:gridCol w:w="4820"/>
      </w:tblGrid>
      <w:tr w:rsidR="00B34643" w:rsidRPr="00841B65" w14:paraId="60CC41C0" w14:textId="77777777" w:rsidTr="000A5629">
        <w:tc>
          <w:tcPr>
            <w:tcW w:w="3431" w:type="dxa"/>
            <w:shd w:val="clear" w:color="auto" w:fill="auto"/>
          </w:tcPr>
          <w:p w14:paraId="11A7066B" w14:textId="7E934FCD" w:rsidR="00B34643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</w:t>
            </w:r>
          </w:p>
        </w:tc>
        <w:tc>
          <w:tcPr>
            <w:tcW w:w="1247" w:type="dxa"/>
          </w:tcPr>
          <w:p w14:paraId="4FADEA59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4820" w:type="dxa"/>
            <w:shd w:val="clear" w:color="auto" w:fill="auto"/>
          </w:tcPr>
          <w:p w14:paraId="5E042A01" w14:textId="6DFF869F" w:rsidR="00B34643" w:rsidRPr="00841B65" w:rsidRDefault="004A4055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</w:t>
            </w:r>
            <w:r w:rsidR="00B34643" w:rsidRPr="00841B65">
              <w:rPr>
                <w:rFonts w:ascii="Tahoma" w:hAnsi="Tahoma" w:cs="Tahoma"/>
                <w:sz w:val="22"/>
                <w:szCs w:val="22"/>
              </w:rPr>
              <w:t xml:space="preserve"> količina</w:t>
            </w:r>
          </w:p>
        </w:tc>
      </w:tr>
      <w:tr w:rsidR="00B34643" w:rsidRPr="00841B65" w14:paraId="6E743B16" w14:textId="77777777" w:rsidTr="000A5629">
        <w:tc>
          <w:tcPr>
            <w:tcW w:w="3431" w:type="dxa"/>
            <w:shd w:val="clear" w:color="auto" w:fill="auto"/>
          </w:tcPr>
          <w:p w14:paraId="17035757" w14:textId="07F64465" w:rsidR="00B34643" w:rsidRPr="00841B65" w:rsidRDefault="000A5629" w:rsidP="000A5629">
            <w:pPr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Obrezovanje - formatiranje</w:t>
            </w:r>
          </w:p>
        </w:tc>
        <w:tc>
          <w:tcPr>
            <w:tcW w:w="1247" w:type="dxa"/>
          </w:tcPr>
          <w:p w14:paraId="763A705B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m2</w:t>
            </w:r>
          </w:p>
        </w:tc>
        <w:tc>
          <w:tcPr>
            <w:tcW w:w="4820" w:type="dxa"/>
            <w:shd w:val="clear" w:color="auto" w:fill="auto"/>
          </w:tcPr>
          <w:p w14:paraId="3AF54566" w14:textId="0171840A" w:rsidR="00B34643" w:rsidRPr="00841B65" w:rsidRDefault="000A5629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9.</w:t>
            </w:r>
            <w:r w:rsidR="000A34A1" w:rsidRPr="00841B65">
              <w:rPr>
                <w:rFonts w:ascii="Tahoma" w:hAnsi="Tahoma" w:cs="Tahoma"/>
                <w:sz w:val="22"/>
                <w:szCs w:val="22"/>
              </w:rPr>
              <w:t>0</w:t>
            </w:r>
            <w:r w:rsidR="00D259B7" w:rsidRPr="00841B65">
              <w:rPr>
                <w:rFonts w:ascii="Tahoma" w:hAnsi="Tahoma" w:cs="Tahoma"/>
                <w:sz w:val="22"/>
                <w:szCs w:val="22"/>
              </w:rPr>
              <w:t>00</w:t>
            </w:r>
          </w:p>
        </w:tc>
      </w:tr>
    </w:tbl>
    <w:p w14:paraId="7C0B9D72" w14:textId="6CB11FA8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4E08DD59" w14:textId="728DF34E" w:rsidR="00292768" w:rsidRPr="00841B65" w:rsidRDefault="00292768" w:rsidP="00292768">
      <w:pPr>
        <w:keepNext/>
        <w:keepLines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Izvajalec bo izvedel obrezovanje in formatiranje (npr. 1 PROJEKT (30 listov A4, 6 listov A0)</w:t>
      </w:r>
      <w:r w:rsidR="002773C4" w:rsidRPr="00841B65">
        <w:rPr>
          <w:rFonts w:ascii="Tahoma" w:hAnsi="Tahoma" w:cs="Tahoma"/>
          <w:sz w:val="22"/>
          <w:szCs w:val="22"/>
        </w:rPr>
        <w:t>*)</w:t>
      </w:r>
      <w:r w:rsidRPr="00841B65">
        <w:rPr>
          <w:rFonts w:ascii="Tahoma" w:hAnsi="Tahoma" w:cs="Tahoma"/>
          <w:sz w:val="22"/>
          <w:szCs w:val="22"/>
        </w:rPr>
        <w:t>, v naslednjih rokih, in sicer:</w:t>
      </w:r>
    </w:p>
    <w:p w14:paraId="45207A25" w14:textId="77777777" w:rsidR="00292768" w:rsidRPr="00841B65" w:rsidRDefault="00292768" w:rsidP="00292768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urgentna naročila najkasneje v roku 180 (sto osemdeset) minut od prejema pisnega naročila;</w:t>
      </w:r>
    </w:p>
    <w:p w14:paraId="09FABCFB" w14:textId="77777777" w:rsidR="00292768" w:rsidRPr="00841B65" w:rsidRDefault="00292768" w:rsidP="00292768">
      <w:pPr>
        <w:keepNext/>
        <w:keepLines/>
        <w:numPr>
          <w:ilvl w:val="0"/>
          <w:numId w:val="59"/>
        </w:numPr>
        <w:ind w:left="284" w:hanging="284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redna naročila najkasneje v roku 24 (štiriindvajset) ur od prejema pisnega naročila. Upošteva se delovni čas naročnika od 8.00 – 16.00 ure od ponedeljka do petka.</w:t>
      </w:r>
    </w:p>
    <w:p w14:paraId="5775674D" w14:textId="77777777" w:rsidR="00292768" w:rsidRPr="00841B65" w:rsidRDefault="00292768" w:rsidP="009A4262">
      <w:pPr>
        <w:widowControl w:val="0"/>
        <w:rPr>
          <w:rFonts w:ascii="Tahoma" w:hAnsi="Tahoma" w:cs="Tahoma"/>
          <w:sz w:val="22"/>
          <w:szCs w:val="22"/>
        </w:rPr>
      </w:pPr>
    </w:p>
    <w:p w14:paraId="64A41254" w14:textId="497C0B44" w:rsidR="00B34643" w:rsidRPr="00841B65" w:rsidRDefault="000A5629" w:rsidP="009A4262">
      <w:pPr>
        <w:widowControl w:val="0"/>
        <w:rPr>
          <w:rFonts w:ascii="Tahoma" w:hAnsi="Tahoma" w:cs="Tahoma"/>
          <w:b/>
          <w:sz w:val="22"/>
          <w:szCs w:val="22"/>
        </w:rPr>
      </w:pPr>
      <w:r w:rsidRPr="00841B65">
        <w:rPr>
          <w:rFonts w:ascii="Tahoma" w:hAnsi="Tahoma" w:cs="Tahoma"/>
          <w:b/>
          <w:sz w:val="22"/>
          <w:szCs w:val="22"/>
        </w:rPr>
        <w:t>Vezava knjig</w:t>
      </w:r>
      <w:r w:rsidR="00B34643" w:rsidRPr="00841B65">
        <w:rPr>
          <w:rFonts w:ascii="Tahoma" w:hAnsi="Tahoma" w:cs="Tahoma"/>
          <w:b/>
          <w:sz w:val="22"/>
          <w:szCs w:val="22"/>
        </w:rPr>
        <w:t>:</w:t>
      </w:r>
    </w:p>
    <w:p w14:paraId="055FFA5C" w14:textId="77777777" w:rsidR="00B34643" w:rsidRPr="00841B65" w:rsidRDefault="00B34643" w:rsidP="009A4262">
      <w:pPr>
        <w:widowControl w:val="0"/>
        <w:rPr>
          <w:rFonts w:ascii="Tahoma" w:hAnsi="Tahoma" w:cs="Tahoma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247"/>
        <w:gridCol w:w="4820"/>
      </w:tblGrid>
      <w:tr w:rsidR="00B34643" w:rsidRPr="00841B65" w14:paraId="224A4FFE" w14:textId="77777777" w:rsidTr="000A5629">
        <w:tc>
          <w:tcPr>
            <w:tcW w:w="3431" w:type="dxa"/>
            <w:shd w:val="clear" w:color="auto" w:fill="auto"/>
          </w:tcPr>
          <w:p w14:paraId="4E1446BB" w14:textId="5B6B750D" w:rsidR="00B34643" w:rsidRPr="00841B65" w:rsidRDefault="000A5629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Lastnosti</w:t>
            </w:r>
          </w:p>
        </w:tc>
        <w:tc>
          <w:tcPr>
            <w:tcW w:w="1247" w:type="dxa"/>
          </w:tcPr>
          <w:p w14:paraId="7AEA4D52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EM</w:t>
            </w:r>
          </w:p>
        </w:tc>
        <w:tc>
          <w:tcPr>
            <w:tcW w:w="4820" w:type="dxa"/>
            <w:shd w:val="clear" w:color="auto" w:fill="auto"/>
          </w:tcPr>
          <w:p w14:paraId="09A53762" w14:textId="2FC83D9E" w:rsidR="00B34643" w:rsidRPr="00841B65" w:rsidRDefault="004A4055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Predvidena</w:t>
            </w:r>
            <w:r w:rsidR="00B34643" w:rsidRPr="00841B65">
              <w:rPr>
                <w:rFonts w:ascii="Tahoma" w:hAnsi="Tahoma" w:cs="Tahoma"/>
                <w:sz w:val="22"/>
                <w:szCs w:val="22"/>
              </w:rPr>
              <w:t xml:space="preserve"> količina</w:t>
            </w:r>
          </w:p>
        </w:tc>
      </w:tr>
      <w:tr w:rsidR="00B34643" w:rsidRPr="00841B65" w14:paraId="13CA9B1D" w14:textId="77777777" w:rsidTr="000A5629">
        <w:tc>
          <w:tcPr>
            <w:tcW w:w="3431" w:type="dxa"/>
            <w:shd w:val="clear" w:color="auto" w:fill="auto"/>
          </w:tcPr>
          <w:p w14:paraId="17EB8F41" w14:textId="77777777" w:rsidR="00B34643" w:rsidRPr="00841B65" w:rsidRDefault="00B34643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VEZAVA KNJIG – 200 listov</w:t>
            </w:r>
          </w:p>
          <w:p w14:paraId="42E36B22" w14:textId="77777777" w:rsidR="00B34643" w:rsidRPr="00841B65" w:rsidRDefault="00B34643" w:rsidP="009A426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(samo vezava in platnice)</w:t>
            </w:r>
          </w:p>
        </w:tc>
        <w:tc>
          <w:tcPr>
            <w:tcW w:w="1247" w:type="dxa"/>
            <w:vAlign w:val="center"/>
          </w:tcPr>
          <w:p w14:paraId="2991CBDF" w14:textId="77777777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kos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946FFA7" w14:textId="10F01A41" w:rsidR="00B34643" w:rsidRPr="00841B65" w:rsidRDefault="00B34643" w:rsidP="009A4262">
            <w:pPr>
              <w:widowControl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1B65">
              <w:rPr>
                <w:rFonts w:ascii="Tahoma" w:hAnsi="Tahoma" w:cs="Tahoma"/>
                <w:sz w:val="22"/>
                <w:szCs w:val="22"/>
              </w:rPr>
              <w:t>1</w:t>
            </w:r>
            <w:r w:rsidR="000A34A1" w:rsidRPr="00841B65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</w:tr>
    </w:tbl>
    <w:p w14:paraId="26A3FC3C" w14:textId="56475095" w:rsidR="00D96B15" w:rsidRPr="00841B65" w:rsidRDefault="00D96B15" w:rsidP="00D96B15">
      <w:pPr>
        <w:widowControl w:val="0"/>
        <w:ind w:left="720"/>
        <w:rPr>
          <w:rFonts w:ascii="Tahoma" w:hAnsi="Tahoma" w:cs="Tahoma"/>
          <w:sz w:val="22"/>
          <w:szCs w:val="22"/>
        </w:rPr>
      </w:pPr>
    </w:p>
    <w:p w14:paraId="66409035" w14:textId="39B56368" w:rsidR="00292768" w:rsidRPr="00841B65" w:rsidRDefault="00292768" w:rsidP="00292768">
      <w:pPr>
        <w:keepNext/>
        <w:keepLines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41B65">
        <w:rPr>
          <w:rFonts w:ascii="Tahoma" w:hAnsi="Tahoma" w:cs="Tahoma"/>
          <w:sz w:val="22"/>
          <w:szCs w:val="22"/>
        </w:rPr>
        <w:t>Izvajalec bo izvedel vezavo knjig (samo vezava in platnice), v roku 5 (petih) delovnih dni od prejema pisnega naročila.</w:t>
      </w:r>
    </w:p>
    <w:p w14:paraId="1233CC8D" w14:textId="23E84C79" w:rsidR="000A5629" w:rsidRPr="00841B65" w:rsidRDefault="000A5629" w:rsidP="00292768">
      <w:pPr>
        <w:pStyle w:val="Naslov10"/>
        <w:widowControl w:val="0"/>
        <w:spacing w:before="0" w:after="0"/>
        <w:jc w:val="both"/>
        <w:outlineLvl w:val="2"/>
        <w:rPr>
          <w:rFonts w:ascii="Tahoma" w:hAnsi="Tahoma" w:cs="Tahoma"/>
          <w:b w:val="0"/>
          <w:sz w:val="22"/>
          <w:szCs w:val="22"/>
        </w:rPr>
      </w:pPr>
    </w:p>
    <w:sectPr w:rsidR="000A5629" w:rsidRPr="00841B65" w:rsidSect="00B7591B">
      <w:headerReference w:type="default" r:id="rId9"/>
      <w:footerReference w:type="even" r:id="rId10"/>
      <w:footerReference w:type="default" r:id="rId11"/>
      <w:pgSz w:w="11906" w:h="16838"/>
      <w:pgMar w:top="1134" w:right="1134" w:bottom="1134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95E3E" w14:textId="77777777" w:rsidR="008420A8" w:rsidRDefault="008420A8">
      <w:r>
        <w:separator/>
      </w:r>
    </w:p>
  </w:endnote>
  <w:endnote w:type="continuationSeparator" w:id="0">
    <w:p w14:paraId="0E582706" w14:textId="77777777" w:rsidR="008420A8" w:rsidRDefault="0084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L Cou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8B93" w14:textId="77777777" w:rsidR="0078190A" w:rsidRDefault="0078190A" w:rsidP="006B7D21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F143C46" w14:textId="77777777" w:rsidR="0078190A" w:rsidRDefault="0078190A" w:rsidP="00B8449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5809" w14:textId="234ABE8A" w:rsidR="0078190A" w:rsidRPr="003D5E95" w:rsidRDefault="0078190A">
    <w:pPr>
      <w:pStyle w:val="Noga"/>
      <w:jc w:val="center"/>
      <w:rPr>
        <w:rFonts w:ascii="Tahoma" w:hAnsi="Tahoma" w:cs="Tahoma"/>
        <w:sz w:val="16"/>
        <w:szCs w:val="16"/>
      </w:rPr>
    </w:pPr>
    <w:r w:rsidRPr="003D5E95">
      <w:rPr>
        <w:rFonts w:ascii="Tahoma" w:hAnsi="Tahoma" w:cs="Tahoma"/>
        <w:sz w:val="16"/>
        <w:szCs w:val="16"/>
      </w:rPr>
      <w:t xml:space="preserve">Stran </w:t>
    </w:r>
    <w:r w:rsidRPr="003D5E95">
      <w:rPr>
        <w:rFonts w:ascii="Tahoma" w:hAnsi="Tahoma" w:cs="Tahoma"/>
        <w:bCs/>
        <w:sz w:val="16"/>
        <w:szCs w:val="16"/>
      </w:rPr>
      <w:fldChar w:fldCharType="begin"/>
    </w:r>
    <w:r w:rsidRPr="003D5E95">
      <w:rPr>
        <w:rFonts w:ascii="Tahoma" w:hAnsi="Tahoma" w:cs="Tahoma"/>
        <w:bCs/>
        <w:sz w:val="16"/>
        <w:szCs w:val="16"/>
      </w:rPr>
      <w:instrText>PAGE</w:instrText>
    </w:r>
    <w:r w:rsidRPr="003D5E95">
      <w:rPr>
        <w:rFonts w:ascii="Tahoma" w:hAnsi="Tahoma" w:cs="Tahoma"/>
        <w:bCs/>
        <w:sz w:val="16"/>
        <w:szCs w:val="16"/>
      </w:rPr>
      <w:fldChar w:fldCharType="separate"/>
    </w:r>
    <w:r w:rsidR="005E6CC1">
      <w:rPr>
        <w:rFonts w:ascii="Tahoma" w:hAnsi="Tahoma" w:cs="Tahoma"/>
        <w:bCs/>
        <w:noProof/>
        <w:sz w:val="16"/>
        <w:szCs w:val="16"/>
      </w:rPr>
      <w:t>3</w:t>
    </w:r>
    <w:r w:rsidRPr="003D5E95">
      <w:rPr>
        <w:rFonts w:ascii="Tahoma" w:hAnsi="Tahoma" w:cs="Tahoma"/>
        <w:bCs/>
        <w:sz w:val="16"/>
        <w:szCs w:val="16"/>
      </w:rPr>
      <w:fldChar w:fldCharType="end"/>
    </w:r>
    <w:r w:rsidRPr="003D5E95">
      <w:rPr>
        <w:rFonts w:ascii="Tahoma" w:hAnsi="Tahoma" w:cs="Tahoma"/>
        <w:sz w:val="16"/>
        <w:szCs w:val="16"/>
      </w:rPr>
      <w:t xml:space="preserve"> od </w:t>
    </w:r>
    <w:r w:rsidRPr="003D5E95">
      <w:rPr>
        <w:rFonts w:ascii="Tahoma" w:hAnsi="Tahoma" w:cs="Tahoma"/>
        <w:bCs/>
        <w:sz w:val="16"/>
        <w:szCs w:val="16"/>
      </w:rPr>
      <w:fldChar w:fldCharType="begin"/>
    </w:r>
    <w:r w:rsidRPr="003D5E95">
      <w:rPr>
        <w:rFonts w:ascii="Tahoma" w:hAnsi="Tahoma" w:cs="Tahoma"/>
        <w:bCs/>
        <w:sz w:val="16"/>
        <w:szCs w:val="16"/>
      </w:rPr>
      <w:instrText>NUMPAGES</w:instrText>
    </w:r>
    <w:r w:rsidRPr="003D5E95">
      <w:rPr>
        <w:rFonts w:ascii="Tahoma" w:hAnsi="Tahoma" w:cs="Tahoma"/>
        <w:bCs/>
        <w:sz w:val="16"/>
        <w:szCs w:val="16"/>
      </w:rPr>
      <w:fldChar w:fldCharType="separate"/>
    </w:r>
    <w:r w:rsidR="005E6CC1">
      <w:rPr>
        <w:rFonts w:ascii="Tahoma" w:hAnsi="Tahoma" w:cs="Tahoma"/>
        <w:bCs/>
        <w:noProof/>
        <w:sz w:val="16"/>
        <w:szCs w:val="16"/>
      </w:rPr>
      <w:t>3</w:t>
    </w:r>
    <w:r w:rsidRPr="003D5E95">
      <w:rPr>
        <w:rFonts w:ascii="Tahoma" w:hAnsi="Tahoma" w:cs="Tahom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65F56" w14:textId="77777777" w:rsidR="008420A8" w:rsidRDefault="008420A8">
      <w:r>
        <w:separator/>
      </w:r>
    </w:p>
  </w:footnote>
  <w:footnote w:type="continuationSeparator" w:id="0">
    <w:p w14:paraId="660B4E01" w14:textId="77777777" w:rsidR="008420A8" w:rsidRDefault="00842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1681" w14:textId="4250A4E3" w:rsidR="00B7591B" w:rsidRPr="006846DF" w:rsidRDefault="00B7591B" w:rsidP="00B7591B">
    <w:pPr>
      <w:pStyle w:val="Glava"/>
      <w:tabs>
        <w:tab w:val="clear" w:pos="4536"/>
        <w:tab w:val="clear" w:pos="9072"/>
      </w:tabs>
      <w:jc w:val="right"/>
    </w:pPr>
    <w:r w:rsidRPr="006846DF">
      <w:t xml:space="preserve">Priloga št. 1 k </w:t>
    </w:r>
    <w:r>
      <w:t>okvirnemu sporazumu</w:t>
    </w:r>
    <w:r w:rsidRPr="006846DF">
      <w:tab/>
    </w:r>
  </w:p>
  <w:p w14:paraId="23BDEA64" w14:textId="77777777" w:rsidR="0078190A" w:rsidRPr="00B05C94" w:rsidRDefault="0078190A" w:rsidP="00B05C94">
    <w:pPr>
      <w:pStyle w:val="Glava"/>
      <w:jc w:val="right"/>
      <w:rPr>
        <w:rFonts w:ascii="Tahoma" w:hAnsi="Tahoma" w:cs="Tahoma"/>
        <w:sz w:val="18"/>
        <w:szCs w:val="18"/>
      </w:rPr>
    </w:pPr>
  </w:p>
  <w:p w14:paraId="47D5B493" w14:textId="7D618695" w:rsidR="0078190A" w:rsidRPr="00B7358B" w:rsidRDefault="0078190A" w:rsidP="002D15AB">
    <w:pPr>
      <w:pStyle w:val="Glava"/>
      <w:tabs>
        <w:tab w:val="clear" w:pos="9072"/>
        <w:tab w:val="center" w:pos="4677"/>
      </w:tabs>
      <w:rPr>
        <w:rFonts w:ascii="Tahoma" w:hAnsi="Tahoma" w:cs="Tahoma"/>
        <w:sz w:val="16"/>
        <w:szCs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eastAsia="StarSymbol"/>
      </w:rPr>
    </w:lvl>
  </w:abstractNum>
  <w:abstractNum w:abstractNumId="1" w15:restartNumberingAfterBreak="0">
    <w:nsid w:val="04ED37DC"/>
    <w:multiLevelType w:val="hybridMultilevel"/>
    <w:tmpl w:val="58065FA4"/>
    <w:lvl w:ilvl="0" w:tplc="D82A4944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711F"/>
    <w:multiLevelType w:val="hybridMultilevel"/>
    <w:tmpl w:val="985A4D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233F9"/>
    <w:multiLevelType w:val="hybridMultilevel"/>
    <w:tmpl w:val="44E0D2A2"/>
    <w:lvl w:ilvl="0" w:tplc="216EF2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3B6034"/>
    <w:multiLevelType w:val="hybridMultilevel"/>
    <w:tmpl w:val="7A16FE18"/>
    <w:lvl w:ilvl="0" w:tplc="0908E0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853692"/>
    <w:multiLevelType w:val="hybridMultilevel"/>
    <w:tmpl w:val="05828AD4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35F54"/>
    <w:multiLevelType w:val="hybridMultilevel"/>
    <w:tmpl w:val="8F121E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B3E6F"/>
    <w:multiLevelType w:val="singleLevel"/>
    <w:tmpl w:val="194A92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181542"/>
    <w:multiLevelType w:val="hybridMultilevel"/>
    <w:tmpl w:val="572E1B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483CC8"/>
    <w:multiLevelType w:val="hybridMultilevel"/>
    <w:tmpl w:val="7316A70E"/>
    <w:lvl w:ilvl="0" w:tplc="60309A36">
      <w:start w:val="1"/>
      <w:numFmt w:val="decimal"/>
      <w:lvlText w:val="%1."/>
      <w:lvlJc w:val="center"/>
      <w:pPr>
        <w:tabs>
          <w:tab w:val="num" w:pos="4613"/>
        </w:tabs>
        <w:ind w:left="4253" w:firstLine="0"/>
      </w:pPr>
      <w:rPr>
        <w:rFonts w:ascii="Tahoma" w:hAnsi="Tahoma" w:hint="default"/>
        <w:b w:val="0"/>
        <w:i w:val="0"/>
        <w:sz w:val="22"/>
      </w:rPr>
    </w:lvl>
    <w:lvl w:ilvl="1" w:tplc="5080D11A">
      <w:start w:val="1"/>
      <w:numFmt w:val="bullet"/>
      <w:lvlText w:val="-"/>
      <w:lvlJc w:val="left"/>
      <w:pPr>
        <w:tabs>
          <w:tab w:val="num" w:pos="4829"/>
        </w:tabs>
        <w:ind w:left="4112" w:firstLine="357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6272"/>
        </w:tabs>
        <w:ind w:left="6272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6992"/>
        </w:tabs>
        <w:ind w:left="6992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7712"/>
        </w:tabs>
        <w:ind w:left="7712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8432"/>
        </w:tabs>
        <w:ind w:left="8432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9152"/>
        </w:tabs>
        <w:ind w:left="9152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9872"/>
        </w:tabs>
        <w:ind w:left="9872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10592"/>
        </w:tabs>
        <w:ind w:left="10592" w:hanging="180"/>
      </w:pPr>
    </w:lvl>
  </w:abstractNum>
  <w:abstractNum w:abstractNumId="12" w15:restartNumberingAfterBreak="0">
    <w:nsid w:val="1BF36D46"/>
    <w:multiLevelType w:val="hybridMultilevel"/>
    <w:tmpl w:val="45AA0A96"/>
    <w:lvl w:ilvl="0" w:tplc="1722F1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38468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E6575B"/>
    <w:multiLevelType w:val="hybridMultilevel"/>
    <w:tmpl w:val="61EC16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5" w15:restartNumberingAfterBreak="0">
    <w:nsid w:val="23274FED"/>
    <w:multiLevelType w:val="multilevel"/>
    <w:tmpl w:val="CC02EE50"/>
    <w:name w:val="Legal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caps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2L2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324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396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Legal2L8"/>
      <w:lvlText w:val="(%8)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pStyle w:val="Legal2L9"/>
      <w:lvlText w:val="(%9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6FD7F0D"/>
    <w:multiLevelType w:val="singleLevel"/>
    <w:tmpl w:val="B0649320"/>
    <w:lvl w:ilvl="0">
      <w:start w:val="1"/>
      <w:numFmt w:val="upperRoman"/>
      <w:pStyle w:val="Naslov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84C91"/>
    <w:multiLevelType w:val="hybridMultilevel"/>
    <w:tmpl w:val="E7426FD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F479D4"/>
    <w:multiLevelType w:val="multilevel"/>
    <w:tmpl w:val="ECA2BF44"/>
    <w:lvl w:ilvl="0">
      <w:start w:val="2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2D3C186F"/>
    <w:multiLevelType w:val="hybridMultilevel"/>
    <w:tmpl w:val="8BBC39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42F1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A2A91"/>
    <w:multiLevelType w:val="hybridMultilevel"/>
    <w:tmpl w:val="7780F0CC"/>
    <w:lvl w:ilvl="0" w:tplc="9D8C90FA">
      <w:numFmt w:val="bullet"/>
      <w:lvlText w:val="-"/>
      <w:lvlJc w:val="left"/>
      <w:pPr>
        <w:ind w:left="930" w:hanging="570"/>
      </w:pPr>
      <w:rPr>
        <w:rFonts w:ascii="Times New Roman" w:hAnsi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7D1D72"/>
    <w:multiLevelType w:val="hybridMultilevel"/>
    <w:tmpl w:val="B3D44D78"/>
    <w:lvl w:ilvl="0" w:tplc="04240019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44399"/>
    <w:multiLevelType w:val="hybridMultilevel"/>
    <w:tmpl w:val="022834E8"/>
    <w:lvl w:ilvl="0" w:tplc="10E692A4">
      <w:start w:val="1"/>
      <w:numFmt w:val="bullet"/>
      <w:pStyle w:val="Alineje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DFABE04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1E56355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588D14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D3EC0A6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7B4C3A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7CF2B57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30C5A12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FBC394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34372C"/>
    <w:multiLevelType w:val="hybridMultilevel"/>
    <w:tmpl w:val="0EDA01E4"/>
    <w:lvl w:ilvl="0" w:tplc="C0669C56">
      <w:start w:val="1"/>
      <w:numFmt w:val="decimal"/>
      <w:lvlText w:val="%1."/>
      <w:lvlJc w:val="left"/>
      <w:pPr>
        <w:ind w:left="768" w:hanging="408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70462"/>
    <w:multiLevelType w:val="hybridMultilevel"/>
    <w:tmpl w:val="0702317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52F8F"/>
    <w:multiLevelType w:val="hybridMultilevel"/>
    <w:tmpl w:val="CB7CD406"/>
    <w:lvl w:ilvl="0" w:tplc="936623A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274D6A"/>
    <w:multiLevelType w:val="hybridMultilevel"/>
    <w:tmpl w:val="359CEF24"/>
    <w:lvl w:ilvl="0" w:tplc="CBE49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D5614D"/>
    <w:multiLevelType w:val="hybridMultilevel"/>
    <w:tmpl w:val="36002F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9F06202"/>
    <w:multiLevelType w:val="hybridMultilevel"/>
    <w:tmpl w:val="7C60FD1E"/>
    <w:lvl w:ilvl="0" w:tplc="D4BE26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9764782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C7580AB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9E7D0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0BA14E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5B6EDD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9D6688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646A67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D3C912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07B6ACA"/>
    <w:multiLevelType w:val="hybridMultilevel"/>
    <w:tmpl w:val="0BAE8392"/>
    <w:lvl w:ilvl="0" w:tplc="F2B0E23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02F1C"/>
    <w:multiLevelType w:val="hybridMultilevel"/>
    <w:tmpl w:val="2E42DEC4"/>
    <w:lvl w:ilvl="0" w:tplc="FED0054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480E9B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9B34C796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704A1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F65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360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6D4C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684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4EB6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5452F7B"/>
    <w:multiLevelType w:val="singleLevel"/>
    <w:tmpl w:val="9D8C90FA"/>
    <w:lvl w:ilvl="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</w:abstractNum>
  <w:abstractNum w:abstractNumId="34" w15:restartNumberingAfterBreak="0">
    <w:nsid w:val="49D536D3"/>
    <w:multiLevelType w:val="hybridMultilevel"/>
    <w:tmpl w:val="B98823BE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05194"/>
    <w:multiLevelType w:val="hybridMultilevel"/>
    <w:tmpl w:val="6EC605A0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7B58DB"/>
    <w:multiLevelType w:val="hybridMultilevel"/>
    <w:tmpl w:val="0D6A174E"/>
    <w:lvl w:ilvl="0" w:tplc="E96683E2">
      <w:start w:val="3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C6229A"/>
    <w:multiLevelType w:val="hybridMultilevel"/>
    <w:tmpl w:val="50229C7C"/>
    <w:lvl w:ilvl="0" w:tplc="E410C19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F8052A"/>
    <w:multiLevelType w:val="hybridMultilevel"/>
    <w:tmpl w:val="AA2CE4DA"/>
    <w:lvl w:ilvl="0" w:tplc="F98C058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1F549C"/>
    <w:multiLevelType w:val="hybridMultilevel"/>
    <w:tmpl w:val="653AE858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EC6C5F"/>
    <w:multiLevelType w:val="hybridMultilevel"/>
    <w:tmpl w:val="A2D42AF0"/>
    <w:lvl w:ilvl="0" w:tplc="FEE68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B62EC8"/>
    <w:multiLevelType w:val="hybridMultilevel"/>
    <w:tmpl w:val="54525580"/>
    <w:lvl w:ilvl="0" w:tplc="FAD0CA4E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669278A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2548B9"/>
    <w:multiLevelType w:val="hybridMultilevel"/>
    <w:tmpl w:val="44D070DE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452AC2"/>
    <w:multiLevelType w:val="hybridMultilevel"/>
    <w:tmpl w:val="227EAE3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6F6BE3"/>
    <w:multiLevelType w:val="hybridMultilevel"/>
    <w:tmpl w:val="41D4E9AC"/>
    <w:lvl w:ilvl="0" w:tplc="2CECA72C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500820"/>
    <w:multiLevelType w:val="hybridMultilevel"/>
    <w:tmpl w:val="C2BE6E4C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0E7C49"/>
    <w:multiLevelType w:val="hybridMultilevel"/>
    <w:tmpl w:val="54C6AD2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9441755"/>
    <w:multiLevelType w:val="hybridMultilevel"/>
    <w:tmpl w:val="7FDE0EC0"/>
    <w:lvl w:ilvl="0" w:tplc="F2B0E23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EB33E1"/>
    <w:multiLevelType w:val="hybridMultilevel"/>
    <w:tmpl w:val="086A315E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B2A60"/>
    <w:multiLevelType w:val="hybridMultilevel"/>
    <w:tmpl w:val="9E54700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44C612F"/>
    <w:multiLevelType w:val="hybridMultilevel"/>
    <w:tmpl w:val="8B3AD0E4"/>
    <w:lvl w:ilvl="0" w:tplc="FAD0CA4E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C860E7"/>
    <w:multiLevelType w:val="hybridMultilevel"/>
    <w:tmpl w:val="B3007F5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6853EA"/>
    <w:multiLevelType w:val="multilevel"/>
    <w:tmpl w:val="182A48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4" w15:restartNumberingAfterBreak="0">
    <w:nsid w:val="76920338"/>
    <w:multiLevelType w:val="hybridMultilevel"/>
    <w:tmpl w:val="4726FB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9E2C1E"/>
    <w:multiLevelType w:val="multilevel"/>
    <w:tmpl w:val="4B8EF0E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C32837"/>
    <w:multiLevelType w:val="hybridMultilevel"/>
    <w:tmpl w:val="6CBA7FFE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DD6D7D"/>
    <w:multiLevelType w:val="hybridMultilevel"/>
    <w:tmpl w:val="5070460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C12115E"/>
    <w:multiLevelType w:val="multilevel"/>
    <w:tmpl w:val="8812A9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SlogNaslov8Tahoma11ptKrepkoNeLeeePred0ptZa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9" w15:restartNumberingAfterBreak="0">
    <w:nsid w:val="7C494C0A"/>
    <w:multiLevelType w:val="hybridMultilevel"/>
    <w:tmpl w:val="C3F89E7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5F13A9"/>
    <w:multiLevelType w:val="hybridMultilevel"/>
    <w:tmpl w:val="BE3CA2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69722D"/>
    <w:multiLevelType w:val="hybridMultilevel"/>
    <w:tmpl w:val="8CDA1FC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8"/>
  </w:num>
  <w:num w:numId="3">
    <w:abstractNumId w:val="28"/>
  </w:num>
  <w:num w:numId="4">
    <w:abstractNumId w:val="17"/>
  </w:num>
  <w:num w:numId="5">
    <w:abstractNumId w:val="30"/>
  </w:num>
  <w:num w:numId="6">
    <w:abstractNumId w:val="33"/>
  </w:num>
  <w:num w:numId="7">
    <w:abstractNumId w:val="24"/>
  </w:num>
  <w:num w:numId="8">
    <w:abstractNumId w:val="15"/>
  </w:num>
  <w:num w:numId="9">
    <w:abstractNumId w:val="19"/>
  </w:num>
  <w:num w:numId="10">
    <w:abstractNumId w:val="48"/>
  </w:num>
  <w:num w:numId="11">
    <w:abstractNumId w:val="6"/>
  </w:num>
  <w:num w:numId="12">
    <w:abstractNumId w:val="14"/>
  </w:num>
  <w:num w:numId="13">
    <w:abstractNumId w:val="32"/>
  </w:num>
  <w:num w:numId="14">
    <w:abstractNumId w:val="7"/>
  </w:num>
  <w:num w:numId="15">
    <w:abstractNumId w:val="23"/>
  </w:num>
  <w:num w:numId="16">
    <w:abstractNumId w:val="4"/>
  </w:num>
  <w:num w:numId="17">
    <w:abstractNumId w:val="41"/>
  </w:num>
  <w:num w:numId="18">
    <w:abstractNumId w:val="56"/>
  </w:num>
  <w:num w:numId="19">
    <w:abstractNumId w:val="31"/>
  </w:num>
  <w:num w:numId="20">
    <w:abstractNumId w:val="47"/>
  </w:num>
  <w:num w:numId="21">
    <w:abstractNumId w:val="26"/>
  </w:num>
  <w:num w:numId="22">
    <w:abstractNumId w:val="39"/>
  </w:num>
  <w:num w:numId="23">
    <w:abstractNumId w:val="42"/>
  </w:num>
  <w:num w:numId="24">
    <w:abstractNumId w:val="8"/>
  </w:num>
  <w:num w:numId="25">
    <w:abstractNumId w:val="20"/>
  </w:num>
  <w:num w:numId="26">
    <w:abstractNumId w:val="53"/>
  </w:num>
  <w:num w:numId="27">
    <w:abstractNumId w:val="21"/>
  </w:num>
  <w:num w:numId="28">
    <w:abstractNumId w:val="22"/>
  </w:num>
  <w:num w:numId="29">
    <w:abstractNumId w:val="5"/>
  </w:num>
  <w:num w:numId="30">
    <w:abstractNumId w:val="44"/>
  </w:num>
  <w:num w:numId="31">
    <w:abstractNumId w:val="54"/>
  </w:num>
  <w:num w:numId="32">
    <w:abstractNumId w:val="52"/>
  </w:num>
  <w:num w:numId="33">
    <w:abstractNumId w:val="40"/>
  </w:num>
  <w:num w:numId="34">
    <w:abstractNumId w:val="51"/>
  </w:num>
  <w:num w:numId="35">
    <w:abstractNumId w:val="35"/>
  </w:num>
  <w:num w:numId="36">
    <w:abstractNumId w:val="50"/>
  </w:num>
  <w:num w:numId="37">
    <w:abstractNumId w:val="2"/>
  </w:num>
  <w:num w:numId="38">
    <w:abstractNumId w:val="10"/>
  </w:num>
  <w:num w:numId="39">
    <w:abstractNumId w:val="43"/>
  </w:num>
  <w:num w:numId="40">
    <w:abstractNumId w:val="38"/>
  </w:num>
  <w:num w:numId="41">
    <w:abstractNumId w:val="46"/>
  </w:num>
  <w:num w:numId="42">
    <w:abstractNumId w:val="18"/>
  </w:num>
  <w:num w:numId="43">
    <w:abstractNumId w:val="57"/>
  </w:num>
  <w:num w:numId="44">
    <w:abstractNumId w:val="61"/>
  </w:num>
  <w:num w:numId="45">
    <w:abstractNumId w:val="36"/>
  </w:num>
  <w:num w:numId="46">
    <w:abstractNumId w:val="55"/>
  </w:num>
  <w:num w:numId="47">
    <w:abstractNumId w:val="45"/>
  </w:num>
  <w:num w:numId="48">
    <w:abstractNumId w:val="25"/>
  </w:num>
  <w:num w:numId="49">
    <w:abstractNumId w:val="34"/>
  </w:num>
  <w:num w:numId="50">
    <w:abstractNumId w:val="12"/>
  </w:num>
  <w:num w:numId="51">
    <w:abstractNumId w:val="29"/>
  </w:num>
  <w:num w:numId="52">
    <w:abstractNumId w:val="9"/>
  </w:num>
  <w:num w:numId="53">
    <w:abstractNumId w:val="27"/>
  </w:num>
  <w:num w:numId="54">
    <w:abstractNumId w:val="3"/>
  </w:num>
  <w:num w:numId="55">
    <w:abstractNumId w:val="37"/>
  </w:num>
  <w:num w:numId="56">
    <w:abstractNumId w:val="13"/>
  </w:num>
  <w:num w:numId="57">
    <w:abstractNumId w:val="60"/>
  </w:num>
  <w:num w:numId="58">
    <w:abstractNumId w:val="49"/>
  </w:num>
  <w:num w:numId="59">
    <w:abstractNumId w:val="59"/>
  </w:num>
  <w:num w:numId="60">
    <w:abstractNumId w:val="1"/>
  </w:num>
  <w:num w:numId="61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4A9"/>
    <w:rsid w:val="00000E45"/>
    <w:rsid w:val="0000139F"/>
    <w:rsid w:val="00001774"/>
    <w:rsid w:val="00001A14"/>
    <w:rsid w:val="00002419"/>
    <w:rsid w:val="000032E0"/>
    <w:rsid w:val="000039A0"/>
    <w:rsid w:val="00004680"/>
    <w:rsid w:val="000046E7"/>
    <w:rsid w:val="000048BC"/>
    <w:rsid w:val="00004FAB"/>
    <w:rsid w:val="0000530B"/>
    <w:rsid w:val="000071A1"/>
    <w:rsid w:val="00007905"/>
    <w:rsid w:val="0001007F"/>
    <w:rsid w:val="00010D53"/>
    <w:rsid w:val="0001147C"/>
    <w:rsid w:val="0001220B"/>
    <w:rsid w:val="0001256D"/>
    <w:rsid w:val="0001352D"/>
    <w:rsid w:val="00014C4C"/>
    <w:rsid w:val="00015BD4"/>
    <w:rsid w:val="00016137"/>
    <w:rsid w:val="000179CC"/>
    <w:rsid w:val="00017B6A"/>
    <w:rsid w:val="000210D4"/>
    <w:rsid w:val="0002196C"/>
    <w:rsid w:val="00021FB9"/>
    <w:rsid w:val="00024805"/>
    <w:rsid w:val="00024845"/>
    <w:rsid w:val="00025505"/>
    <w:rsid w:val="00025AD8"/>
    <w:rsid w:val="00025FF3"/>
    <w:rsid w:val="000260A2"/>
    <w:rsid w:val="0002644B"/>
    <w:rsid w:val="00026873"/>
    <w:rsid w:val="00030043"/>
    <w:rsid w:val="00030B9C"/>
    <w:rsid w:val="000324C4"/>
    <w:rsid w:val="00032E17"/>
    <w:rsid w:val="00032E4F"/>
    <w:rsid w:val="000336A1"/>
    <w:rsid w:val="00033AF6"/>
    <w:rsid w:val="00033D23"/>
    <w:rsid w:val="000348F4"/>
    <w:rsid w:val="00034BD4"/>
    <w:rsid w:val="000354C5"/>
    <w:rsid w:val="00036BF0"/>
    <w:rsid w:val="000377BC"/>
    <w:rsid w:val="00040662"/>
    <w:rsid w:val="0004082C"/>
    <w:rsid w:val="000408E8"/>
    <w:rsid w:val="0004312D"/>
    <w:rsid w:val="00043567"/>
    <w:rsid w:val="000437EF"/>
    <w:rsid w:val="00044A44"/>
    <w:rsid w:val="00044BFF"/>
    <w:rsid w:val="0004554A"/>
    <w:rsid w:val="00045B6D"/>
    <w:rsid w:val="00045DBA"/>
    <w:rsid w:val="00045E54"/>
    <w:rsid w:val="0004643C"/>
    <w:rsid w:val="0005020F"/>
    <w:rsid w:val="000507A9"/>
    <w:rsid w:val="00050A37"/>
    <w:rsid w:val="00050FA6"/>
    <w:rsid w:val="00051E7E"/>
    <w:rsid w:val="00052CB8"/>
    <w:rsid w:val="00053BF9"/>
    <w:rsid w:val="00053D56"/>
    <w:rsid w:val="0005492D"/>
    <w:rsid w:val="00055332"/>
    <w:rsid w:val="00055360"/>
    <w:rsid w:val="000564AE"/>
    <w:rsid w:val="000565C4"/>
    <w:rsid w:val="0005682B"/>
    <w:rsid w:val="00056F96"/>
    <w:rsid w:val="00057839"/>
    <w:rsid w:val="00057C69"/>
    <w:rsid w:val="00057EEE"/>
    <w:rsid w:val="00060D80"/>
    <w:rsid w:val="000620C0"/>
    <w:rsid w:val="00063945"/>
    <w:rsid w:val="00065A45"/>
    <w:rsid w:val="00065F8B"/>
    <w:rsid w:val="00066AF1"/>
    <w:rsid w:val="00067432"/>
    <w:rsid w:val="000703CD"/>
    <w:rsid w:val="00071252"/>
    <w:rsid w:val="000714E3"/>
    <w:rsid w:val="00071AC5"/>
    <w:rsid w:val="00071F59"/>
    <w:rsid w:val="000720BB"/>
    <w:rsid w:val="00072C2B"/>
    <w:rsid w:val="00073EB5"/>
    <w:rsid w:val="00074617"/>
    <w:rsid w:val="00074853"/>
    <w:rsid w:val="000749C8"/>
    <w:rsid w:val="00074FAB"/>
    <w:rsid w:val="00076273"/>
    <w:rsid w:val="00076511"/>
    <w:rsid w:val="000768FF"/>
    <w:rsid w:val="00077074"/>
    <w:rsid w:val="0007724F"/>
    <w:rsid w:val="00077ACC"/>
    <w:rsid w:val="00077AD3"/>
    <w:rsid w:val="000802F7"/>
    <w:rsid w:val="00080D54"/>
    <w:rsid w:val="00080DD0"/>
    <w:rsid w:val="00083A60"/>
    <w:rsid w:val="0008430D"/>
    <w:rsid w:val="00084E17"/>
    <w:rsid w:val="00085232"/>
    <w:rsid w:val="00085971"/>
    <w:rsid w:val="000861D0"/>
    <w:rsid w:val="00086825"/>
    <w:rsid w:val="00086907"/>
    <w:rsid w:val="00086A25"/>
    <w:rsid w:val="000870BF"/>
    <w:rsid w:val="0008782D"/>
    <w:rsid w:val="0008796C"/>
    <w:rsid w:val="00090198"/>
    <w:rsid w:val="00090386"/>
    <w:rsid w:val="00090590"/>
    <w:rsid w:val="00090686"/>
    <w:rsid w:val="00090CB0"/>
    <w:rsid w:val="00090FCA"/>
    <w:rsid w:val="00091802"/>
    <w:rsid w:val="0009197C"/>
    <w:rsid w:val="00094342"/>
    <w:rsid w:val="00094647"/>
    <w:rsid w:val="00094A62"/>
    <w:rsid w:val="00095889"/>
    <w:rsid w:val="00095900"/>
    <w:rsid w:val="00095C80"/>
    <w:rsid w:val="00095C89"/>
    <w:rsid w:val="00095D97"/>
    <w:rsid w:val="000969FB"/>
    <w:rsid w:val="00097741"/>
    <w:rsid w:val="000A0931"/>
    <w:rsid w:val="000A15EB"/>
    <w:rsid w:val="000A2090"/>
    <w:rsid w:val="000A20F2"/>
    <w:rsid w:val="000A2642"/>
    <w:rsid w:val="000A2D23"/>
    <w:rsid w:val="000A34A1"/>
    <w:rsid w:val="000A4393"/>
    <w:rsid w:val="000A4456"/>
    <w:rsid w:val="000A5629"/>
    <w:rsid w:val="000A5A8D"/>
    <w:rsid w:val="000A746B"/>
    <w:rsid w:val="000A7B7D"/>
    <w:rsid w:val="000A7FD0"/>
    <w:rsid w:val="000B0FA2"/>
    <w:rsid w:val="000B1406"/>
    <w:rsid w:val="000B1F5F"/>
    <w:rsid w:val="000B29CE"/>
    <w:rsid w:val="000B2B18"/>
    <w:rsid w:val="000B3F31"/>
    <w:rsid w:val="000B44A3"/>
    <w:rsid w:val="000B478A"/>
    <w:rsid w:val="000B4DDF"/>
    <w:rsid w:val="000B5AF1"/>
    <w:rsid w:val="000B6302"/>
    <w:rsid w:val="000B6955"/>
    <w:rsid w:val="000B6990"/>
    <w:rsid w:val="000B7C1B"/>
    <w:rsid w:val="000C0094"/>
    <w:rsid w:val="000C0336"/>
    <w:rsid w:val="000C15B1"/>
    <w:rsid w:val="000C16CE"/>
    <w:rsid w:val="000C1908"/>
    <w:rsid w:val="000C2674"/>
    <w:rsid w:val="000C29BC"/>
    <w:rsid w:val="000C2F5E"/>
    <w:rsid w:val="000C39BB"/>
    <w:rsid w:val="000C4C77"/>
    <w:rsid w:val="000C5D13"/>
    <w:rsid w:val="000C6D2E"/>
    <w:rsid w:val="000C7421"/>
    <w:rsid w:val="000D0023"/>
    <w:rsid w:val="000D11CF"/>
    <w:rsid w:val="000D188F"/>
    <w:rsid w:val="000D31EF"/>
    <w:rsid w:val="000D33FA"/>
    <w:rsid w:val="000D4A88"/>
    <w:rsid w:val="000D4B14"/>
    <w:rsid w:val="000D5256"/>
    <w:rsid w:val="000D537A"/>
    <w:rsid w:val="000D554D"/>
    <w:rsid w:val="000D5DC0"/>
    <w:rsid w:val="000D6EA3"/>
    <w:rsid w:val="000D6EEF"/>
    <w:rsid w:val="000D7309"/>
    <w:rsid w:val="000E0876"/>
    <w:rsid w:val="000E0BB9"/>
    <w:rsid w:val="000E0BC3"/>
    <w:rsid w:val="000E0C7F"/>
    <w:rsid w:val="000E0E49"/>
    <w:rsid w:val="000E1EF8"/>
    <w:rsid w:val="000E2F29"/>
    <w:rsid w:val="000E2FF0"/>
    <w:rsid w:val="000E375E"/>
    <w:rsid w:val="000E3E6A"/>
    <w:rsid w:val="000E4E48"/>
    <w:rsid w:val="000E5D43"/>
    <w:rsid w:val="000E68FD"/>
    <w:rsid w:val="000E69F6"/>
    <w:rsid w:val="000E71BE"/>
    <w:rsid w:val="000F0AA6"/>
    <w:rsid w:val="000F0B0E"/>
    <w:rsid w:val="000F1123"/>
    <w:rsid w:val="000F25CD"/>
    <w:rsid w:val="000F2E7D"/>
    <w:rsid w:val="000F3246"/>
    <w:rsid w:val="000F3AC1"/>
    <w:rsid w:val="000F42B9"/>
    <w:rsid w:val="000F4851"/>
    <w:rsid w:val="000F4A45"/>
    <w:rsid w:val="000F4D26"/>
    <w:rsid w:val="000F5924"/>
    <w:rsid w:val="000F652A"/>
    <w:rsid w:val="000F6EF0"/>
    <w:rsid w:val="000F7547"/>
    <w:rsid w:val="001006A0"/>
    <w:rsid w:val="00101B56"/>
    <w:rsid w:val="001022F7"/>
    <w:rsid w:val="00102F04"/>
    <w:rsid w:val="001045F6"/>
    <w:rsid w:val="001047E7"/>
    <w:rsid w:val="0010499D"/>
    <w:rsid w:val="00105807"/>
    <w:rsid w:val="001066D0"/>
    <w:rsid w:val="00107744"/>
    <w:rsid w:val="00107756"/>
    <w:rsid w:val="0010776A"/>
    <w:rsid w:val="0010777B"/>
    <w:rsid w:val="001105EF"/>
    <w:rsid w:val="00110E3E"/>
    <w:rsid w:val="001114B9"/>
    <w:rsid w:val="00112758"/>
    <w:rsid w:val="001138AE"/>
    <w:rsid w:val="00113C13"/>
    <w:rsid w:val="0011471E"/>
    <w:rsid w:val="00115787"/>
    <w:rsid w:val="001163AD"/>
    <w:rsid w:val="00116492"/>
    <w:rsid w:val="00116F37"/>
    <w:rsid w:val="00117193"/>
    <w:rsid w:val="00117B79"/>
    <w:rsid w:val="001203B7"/>
    <w:rsid w:val="0012079E"/>
    <w:rsid w:val="00120B70"/>
    <w:rsid w:val="00122598"/>
    <w:rsid w:val="0012375B"/>
    <w:rsid w:val="00124270"/>
    <w:rsid w:val="00124E42"/>
    <w:rsid w:val="0012695F"/>
    <w:rsid w:val="00127314"/>
    <w:rsid w:val="00127E21"/>
    <w:rsid w:val="001300E9"/>
    <w:rsid w:val="001301B5"/>
    <w:rsid w:val="001303C2"/>
    <w:rsid w:val="00130F5F"/>
    <w:rsid w:val="001328DF"/>
    <w:rsid w:val="00132F89"/>
    <w:rsid w:val="0013349E"/>
    <w:rsid w:val="00133B1E"/>
    <w:rsid w:val="00134003"/>
    <w:rsid w:val="00134793"/>
    <w:rsid w:val="001352A4"/>
    <w:rsid w:val="0013564B"/>
    <w:rsid w:val="00135A35"/>
    <w:rsid w:val="001363DD"/>
    <w:rsid w:val="00136B04"/>
    <w:rsid w:val="00136B11"/>
    <w:rsid w:val="00136F03"/>
    <w:rsid w:val="001374AA"/>
    <w:rsid w:val="001407DD"/>
    <w:rsid w:val="001415FB"/>
    <w:rsid w:val="0014183A"/>
    <w:rsid w:val="00142FD9"/>
    <w:rsid w:val="00143027"/>
    <w:rsid w:val="001437E5"/>
    <w:rsid w:val="0014391F"/>
    <w:rsid w:val="00143BFC"/>
    <w:rsid w:val="00144040"/>
    <w:rsid w:val="00144879"/>
    <w:rsid w:val="00144BEE"/>
    <w:rsid w:val="001456D4"/>
    <w:rsid w:val="001457E6"/>
    <w:rsid w:val="001463EC"/>
    <w:rsid w:val="00146ABD"/>
    <w:rsid w:val="001473A8"/>
    <w:rsid w:val="00147AC0"/>
    <w:rsid w:val="00147F36"/>
    <w:rsid w:val="001500EC"/>
    <w:rsid w:val="0015129F"/>
    <w:rsid w:val="00151344"/>
    <w:rsid w:val="0015181F"/>
    <w:rsid w:val="00151CC9"/>
    <w:rsid w:val="001522AE"/>
    <w:rsid w:val="001535CE"/>
    <w:rsid w:val="001549B2"/>
    <w:rsid w:val="001558E0"/>
    <w:rsid w:val="00155D9F"/>
    <w:rsid w:val="0015760F"/>
    <w:rsid w:val="00157BC3"/>
    <w:rsid w:val="001616B6"/>
    <w:rsid w:val="001633C9"/>
    <w:rsid w:val="00164DE9"/>
    <w:rsid w:val="00165B05"/>
    <w:rsid w:val="0016613A"/>
    <w:rsid w:val="00166DEE"/>
    <w:rsid w:val="00166FFA"/>
    <w:rsid w:val="0016720B"/>
    <w:rsid w:val="0016775E"/>
    <w:rsid w:val="00167E7E"/>
    <w:rsid w:val="0017037A"/>
    <w:rsid w:val="00170E30"/>
    <w:rsid w:val="001718C2"/>
    <w:rsid w:val="00171D32"/>
    <w:rsid w:val="00171E23"/>
    <w:rsid w:val="00171FE1"/>
    <w:rsid w:val="00172657"/>
    <w:rsid w:val="00172D4D"/>
    <w:rsid w:val="00173DCA"/>
    <w:rsid w:val="00174459"/>
    <w:rsid w:val="00174956"/>
    <w:rsid w:val="0017521C"/>
    <w:rsid w:val="00176696"/>
    <w:rsid w:val="00176C6C"/>
    <w:rsid w:val="00177EA3"/>
    <w:rsid w:val="00177FE9"/>
    <w:rsid w:val="00180520"/>
    <w:rsid w:val="00180845"/>
    <w:rsid w:val="00181037"/>
    <w:rsid w:val="0018211F"/>
    <w:rsid w:val="00182C86"/>
    <w:rsid w:val="00182EE6"/>
    <w:rsid w:val="001835D8"/>
    <w:rsid w:val="00183CB1"/>
    <w:rsid w:val="00183F0A"/>
    <w:rsid w:val="0018421C"/>
    <w:rsid w:val="00184368"/>
    <w:rsid w:val="001843B7"/>
    <w:rsid w:val="001850C3"/>
    <w:rsid w:val="001859FC"/>
    <w:rsid w:val="0018637A"/>
    <w:rsid w:val="0018682D"/>
    <w:rsid w:val="0018698D"/>
    <w:rsid w:val="00187A9E"/>
    <w:rsid w:val="001906A7"/>
    <w:rsid w:val="00190D17"/>
    <w:rsid w:val="00190EBD"/>
    <w:rsid w:val="001913A9"/>
    <w:rsid w:val="001915F1"/>
    <w:rsid w:val="0019166F"/>
    <w:rsid w:val="001918FC"/>
    <w:rsid w:val="00192B4D"/>
    <w:rsid w:val="00192F98"/>
    <w:rsid w:val="00195CB6"/>
    <w:rsid w:val="00196799"/>
    <w:rsid w:val="00196BAD"/>
    <w:rsid w:val="001970FD"/>
    <w:rsid w:val="00197A93"/>
    <w:rsid w:val="001A0E5D"/>
    <w:rsid w:val="001A2D86"/>
    <w:rsid w:val="001A3428"/>
    <w:rsid w:val="001A37FF"/>
    <w:rsid w:val="001A390B"/>
    <w:rsid w:val="001A4062"/>
    <w:rsid w:val="001A436C"/>
    <w:rsid w:val="001A5232"/>
    <w:rsid w:val="001A5ED2"/>
    <w:rsid w:val="001A6C5F"/>
    <w:rsid w:val="001A7702"/>
    <w:rsid w:val="001A7A4D"/>
    <w:rsid w:val="001B0BE8"/>
    <w:rsid w:val="001B128C"/>
    <w:rsid w:val="001B17CB"/>
    <w:rsid w:val="001B1888"/>
    <w:rsid w:val="001B1B60"/>
    <w:rsid w:val="001B1CBE"/>
    <w:rsid w:val="001B1D34"/>
    <w:rsid w:val="001B363C"/>
    <w:rsid w:val="001B3B84"/>
    <w:rsid w:val="001B3BF1"/>
    <w:rsid w:val="001B4C6A"/>
    <w:rsid w:val="001B5F4F"/>
    <w:rsid w:val="001B6C0B"/>
    <w:rsid w:val="001C0194"/>
    <w:rsid w:val="001C0EF4"/>
    <w:rsid w:val="001C1CAE"/>
    <w:rsid w:val="001C22AA"/>
    <w:rsid w:val="001C2F67"/>
    <w:rsid w:val="001C2FC4"/>
    <w:rsid w:val="001C5A31"/>
    <w:rsid w:val="001C5CDB"/>
    <w:rsid w:val="001C65ED"/>
    <w:rsid w:val="001C6B5F"/>
    <w:rsid w:val="001C7789"/>
    <w:rsid w:val="001D055D"/>
    <w:rsid w:val="001D0B81"/>
    <w:rsid w:val="001D0DB4"/>
    <w:rsid w:val="001D1A40"/>
    <w:rsid w:val="001D229B"/>
    <w:rsid w:val="001D286E"/>
    <w:rsid w:val="001D389D"/>
    <w:rsid w:val="001D44E2"/>
    <w:rsid w:val="001D591E"/>
    <w:rsid w:val="001D5B1A"/>
    <w:rsid w:val="001D767F"/>
    <w:rsid w:val="001D7AC9"/>
    <w:rsid w:val="001D7D68"/>
    <w:rsid w:val="001E0BE2"/>
    <w:rsid w:val="001E0C55"/>
    <w:rsid w:val="001E1904"/>
    <w:rsid w:val="001E2A6B"/>
    <w:rsid w:val="001E3DFE"/>
    <w:rsid w:val="001E4C1D"/>
    <w:rsid w:val="001E4EFF"/>
    <w:rsid w:val="001E52FB"/>
    <w:rsid w:val="001E5580"/>
    <w:rsid w:val="001E5695"/>
    <w:rsid w:val="001E57CD"/>
    <w:rsid w:val="001E5918"/>
    <w:rsid w:val="001E6106"/>
    <w:rsid w:val="001E67BD"/>
    <w:rsid w:val="001E6A80"/>
    <w:rsid w:val="001F071F"/>
    <w:rsid w:val="001F0866"/>
    <w:rsid w:val="001F2361"/>
    <w:rsid w:val="001F28A9"/>
    <w:rsid w:val="001F2A88"/>
    <w:rsid w:val="001F2E1E"/>
    <w:rsid w:val="001F3512"/>
    <w:rsid w:val="001F3E39"/>
    <w:rsid w:val="001F55B2"/>
    <w:rsid w:val="001F5C25"/>
    <w:rsid w:val="001F5DE7"/>
    <w:rsid w:val="001F662C"/>
    <w:rsid w:val="001F666C"/>
    <w:rsid w:val="001F6EF2"/>
    <w:rsid w:val="001F7210"/>
    <w:rsid w:val="001F78EB"/>
    <w:rsid w:val="001F7B08"/>
    <w:rsid w:val="001F7B61"/>
    <w:rsid w:val="001F7D4C"/>
    <w:rsid w:val="002003B8"/>
    <w:rsid w:val="00200B90"/>
    <w:rsid w:val="00200C25"/>
    <w:rsid w:val="002013D5"/>
    <w:rsid w:val="0020149B"/>
    <w:rsid w:val="002017E2"/>
    <w:rsid w:val="00201B23"/>
    <w:rsid w:val="002021DA"/>
    <w:rsid w:val="002022E7"/>
    <w:rsid w:val="00202CE3"/>
    <w:rsid w:val="0020399C"/>
    <w:rsid w:val="00204051"/>
    <w:rsid w:val="00204A2F"/>
    <w:rsid w:val="00206193"/>
    <w:rsid w:val="00206387"/>
    <w:rsid w:val="00206AF5"/>
    <w:rsid w:val="00207093"/>
    <w:rsid w:val="00207402"/>
    <w:rsid w:val="00207D04"/>
    <w:rsid w:val="00207EA5"/>
    <w:rsid w:val="0021298A"/>
    <w:rsid w:val="00212BB8"/>
    <w:rsid w:val="00212E96"/>
    <w:rsid w:val="00213736"/>
    <w:rsid w:val="00213A22"/>
    <w:rsid w:val="00213D6C"/>
    <w:rsid w:val="002150E0"/>
    <w:rsid w:val="0021516E"/>
    <w:rsid w:val="002162C4"/>
    <w:rsid w:val="0021652D"/>
    <w:rsid w:val="002200A3"/>
    <w:rsid w:val="002203A7"/>
    <w:rsid w:val="0022082C"/>
    <w:rsid w:val="00221672"/>
    <w:rsid w:val="00223878"/>
    <w:rsid w:val="0022479F"/>
    <w:rsid w:val="00225097"/>
    <w:rsid w:val="0022563D"/>
    <w:rsid w:val="0023130F"/>
    <w:rsid w:val="00231445"/>
    <w:rsid w:val="00231982"/>
    <w:rsid w:val="002319C6"/>
    <w:rsid w:val="00231D39"/>
    <w:rsid w:val="00231EEA"/>
    <w:rsid w:val="0023220D"/>
    <w:rsid w:val="00232D0E"/>
    <w:rsid w:val="00233069"/>
    <w:rsid w:val="0023424C"/>
    <w:rsid w:val="002358D4"/>
    <w:rsid w:val="00237B84"/>
    <w:rsid w:val="00242BA1"/>
    <w:rsid w:val="00243116"/>
    <w:rsid w:val="00244CDD"/>
    <w:rsid w:val="00244F6C"/>
    <w:rsid w:val="00245FF1"/>
    <w:rsid w:val="0024648B"/>
    <w:rsid w:val="00246574"/>
    <w:rsid w:val="00246D41"/>
    <w:rsid w:val="00247588"/>
    <w:rsid w:val="00247A59"/>
    <w:rsid w:val="00250C21"/>
    <w:rsid w:val="00250E86"/>
    <w:rsid w:val="0025138B"/>
    <w:rsid w:val="002514D5"/>
    <w:rsid w:val="002516E7"/>
    <w:rsid w:val="00251904"/>
    <w:rsid w:val="00251B90"/>
    <w:rsid w:val="00252B5D"/>
    <w:rsid w:val="00252BEB"/>
    <w:rsid w:val="00252CF3"/>
    <w:rsid w:val="002544D9"/>
    <w:rsid w:val="00254A8D"/>
    <w:rsid w:val="00254E5C"/>
    <w:rsid w:val="00255090"/>
    <w:rsid w:val="002556B4"/>
    <w:rsid w:val="00255894"/>
    <w:rsid w:val="0025667E"/>
    <w:rsid w:val="00256F27"/>
    <w:rsid w:val="002608F7"/>
    <w:rsid w:val="00260E41"/>
    <w:rsid w:val="0026202B"/>
    <w:rsid w:val="0026274D"/>
    <w:rsid w:val="00262DBA"/>
    <w:rsid w:val="00262F2A"/>
    <w:rsid w:val="00263938"/>
    <w:rsid w:val="0026453B"/>
    <w:rsid w:val="00264F40"/>
    <w:rsid w:val="0026522B"/>
    <w:rsid w:val="0026796C"/>
    <w:rsid w:val="002706CA"/>
    <w:rsid w:val="00270EC3"/>
    <w:rsid w:val="0027140D"/>
    <w:rsid w:val="00271733"/>
    <w:rsid w:val="00273880"/>
    <w:rsid w:val="002738CE"/>
    <w:rsid w:val="00273E61"/>
    <w:rsid w:val="00275420"/>
    <w:rsid w:val="00275819"/>
    <w:rsid w:val="00275A99"/>
    <w:rsid w:val="00276081"/>
    <w:rsid w:val="00276153"/>
    <w:rsid w:val="0027696F"/>
    <w:rsid w:val="002773C4"/>
    <w:rsid w:val="0027752F"/>
    <w:rsid w:val="0027765B"/>
    <w:rsid w:val="00277A61"/>
    <w:rsid w:val="00277B90"/>
    <w:rsid w:val="00277EEB"/>
    <w:rsid w:val="00281C76"/>
    <w:rsid w:val="00281E20"/>
    <w:rsid w:val="002824C2"/>
    <w:rsid w:val="00282AD8"/>
    <w:rsid w:val="002839D8"/>
    <w:rsid w:val="00283B21"/>
    <w:rsid w:val="0028503C"/>
    <w:rsid w:val="002860DD"/>
    <w:rsid w:val="0028618E"/>
    <w:rsid w:val="00287C02"/>
    <w:rsid w:val="0029062C"/>
    <w:rsid w:val="0029122B"/>
    <w:rsid w:val="002924F9"/>
    <w:rsid w:val="00292768"/>
    <w:rsid w:val="00293061"/>
    <w:rsid w:val="002939C4"/>
    <w:rsid w:val="002943EF"/>
    <w:rsid w:val="0029669F"/>
    <w:rsid w:val="002967A5"/>
    <w:rsid w:val="0029766B"/>
    <w:rsid w:val="002979E2"/>
    <w:rsid w:val="00297C2F"/>
    <w:rsid w:val="00297CC2"/>
    <w:rsid w:val="00297F4E"/>
    <w:rsid w:val="002A0714"/>
    <w:rsid w:val="002A1399"/>
    <w:rsid w:val="002A2420"/>
    <w:rsid w:val="002A2D3E"/>
    <w:rsid w:val="002A3723"/>
    <w:rsid w:val="002A380A"/>
    <w:rsid w:val="002A3887"/>
    <w:rsid w:val="002A391A"/>
    <w:rsid w:val="002A39A8"/>
    <w:rsid w:val="002A3CD4"/>
    <w:rsid w:val="002A4C62"/>
    <w:rsid w:val="002A4E4E"/>
    <w:rsid w:val="002A4F56"/>
    <w:rsid w:val="002A54D1"/>
    <w:rsid w:val="002A580A"/>
    <w:rsid w:val="002A6485"/>
    <w:rsid w:val="002A68A3"/>
    <w:rsid w:val="002A7FB0"/>
    <w:rsid w:val="002B135E"/>
    <w:rsid w:val="002B15B3"/>
    <w:rsid w:val="002B29BD"/>
    <w:rsid w:val="002B32AA"/>
    <w:rsid w:val="002B3605"/>
    <w:rsid w:val="002B3A52"/>
    <w:rsid w:val="002B3DC0"/>
    <w:rsid w:val="002B47AF"/>
    <w:rsid w:val="002B6218"/>
    <w:rsid w:val="002B6961"/>
    <w:rsid w:val="002B6F19"/>
    <w:rsid w:val="002B749E"/>
    <w:rsid w:val="002B77A9"/>
    <w:rsid w:val="002B77F9"/>
    <w:rsid w:val="002B7BCE"/>
    <w:rsid w:val="002C028E"/>
    <w:rsid w:val="002C0977"/>
    <w:rsid w:val="002C09C9"/>
    <w:rsid w:val="002C1982"/>
    <w:rsid w:val="002C1B54"/>
    <w:rsid w:val="002C21B6"/>
    <w:rsid w:val="002C353E"/>
    <w:rsid w:val="002C3C09"/>
    <w:rsid w:val="002C3FD2"/>
    <w:rsid w:val="002C4149"/>
    <w:rsid w:val="002C56CC"/>
    <w:rsid w:val="002C5D2D"/>
    <w:rsid w:val="002C6D57"/>
    <w:rsid w:val="002C6D6C"/>
    <w:rsid w:val="002D027F"/>
    <w:rsid w:val="002D06B4"/>
    <w:rsid w:val="002D097D"/>
    <w:rsid w:val="002D0F17"/>
    <w:rsid w:val="002D139A"/>
    <w:rsid w:val="002D143A"/>
    <w:rsid w:val="002D15AB"/>
    <w:rsid w:val="002D185F"/>
    <w:rsid w:val="002D1FB3"/>
    <w:rsid w:val="002D23F5"/>
    <w:rsid w:val="002D2D49"/>
    <w:rsid w:val="002D2D63"/>
    <w:rsid w:val="002D396E"/>
    <w:rsid w:val="002D3B1C"/>
    <w:rsid w:val="002D505E"/>
    <w:rsid w:val="002D51E0"/>
    <w:rsid w:val="002D59F0"/>
    <w:rsid w:val="002D61EC"/>
    <w:rsid w:val="002D620F"/>
    <w:rsid w:val="002D6262"/>
    <w:rsid w:val="002D64E6"/>
    <w:rsid w:val="002D6AB1"/>
    <w:rsid w:val="002D7709"/>
    <w:rsid w:val="002E0D2E"/>
    <w:rsid w:val="002E0FD2"/>
    <w:rsid w:val="002E22A8"/>
    <w:rsid w:val="002E2426"/>
    <w:rsid w:val="002E3523"/>
    <w:rsid w:val="002E36A0"/>
    <w:rsid w:val="002E3D14"/>
    <w:rsid w:val="002E5063"/>
    <w:rsid w:val="002E5B0B"/>
    <w:rsid w:val="002E66FF"/>
    <w:rsid w:val="002F09EB"/>
    <w:rsid w:val="002F1094"/>
    <w:rsid w:val="002F11F9"/>
    <w:rsid w:val="002F167B"/>
    <w:rsid w:val="002F2108"/>
    <w:rsid w:val="002F2154"/>
    <w:rsid w:val="002F2AA3"/>
    <w:rsid w:val="002F3191"/>
    <w:rsid w:val="002F3897"/>
    <w:rsid w:val="002F4AB0"/>
    <w:rsid w:val="002F52DA"/>
    <w:rsid w:val="002F5885"/>
    <w:rsid w:val="002F5A14"/>
    <w:rsid w:val="00300932"/>
    <w:rsid w:val="00300CA6"/>
    <w:rsid w:val="00300EE6"/>
    <w:rsid w:val="00300F73"/>
    <w:rsid w:val="00300FBA"/>
    <w:rsid w:val="0030192C"/>
    <w:rsid w:val="00302BC1"/>
    <w:rsid w:val="00302E4B"/>
    <w:rsid w:val="003036F6"/>
    <w:rsid w:val="00303777"/>
    <w:rsid w:val="00303D7B"/>
    <w:rsid w:val="00304AC1"/>
    <w:rsid w:val="003052BD"/>
    <w:rsid w:val="00305662"/>
    <w:rsid w:val="00305731"/>
    <w:rsid w:val="00305BF5"/>
    <w:rsid w:val="00305CFF"/>
    <w:rsid w:val="0030786B"/>
    <w:rsid w:val="0031006C"/>
    <w:rsid w:val="003106B9"/>
    <w:rsid w:val="00310E22"/>
    <w:rsid w:val="0031171A"/>
    <w:rsid w:val="0031193A"/>
    <w:rsid w:val="00311CA9"/>
    <w:rsid w:val="003122F3"/>
    <w:rsid w:val="0031261B"/>
    <w:rsid w:val="00314059"/>
    <w:rsid w:val="00314562"/>
    <w:rsid w:val="0031459F"/>
    <w:rsid w:val="00314B9C"/>
    <w:rsid w:val="00315233"/>
    <w:rsid w:val="00316B7F"/>
    <w:rsid w:val="00316D45"/>
    <w:rsid w:val="00316D8C"/>
    <w:rsid w:val="00316EBC"/>
    <w:rsid w:val="00317B07"/>
    <w:rsid w:val="00317C38"/>
    <w:rsid w:val="00317FD8"/>
    <w:rsid w:val="00320C81"/>
    <w:rsid w:val="00321AA1"/>
    <w:rsid w:val="00321B58"/>
    <w:rsid w:val="0032235F"/>
    <w:rsid w:val="0032245F"/>
    <w:rsid w:val="00324929"/>
    <w:rsid w:val="00324CA9"/>
    <w:rsid w:val="003255DE"/>
    <w:rsid w:val="0032560C"/>
    <w:rsid w:val="00325B8F"/>
    <w:rsid w:val="00325EE7"/>
    <w:rsid w:val="0032679A"/>
    <w:rsid w:val="00326845"/>
    <w:rsid w:val="00330BC7"/>
    <w:rsid w:val="00331248"/>
    <w:rsid w:val="0033176F"/>
    <w:rsid w:val="0033186D"/>
    <w:rsid w:val="00331D7D"/>
    <w:rsid w:val="003322A8"/>
    <w:rsid w:val="003333C5"/>
    <w:rsid w:val="003342E9"/>
    <w:rsid w:val="00334436"/>
    <w:rsid w:val="00334713"/>
    <w:rsid w:val="0033490B"/>
    <w:rsid w:val="003362D2"/>
    <w:rsid w:val="00337929"/>
    <w:rsid w:val="00337DA8"/>
    <w:rsid w:val="00337FE4"/>
    <w:rsid w:val="00342E61"/>
    <w:rsid w:val="00344BB9"/>
    <w:rsid w:val="00344E4D"/>
    <w:rsid w:val="0034515F"/>
    <w:rsid w:val="00345F8A"/>
    <w:rsid w:val="00345F8E"/>
    <w:rsid w:val="00346520"/>
    <w:rsid w:val="00346D77"/>
    <w:rsid w:val="00347DEB"/>
    <w:rsid w:val="00350417"/>
    <w:rsid w:val="003505DB"/>
    <w:rsid w:val="00350FDF"/>
    <w:rsid w:val="0035292E"/>
    <w:rsid w:val="003530C4"/>
    <w:rsid w:val="003538A4"/>
    <w:rsid w:val="00353BF2"/>
    <w:rsid w:val="00354681"/>
    <w:rsid w:val="00354847"/>
    <w:rsid w:val="00355957"/>
    <w:rsid w:val="00355AAF"/>
    <w:rsid w:val="00356B3E"/>
    <w:rsid w:val="00356F77"/>
    <w:rsid w:val="00357009"/>
    <w:rsid w:val="003572B9"/>
    <w:rsid w:val="00357506"/>
    <w:rsid w:val="00360025"/>
    <w:rsid w:val="0036082E"/>
    <w:rsid w:val="00360866"/>
    <w:rsid w:val="00360E60"/>
    <w:rsid w:val="003611D0"/>
    <w:rsid w:val="0036241E"/>
    <w:rsid w:val="003633D5"/>
    <w:rsid w:val="00363863"/>
    <w:rsid w:val="00363E52"/>
    <w:rsid w:val="00365782"/>
    <w:rsid w:val="00365AE5"/>
    <w:rsid w:val="0036721F"/>
    <w:rsid w:val="003676EA"/>
    <w:rsid w:val="00370313"/>
    <w:rsid w:val="0037059E"/>
    <w:rsid w:val="00371DF7"/>
    <w:rsid w:val="00372880"/>
    <w:rsid w:val="00372CAC"/>
    <w:rsid w:val="0037343B"/>
    <w:rsid w:val="00373EF4"/>
    <w:rsid w:val="00374C13"/>
    <w:rsid w:val="0037501C"/>
    <w:rsid w:val="00375C6A"/>
    <w:rsid w:val="00375C87"/>
    <w:rsid w:val="003767C9"/>
    <w:rsid w:val="00377DAE"/>
    <w:rsid w:val="00377F3E"/>
    <w:rsid w:val="00377F79"/>
    <w:rsid w:val="00380FF2"/>
    <w:rsid w:val="003827FD"/>
    <w:rsid w:val="003830E8"/>
    <w:rsid w:val="003836F7"/>
    <w:rsid w:val="00383741"/>
    <w:rsid w:val="00383907"/>
    <w:rsid w:val="00383FA0"/>
    <w:rsid w:val="0038405B"/>
    <w:rsid w:val="0038453D"/>
    <w:rsid w:val="0038532A"/>
    <w:rsid w:val="00387994"/>
    <w:rsid w:val="00387AD1"/>
    <w:rsid w:val="00387DBC"/>
    <w:rsid w:val="00390859"/>
    <w:rsid w:val="00391E6A"/>
    <w:rsid w:val="003920E9"/>
    <w:rsid w:val="0039292A"/>
    <w:rsid w:val="003929FB"/>
    <w:rsid w:val="00392DFB"/>
    <w:rsid w:val="003934B9"/>
    <w:rsid w:val="003948F4"/>
    <w:rsid w:val="00394A3E"/>
    <w:rsid w:val="00395708"/>
    <w:rsid w:val="003966EE"/>
    <w:rsid w:val="00396752"/>
    <w:rsid w:val="00396AB4"/>
    <w:rsid w:val="0039747F"/>
    <w:rsid w:val="0039780F"/>
    <w:rsid w:val="003A03B1"/>
    <w:rsid w:val="003A1D64"/>
    <w:rsid w:val="003A1E12"/>
    <w:rsid w:val="003A3215"/>
    <w:rsid w:val="003A3959"/>
    <w:rsid w:val="003A3B6F"/>
    <w:rsid w:val="003A4B00"/>
    <w:rsid w:val="003A5068"/>
    <w:rsid w:val="003A652F"/>
    <w:rsid w:val="003A71DC"/>
    <w:rsid w:val="003A78D0"/>
    <w:rsid w:val="003A78F1"/>
    <w:rsid w:val="003B022B"/>
    <w:rsid w:val="003B0272"/>
    <w:rsid w:val="003B02C7"/>
    <w:rsid w:val="003B0943"/>
    <w:rsid w:val="003B0DDA"/>
    <w:rsid w:val="003B1375"/>
    <w:rsid w:val="003B2580"/>
    <w:rsid w:val="003B26AE"/>
    <w:rsid w:val="003B3666"/>
    <w:rsid w:val="003B3F62"/>
    <w:rsid w:val="003B5022"/>
    <w:rsid w:val="003B5FCE"/>
    <w:rsid w:val="003B7536"/>
    <w:rsid w:val="003C008D"/>
    <w:rsid w:val="003C14AD"/>
    <w:rsid w:val="003C1699"/>
    <w:rsid w:val="003C1932"/>
    <w:rsid w:val="003C235A"/>
    <w:rsid w:val="003C263F"/>
    <w:rsid w:val="003C40D8"/>
    <w:rsid w:val="003C4473"/>
    <w:rsid w:val="003C463B"/>
    <w:rsid w:val="003C4A47"/>
    <w:rsid w:val="003C4CA3"/>
    <w:rsid w:val="003C5974"/>
    <w:rsid w:val="003C5B0C"/>
    <w:rsid w:val="003C5CD0"/>
    <w:rsid w:val="003C5F7C"/>
    <w:rsid w:val="003C63B5"/>
    <w:rsid w:val="003C683A"/>
    <w:rsid w:val="003C6CE1"/>
    <w:rsid w:val="003C6EA9"/>
    <w:rsid w:val="003C6EED"/>
    <w:rsid w:val="003D18A5"/>
    <w:rsid w:val="003D33C0"/>
    <w:rsid w:val="003D39EB"/>
    <w:rsid w:val="003D48C1"/>
    <w:rsid w:val="003D5124"/>
    <w:rsid w:val="003D52FC"/>
    <w:rsid w:val="003D5375"/>
    <w:rsid w:val="003D5548"/>
    <w:rsid w:val="003D59B3"/>
    <w:rsid w:val="003D5A37"/>
    <w:rsid w:val="003D5E95"/>
    <w:rsid w:val="003D5F64"/>
    <w:rsid w:val="003D660E"/>
    <w:rsid w:val="003E15A4"/>
    <w:rsid w:val="003E15B9"/>
    <w:rsid w:val="003E1617"/>
    <w:rsid w:val="003E19C6"/>
    <w:rsid w:val="003E1F54"/>
    <w:rsid w:val="003E2DAF"/>
    <w:rsid w:val="003E2F4C"/>
    <w:rsid w:val="003E448C"/>
    <w:rsid w:val="003E49E4"/>
    <w:rsid w:val="003E4FA6"/>
    <w:rsid w:val="003E51BE"/>
    <w:rsid w:val="003E5F4E"/>
    <w:rsid w:val="003E6CF0"/>
    <w:rsid w:val="003E71BA"/>
    <w:rsid w:val="003E768B"/>
    <w:rsid w:val="003F016C"/>
    <w:rsid w:val="003F0190"/>
    <w:rsid w:val="003F079E"/>
    <w:rsid w:val="003F0BFC"/>
    <w:rsid w:val="003F1A04"/>
    <w:rsid w:val="003F1CD1"/>
    <w:rsid w:val="003F22B3"/>
    <w:rsid w:val="003F2417"/>
    <w:rsid w:val="003F2C47"/>
    <w:rsid w:val="003F30AE"/>
    <w:rsid w:val="003F3373"/>
    <w:rsid w:val="003F39C9"/>
    <w:rsid w:val="003F3C48"/>
    <w:rsid w:val="003F4101"/>
    <w:rsid w:val="003F4119"/>
    <w:rsid w:val="003F4E4C"/>
    <w:rsid w:val="003F52F9"/>
    <w:rsid w:val="003F5680"/>
    <w:rsid w:val="003F58C7"/>
    <w:rsid w:val="003F5C33"/>
    <w:rsid w:val="003F6411"/>
    <w:rsid w:val="003F6E6E"/>
    <w:rsid w:val="003F7221"/>
    <w:rsid w:val="003F73FD"/>
    <w:rsid w:val="003F7EA5"/>
    <w:rsid w:val="003F7ED0"/>
    <w:rsid w:val="003F7F20"/>
    <w:rsid w:val="00401FCF"/>
    <w:rsid w:val="004022B5"/>
    <w:rsid w:val="00403182"/>
    <w:rsid w:val="00403A2E"/>
    <w:rsid w:val="00403D6A"/>
    <w:rsid w:val="00404EB8"/>
    <w:rsid w:val="00406638"/>
    <w:rsid w:val="00406D13"/>
    <w:rsid w:val="00407B8E"/>
    <w:rsid w:val="00407F53"/>
    <w:rsid w:val="004109F2"/>
    <w:rsid w:val="00410A05"/>
    <w:rsid w:val="00411B81"/>
    <w:rsid w:val="00412194"/>
    <w:rsid w:val="00412E35"/>
    <w:rsid w:val="004131C4"/>
    <w:rsid w:val="00414BE7"/>
    <w:rsid w:val="00414ECD"/>
    <w:rsid w:val="00416E14"/>
    <w:rsid w:val="0041709C"/>
    <w:rsid w:val="004171BB"/>
    <w:rsid w:val="00420D05"/>
    <w:rsid w:val="0042157F"/>
    <w:rsid w:val="00421A39"/>
    <w:rsid w:val="0042265F"/>
    <w:rsid w:val="00422721"/>
    <w:rsid w:val="004229B5"/>
    <w:rsid w:val="00424409"/>
    <w:rsid w:val="0042474D"/>
    <w:rsid w:val="00424BE8"/>
    <w:rsid w:val="00424CC0"/>
    <w:rsid w:val="004264A3"/>
    <w:rsid w:val="00426529"/>
    <w:rsid w:val="00426654"/>
    <w:rsid w:val="00426B0B"/>
    <w:rsid w:val="00426B3E"/>
    <w:rsid w:val="00427058"/>
    <w:rsid w:val="00427279"/>
    <w:rsid w:val="0042786F"/>
    <w:rsid w:val="00430BEA"/>
    <w:rsid w:val="00431434"/>
    <w:rsid w:val="00432096"/>
    <w:rsid w:val="004327E3"/>
    <w:rsid w:val="004334A7"/>
    <w:rsid w:val="00433D52"/>
    <w:rsid w:val="00434A94"/>
    <w:rsid w:val="00435B92"/>
    <w:rsid w:val="00435BA4"/>
    <w:rsid w:val="00436065"/>
    <w:rsid w:val="00436655"/>
    <w:rsid w:val="00437348"/>
    <w:rsid w:val="00437410"/>
    <w:rsid w:val="00437534"/>
    <w:rsid w:val="004376B9"/>
    <w:rsid w:val="004379E4"/>
    <w:rsid w:val="00437D37"/>
    <w:rsid w:val="00440834"/>
    <w:rsid w:val="00440BC0"/>
    <w:rsid w:val="00441536"/>
    <w:rsid w:val="00441775"/>
    <w:rsid w:val="00441D80"/>
    <w:rsid w:val="0044335E"/>
    <w:rsid w:val="00443DEC"/>
    <w:rsid w:val="00444D46"/>
    <w:rsid w:val="0044631C"/>
    <w:rsid w:val="0044641C"/>
    <w:rsid w:val="004469F7"/>
    <w:rsid w:val="0044715D"/>
    <w:rsid w:val="0044722F"/>
    <w:rsid w:val="004472D7"/>
    <w:rsid w:val="004502CD"/>
    <w:rsid w:val="004505F1"/>
    <w:rsid w:val="004511CF"/>
    <w:rsid w:val="004512F9"/>
    <w:rsid w:val="00451578"/>
    <w:rsid w:val="004516CF"/>
    <w:rsid w:val="00451860"/>
    <w:rsid w:val="00451E50"/>
    <w:rsid w:val="00451ED9"/>
    <w:rsid w:val="004528B3"/>
    <w:rsid w:val="00452C89"/>
    <w:rsid w:val="00452DAF"/>
    <w:rsid w:val="00452F1A"/>
    <w:rsid w:val="00453D72"/>
    <w:rsid w:val="00455733"/>
    <w:rsid w:val="004564D9"/>
    <w:rsid w:val="00456921"/>
    <w:rsid w:val="00456C87"/>
    <w:rsid w:val="00457027"/>
    <w:rsid w:val="00457043"/>
    <w:rsid w:val="0046150F"/>
    <w:rsid w:val="004620B5"/>
    <w:rsid w:val="00462E08"/>
    <w:rsid w:val="00462EF6"/>
    <w:rsid w:val="0046307C"/>
    <w:rsid w:val="00463B86"/>
    <w:rsid w:val="004642B1"/>
    <w:rsid w:val="0046440E"/>
    <w:rsid w:val="00464C24"/>
    <w:rsid w:val="00464F23"/>
    <w:rsid w:val="004652D9"/>
    <w:rsid w:val="004660A9"/>
    <w:rsid w:val="00467277"/>
    <w:rsid w:val="004673D8"/>
    <w:rsid w:val="00467CD9"/>
    <w:rsid w:val="00467D90"/>
    <w:rsid w:val="00470355"/>
    <w:rsid w:val="00470530"/>
    <w:rsid w:val="00471781"/>
    <w:rsid w:val="0047197E"/>
    <w:rsid w:val="004724B5"/>
    <w:rsid w:val="00472561"/>
    <w:rsid w:val="0047283E"/>
    <w:rsid w:val="00475229"/>
    <w:rsid w:val="0047527A"/>
    <w:rsid w:val="00475379"/>
    <w:rsid w:val="004756A7"/>
    <w:rsid w:val="004760B7"/>
    <w:rsid w:val="00476FCE"/>
    <w:rsid w:val="0047732E"/>
    <w:rsid w:val="004776A9"/>
    <w:rsid w:val="0048005D"/>
    <w:rsid w:val="00481690"/>
    <w:rsid w:val="00481838"/>
    <w:rsid w:val="00481942"/>
    <w:rsid w:val="0048206F"/>
    <w:rsid w:val="004829FC"/>
    <w:rsid w:val="00483C93"/>
    <w:rsid w:val="0048402B"/>
    <w:rsid w:val="004842DF"/>
    <w:rsid w:val="0048505C"/>
    <w:rsid w:val="00485304"/>
    <w:rsid w:val="0049038E"/>
    <w:rsid w:val="00490C4E"/>
    <w:rsid w:val="00490F5B"/>
    <w:rsid w:val="00491509"/>
    <w:rsid w:val="004925FD"/>
    <w:rsid w:val="0049269B"/>
    <w:rsid w:val="00492C5A"/>
    <w:rsid w:val="00493923"/>
    <w:rsid w:val="0049410A"/>
    <w:rsid w:val="00495DEB"/>
    <w:rsid w:val="00497280"/>
    <w:rsid w:val="004975E9"/>
    <w:rsid w:val="00497B21"/>
    <w:rsid w:val="00497F17"/>
    <w:rsid w:val="004A009B"/>
    <w:rsid w:val="004A04AD"/>
    <w:rsid w:val="004A0526"/>
    <w:rsid w:val="004A1847"/>
    <w:rsid w:val="004A189C"/>
    <w:rsid w:val="004A24BA"/>
    <w:rsid w:val="004A2541"/>
    <w:rsid w:val="004A30CB"/>
    <w:rsid w:val="004A3285"/>
    <w:rsid w:val="004A3C6E"/>
    <w:rsid w:val="004A4055"/>
    <w:rsid w:val="004A4149"/>
    <w:rsid w:val="004A58C1"/>
    <w:rsid w:val="004A63B8"/>
    <w:rsid w:val="004A6E88"/>
    <w:rsid w:val="004A785B"/>
    <w:rsid w:val="004A7CC6"/>
    <w:rsid w:val="004A7D53"/>
    <w:rsid w:val="004A7F44"/>
    <w:rsid w:val="004A7FA0"/>
    <w:rsid w:val="004B0EBE"/>
    <w:rsid w:val="004B1368"/>
    <w:rsid w:val="004B1A7E"/>
    <w:rsid w:val="004B1C78"/>
    <w:rsid w:val="004B1F14"/>
    <w:rsid w:val="004B22E9"/>
    <w:rsid w:val="004B29A4"/>
    <w:rsid w:val="004B2D43"/>
    <w:rsid w:val="004B38A7"/>
    <w:rsid w:val="004B3A7F"/>
    <w:rsid w:val="004B3D66"/>
    <w:rsid w:val="004B420E"/>
    <w:rsid w:val="004B508E"/>
    <w:rsid w:val="004B6AD1"/>
    <w:rsid w:val="004B6CC4"/>
    <w:rsid w:val="004B71F8"/>
    <w:rsid w:val="004B7432"/>
    <w:rsid w:val="004C09CD"/>
    <w:rsid w:val="004C0AB2"/>
    <w:rsid w:val="004C10BA"/>
    <w:rsid w:val="004C2254"/>
    <w:rsid w:val="004C290C"/>
    <w:rsid w:val="004C4FE0"/>
    <w:rsid w:val="004C52B5"/>
    <w:rsid w:val="004C6AD3"/>
    <w:rsid w:val="004C6CB9"/>
    <w:rsid w:val="004C6FBB"/>
    <w:rsid w:val="004C7EC1"/>
    <w:rsid w:val="004D00D8"/>
    <w:rsid w:val="004D0932"/>
    <w:rsid w:val="004D0FC2"/>
    <w:rsid w:val="004D1018"/>
    <w:rsid w:val="004D1162"/>
    <w:rsid w:val="004D11E4"/>
    <w:rsid w:val="004D1BBB"/>
    <w:rsid w:val="004D1F71"/>
    <w:rsid w:val="004D289F"/>
    <w:rsid w:val="004D3384"/>
    <w:rsid w:val="004D4339"/>
    <w:rsid w:val="004D4901"/>
    <w:rsid w:val="004D53BF"/>
    <w:rsid w:val="004D53F9"/>
    <w:rsid w:val="004D591A"/>
    <w:rsid w:val="004D64B6"/>
    <w:rsid w:val="004D6650"/>
    <w:rsid w:val="004D6AB4"/>
    <w:rsid w:val="004D7769"/>
    <w:rsid w:val="004D7A89"/>
    <w:rsid w:val="004E06B3"/>
    <w:rsid w:val="004E1913"/>
    <w:rsid w:val="004E1982"/>
    <w:rsid w:val="004E1DF9"/>
    <w:rsid w:val="004E3A8E"/>
    <w:rsid w:val="004E3E0C"/>
    <w:rsid w:val="004E3E0D"/>
    <w:rsid w:val="004E4132"/>
    <w:rsid w:val="004E49DA"/>
    <w:rsid w:val="004E4C8A"/>
    <w:rsid w:val="004E5F80"/>
    <w:rsid w:val="004E683B"/>
    <w:rsid w:val="004E688D"/>
    <w:rsid w:val="004E6FA4"/>
    <w:rsid w:val="004E71EF"/>
    <w:rsid w:val="004E794C"/>
    <w:rsid w:val="004E7E27"/>
    <w:rsid w:val="004E7E69"/>
    <w:rsid w:val="004F0CA6"/>
    <w:rsid w:val="004F23F8"/>
    <w:rsid w:val="004F2992"/>
    <w:rsid w:val="004F32D0"/>
    <w:rsid w:val="004F3424"/>
    <w:rsid w:val="004F4D5E"/>
    <w:rsid w:val="004F5C51"/>
    <w:rsid w:val="004F613C"/>
    <w:rsid w:val="004F74E5"/>
    <w:rsid w:val="004F7624"/>
    <w:rsid w:val="004F7EF5"/>
    <w:rsid w:val="00500421"/>
    <w:rsid w:val="0050174B"/>
    <w:rsid w:val="005022BB"/>
    <w:rsid w:val="005029F8"/>
    <w:rsid w:val="00503343"/>
    <w:rsid w:val="00503F19"/>
    <w:rsid w:val="00504577"/>
    <w:rsid w:val="00504999"/>
    <w:rsid w:val="00504F07"/>
    <w:rsid w:val="00505064"/>
    <w:rsid w:val="005058F3"/>
    <w:rsid w:val="00505D21"/>
    <w:rsid w:val="005110D5"/>
    <w:rsid w:val="00512451"/>
    <w:rsid w:val="00512715"/>
    <w:rsid w:val="00512AC0"/>
    <w:rsid w:val="0051337B"/>
    <w:rsid w:val="00513402"/>
    <w:rsid w:val="005136B5"/>
    <w:rsid w:val="00513B80"/>
    <w:rsid w:val="00513E5A"/>
    <w:rsid w:val="00513F31"/>
    <w:rsid w:val="0051488F"/>
    <w:rsid w:val="005152B6"/>
    <w:rsid w:val="00515842"/>
    <w:rsid w:val="00515C21"/>
    <w:rsid w:val="0051653B"/>
    <w:rsid w:val="00516E1A"/>
    <w:rsid w:val="00516F42"/>
    <w:rsid w:val="005174DA"/>
    <w:rsid w:val="00520647"/>
    <w:rsid w:val="00521291"/>
    <w:rsid w:val="00521B61"/>
    <w:rsid w:val="00523187"/>
    <w:rsid w:val="00524127"/>
    <w:rsid w:val="005249CC"/>
    <w:rsid w:val="0052534E"/>
    <w:rsid w:val="00525904"/>
    <w:rsid w:val="00525BFA"/>
    <w:rsid w:val="00527B21"/>
    <w:rsid w:val="00530011"/>
    <w:rsid w:val="00530529"/>
    <w:rsid w:val="00530769"/>
    <w:rsid w:val="0053151C"/>
    <w:rsid w:val="005317D4"/>
    <w:rsid w:val="0053183F"/>
    <w:rsid w:val="0053269D"/>
    <w:rsid w:val="005331AF"/>
    <w:rsid w:val="00533F5A"/>
    <w:rsid w:val="00534674"/>
    <w:rsid w:val="00534F33"/>
    <w:rsid w:val="0053549E"/>
    <w:rsid w:val="00535706"/>
    <w:rsid w:val="005359A6"/>
    <w:rsid w:val="00535C25"/>
    <w:rsid w:val="005378EC"/>
    <w:rsid w:val="00540A53"/>
    <w:rsid w:val="00540C3D"/>
    <w:rsid w:val="0054316B"/>
    <w:rsid w:val="005441E6"/>
    <w:rsid w:val="0054454F"/>
    <w:rsid w:val="00544738"/>
    <w:rsid w:val="00545025"/>
    <w:rsid w:val="005454E3"/>
    <w:rsid w:val="00545C09"/>
    <w:rsid w:val="00547585"/>
    <w:rsid w:val="005475F7"/>
    <w:rsid w:val="00547BC4"/>
    <w:rsid w:val="00547F56"/>
    <w:rsid w:val="005502DC"/>
    <w:rsid w:val="00550368"/>
    <w:rsid w:val="00551FCE"/>
    <w:rsid w:val="00552306"/>
    <w:rsid w:val="00552529"/>
    <w:rsid w:val="00553204"/>
    <w:rsid w:val="005556D3"/>
    <w:rsid w:val="00555CA9"/>
    <w:rsid w:val="00556490"/>
    <w:rsid w:val="00556E0E"/>
    <w:rsid w:val="00556E58"/>
    <w:rsid w:val="00557FAA"/>
    <w:rsid w:val="0056136C"/>
    <w:rsid w:val="005616E7"/>
    <w:rsid w:val="00562088"/>
    <w:rsid w:val="00562D6A"/>
    <w:rsid w:val="00562FD8"/>
    <w:rsid w:val="0056306C"/>
    <w:rsid w:val="005634D7"/>
    <w:rsid w:val="00565A12"/>
    <w:rsid w:val="00565B38"/>
    <w:rsid w:val="005669AC"/>
    <w:rsid w:val="00567007"/>
    <w:rsid w:val="0057165E"/>
    <w:rsid w:val="00571ED9"/>
    <w:rsid w:val="00572B4F"/>
    <w:rsid w:val="00572C74"/>
    <w:rsid w:val="005736C6"/>
    <w:rsid w:val="00574096"/>
    <w:rsid w:val="0057425A"/>
    <w:rsid w:val="00574433"/>
    <w:rsid w:val="00574E7B"/>
    <w:rsid w:val="0057578B"/>
    <w:rsid w:val="005810FF"/>
    <w:rsid w:val="005824AB"/>
    <w:rsid w:val="0058298E"/>
    <w:rsid w:val="00582E4F"/>
    <w:rsid w:val="00583B9E"/>
    <w:rsid w:val="00583D2D"/>
    <w:rsid w:val="0058550F"/>
    <w:rsid w:val="0058689B"/>
    <w:rsid w:val="00586A7F"/>
    <w:rsid w:val="00586BAB"/>
    <w:rsid w:val="005874BD"/>
    <w:rsid w:val="005901EF"/>
    <w:rsid w:val="005904F9"/>
    <w:rsid w:val="00591050"/>
    <w:rsid w:val="0059161F"/>
    <w:rsid w:val="00591698"/>
    <w:rsid w:val="00591D22"/>
    <w:rsid w:val="00592EDE"/>
    <w:rsid w:val="0059462A"/>
    <w:rsid w:val="00594D6C"/>
    <w:rsid w:val="0059515F"/>
    <w:rsid w:val="00595567"/>
    <w:rsid w:val="00595DDE"/>
    <w:rsid w:val="0059608E"/>
    <w:rsid w:val="00596501"/>
    <w:rsid w:val="00596EE4"/>
    <w:rsid w:val="005976C2"/>
    <w:rsid w:val="005A002D"/>
    <w:rsid w:val="005A0427"/>
    <w:rsid w:val="005A12B5"/>
    <w:rsid w:val="005A38C1"/>
    <w:rsid w:val="005A3BE7"/>
    <w:rsid w:val="005A4DC9"/>
    <w:rsid w:val="005A5199"/>
    <w:rsid w:val="005A5699"/>
    <w:rsid w:val="005A66C1"/>
    <w:rsid w:val="005A709D"/>
    <w:rsid w:val="005A7410"/>
    <w:rsid w:val="005A784C"/>
    <w:rsid w:val="005B03D3"/>
    <w:rsid w:val="005B0D5B"/>
    <w:rsid w:val="005B0DB8"/>
    <w:rsid w:val="005B1AC5"/>
    <w:rsid w:val="005B1BDC"/>
    <w:rsid w:val="005B1D3F"/>
    <w:rsid w:val="005B205B"/>
    <w:rsid w:val="005B2394"/>
    <w:rsid w:val="005B2546"/>
    <w:rsid w:val="005B29F4"/>
    <w:rsid w:val="005B4170"/>
    <w:rsid w:val="005B42CC"/>
    <w:rsid w:val="005B4D2A"/>
    <w:rsid w:val="005B5327"/>
    <w:rsid w:val="005B5505"/>
    <w:rsid w:val="005B5D7B"/>
    <w:rsid w:val="005B5EA0"/>
    <w:rsid w:val="005B623E"/>
    <w:rsid w:val="005C063F"/>
    <w:rsid w:val="005C0AB1"/>
    <w:rsid w:val="005C1C80"/>
    <w:rsid w:val="005C2A7A"/>
    <w:rsid w:val="005C3264"/>
    <w:rsid w:val="005C3A2A"/>
    <w:rsid w:val="005C3FAB"/>
    <w:rsid w:val="005C4937"/>
    <w:rsid w:val="005C4944"/>
    <w:rsid w:val="005C4AC0"/>
    <w:rsid w:val="005C4B21"/>
    <w:rsid w:val="005C512E"/>
    <w:rsid w:val="005C6606"/>
    <w:rsid w:val="005C6EE0"/>
    <w:rsid w:val="005C7691"/>
    <w:rsid w:val="005C7746"/>
    <w:rsid w:val="005C7AF5"/>
    <w:rsid w:val="005D011E"/>
    <w:rsid w:val="005D1726"/>
    <w:rsid w:val="005D1EAC"/>
    <w:rsid w:val="005D2EDB"/>
    <w:rsid w:val="005D41A1"/>
    <w:rsid w:val="005D44D4"/>
    <w:rsid w:val="005D510D"/>
    <w:rsid w:val="005D5640"/>
    <w:rsid w:val="005D6BEE"/>
    <w:rsid w:val="005E0961"/>
    <w:rsid w:val="005E22B7"/>
    <w:rsid w:val="005E259C"/>
    <w:rsid w:val="005E284B"/>
    <w:rsid w:val="005E2D9F"/>
    <w:rsid w:val="005E339C"/>
    <w:rsid w:val="005E36D9"/>
    <w:rsid w:val="005E38BD"/>
    <w:rsid w:val="005E3EA1"/>
    <w:rsid w:val="005E6C1C"/>
    <w:rsid w:val="005E6CC1"/>
    <w:rsid w:val="005E7E4D"/>
    <w:rsid w:val="005F0563"/>
    <w:rsid w:val="005F0EBD"/>
    <w:rsid w:val="005F233C"/>
    <w:rsid w:val="005F2AED"/>
    <w:rsid w:val="005F2BBF"/>
    <w:rsid w:val="005F33EE"/>
    <w:rsid w:val="005F4742"/>
    <w:rsid w:val="005F6AB1"/>
    <w:rsid w:val="005F7317"/>
    <w:rsid w:val="005F76FF"/>
    <w:rsid w:val="005F79FF"/>
    <w:rsid w:val="005F7A54"/>
    <w:rsid w:val="0060021E"/>
    <w:rsid w:val="0060044E"/>
    <w:rsid w:val="006011E9"/>
    <w:rsid w:val="00603DA6"/>
    <w:rsid w:val="00604433"/>
    <w:rsid w:val="00604996"/>
    <w:rsid w:val="00605304"/>
    <w:rsid w:val="00605ED0"/>
    <w:rsid w:val="00606481"/>
    <w:rsid w:val="0061015C"/>
    <w:rsid w:val="0061097A"/>
    <w:rsid w:val="00610B34"/>
    <w:rsid w:val="00610F48"/>
    <w:rsid w:val="00611771"/>
    <w:rsid w:val="006121BD"/>
    <w:rsid w:val="006122BD"/>
    <w:rsid w:val="006123CE"/>
    <w:rsid w:val="0061428C"/>
    <w:rsid w:val="006146D5"/>
    <w:rsid w:val="00615687"/>
    <w:rsid w:val="0061584E"/>
    <w:rsid w:val="00615F43"/>
    <w:rsid w:val="00616194"/>
    <w:rsid w:val="006166AF"/>
    <w:rsid w:val="00616814"/>
    <w:rsid w:val="00616D97"/>
    <w:rsid w:val="00617487"/>
    <w:rsid w:val="00617AD9"/>
    <w:rsid w:val="00620C8E"/>
    <w:rsid w:val="00622FD8"/>
    <w:rsid w:val="00623438"/>
    <w:rsid w:val="00623659"/>
    <w:rsid w:val="0062370E"/>
    <w:rsid w:val="006237B2"/>
    <w:rsid w:val="00624194"/>
    <w:rsid w:val="00624FD6"/>
    <w:rsid w:val="0062508A"/>
    <w:rsid w:val="0062638B"/>
    <w:rsid w:val="006265AE"/>
    <w:rsid w:val="006279AB"/>
    <w:rsid w:val="00627C29"/>
    <w:rsid w:val="00630922"/>
    <w:rsid w:val="0063095B"/>
    <w:rsid w:val="00630EC2"/>
    <w:rsid w:val="00631880"/>
    <w:rsid w:val="00631AE1"/>
    <w:rsid w:val="00631D8D"/>
    <w:rsid w:val="00631F3F"/>
    <w:rsid w:val="00631F73"/>
    <w:rsid w:val="00632A77"/>
    <w:rsid w:val="00633530"/>
    <w:rsid w:val="006335CF"/>
    <w:rsid w:val="0063385C"/>
    <w:rsid w:val="006349A8"/>
    <w:rsid w:val="006349E4"/>
    <w:rsid w:val="00635541"/>
    <w:rsid w:val="00635C5A"/>
    <w:rsid w:val="006362DA"/>
    <w:rsid w:val="00636FA4"/>
    <w:rsid w:val="00637730"/>
    <w:rsid w:val="00637B84"/>
    <w:rsid w:val="00637FCC"/>
    <w:rsid w:val="00640389"/>
    <w:rsid w:val="00640607"/>
    <w:rsid w:val="00640974"/>
    <w:rsid w:val="00641291"/>
    <w:rsid w:val="00641296"/>
    <w:rsid w:val="006415D7"/>
    <w:rsid w:val="0064189D"/>
    <w:rsid w:val="00641C9C"/>
    <w:rsid w:val="00642083"/>
    <w:rsid w:val="0064235F"/>
    <w:rsid w:val="00642836"/>
    <w:rsid w:val="00642894"/>
    <w:rsid w:val="006430D0"/>
    <w:rsid w:val="006438F3"/>
    <w:rsid w:val="0064399C"/>
    <w:rsid w:val="00643A82"/>
    <w:rsid w:val="0064452E"/>
    <w:rsid w:val="00644F5F"/>
    <w:rsid w:val="00645FA1"/>
    <w:rsid w:val="006478B3"/>
    <w:rsid w:val="0065026D"/>
    <w:rsid w:val="0065028A"/>
    <w:rsid w:val="00650C22"/>
    <w:rsid w:val="006515E1"/>
    <w:rsid w:val="00651988"/>
    <w:rsid w:val="00652117"/>
    <w:rsid w:val="0065225C"/>
    <w:rsid w:val="006524E6"/>
    <w:rsid w:val="00653803"/>
    <w:rsid w:val="0065380B"/>
    <w:rsid w:val="00653BBC"/>
    <w:rsid w:val="0065414D"/>
    <w:rsid w:val="00654732"/>
    <w:rsid w:val="0065525C"/>
    <w:rsid w:val="00655318"/>
    <w:rsid w:val="00655352"/>
    <w:rsid w:val="00655369"/>
    <w:rsid w:val="00656854"/>
    <w:rsid w:val="00656B3A"/>
    <w:rsid w:val="0066043C"/>
    <w:rsid w:val="00661630"/>
    <w:rsid w:val="00661E71"/>
    <w:rsid w:val="0066260F"/>
    <w:rsid w:val="00663A14"/>
    <w:rsid w:val="00664225"/>
    <w:rsid w:val="0066458E"/>
    <w:rsid w:val="00664E39"/>
    <w:rsid w:val="006656B9"/>
    <w:rsid w:val="00665988"/>
    <w:rsid w:val="00665F6C"/>
    <w:rsid w:val="0066667C"/>
    <w:rsid w:val="00666902"/>
    <w:rsid w:val="006700D8"/>
    <w:rsid w:val="0067038C"/>
    <w:rsid w:val="006705EE"/>
    <w:rsid w:val="00670F15"/>
    <w:rsid w:val="00672222"/>
    <w:rsid w:val="00672840"/>
    <w:rsid w:val="006729CD"/>
    <w:rsid w:val="00672AA8"/>
    <w:rsid w:val="00672E7A"/>
    <w:rsid w:val="00672F6D"/>
    <w:rsid w:val="0067364B"/>
    <w:rsid w:val="00673748"/>
    <w:rsid w:val="00673A6F"/>
    <w:rsid w:val="00673BA7"/>
    <w:rsid w:val="00674A06"/>
    <w:rsid w:val="00674A82"/>
    <w:rsid w:val="00675073"/>
    <w:rsid w:val="00675A9D"/>
    <w:rsid w:val="00676569"/>
    <w:rsid w:val="006766FE"/>
    <w:rsid w:val="0067679E"/>
    <w:rsid w:val="006769F4"/>
    <w:rsid w:val="00676AC9"/>
    <w:rsid w:val="00676D12"/>
    <w:rsid w:val="00677220"/>
    <w:rsid w:val="006778CD"/>
    <w:rsid w:val="00677C64"/>
    <w:rsid w:val="0068060B"/>
    <w:rsid w:val="006810BA"/>
    <w:rsid w:val="00681253"/>
    <w:rsid w:val="006815A9"/>
    <w:rsid w:val="006821C1"/>
    <w:rsid w:val="00682673"/>
    <w:rsid w:val="006835F5"/>
    <w:rsid w:val="00683A78"/>
    <w:rsid w:val="00684D9D"/>
    <w:rsid w:val="006853A8"/>
    <w:rsid w:val="0068565E"/>
    <w:rsid w:val="006869F5"/>
    <w:rsid w:val="006901E3"/>
    <w:rsid w:val="0069030E"/>
    <w:rsid w:val="00690577"/>
    <w:rsid w:val="006912E0"/>
    <w:rsid w:val="00691349"/>
    <w:rsid w:val="0069197F"/>
    <w:rsid w:val="00691CAA"/>
    <w:rsid w:val="006922C0"/>
    <w:rsid w:val="00692590"/>
    <w:rsid w:val="006929BB"/>
    <w:rsid w:val="00692A03"/>
    <w:rsid w:val="00694692"/>
    <w:rsid w:val="006949AF"/>
    <w:rsid w:val="0069627E"/>
    <w:rsid w:val="006964D6"/>
    <w:rsid w:val="00696E6E"/>
    <w:rsid w:val="00697103"/>
    <w:rsid w:val="00697D6D"/>
    <w:rsid w:val="006A0446"/>
    <w:rsid w:val="006A0977"/>
    <w:rsid w:val="006A184C"/>
    <w:rsid w:val="006A1AE2"/>
    <w:rsid w:val="006A1B07"/>
    <w:rsid w:val="006A1E3C"/>
    <w:rsid w:val="006A21C1"/>
    <w:rsid w:val="006A254B"/>
    <w:rsid w:val="006A366F"/>
    <w:rsid w:val="006A38CA"/>
    <w:rsid w:val="006A4004"/>
    <w:rsid w:val="006A4422"/>
    <w:rsid w:val="006A4ACF"/>
    <w:rsid w:val="006A58A7"/>
    <w:rsid w:val="006A58DE"/>
    <w:rsid w:val="006A6253"/>
    <w:rsid w:val="006A7924"/>
    <w:rsid w:val="006B076F"/>
    <w:rsid w:val="006B09A1"/>
    <w:rsid w:val="006B154A"/>
    <w:rsid w:val="006B28C0"/>
    <w:rsid w:val="006B3176"/>
    <w:rsid w:val="006B31A9"/>
    <w:rsid w:val="006B365A"/>
    <w:rsid w:val="006B39C8"/>
    <w:rsid w:val="006B3ED4"/>
    <w:rsid w:val="006B421B"/>
    <w:rsid w:val="006B42AB"/>
    <w:rsid w:val="006B4570"/>
    <w:rsid w:val="006B4A93"/>
    <w:rsid w:val="006B4DBE"/>
    <w:rsid w:val="006B4F1C"/>
    <w:rsid w:val="006B64C9"/>
    <w:rsid w:val="006B6C38"/>
    <w:rsid w:val="006B7D21"/>
    <w:rsid w:val="006C06A5"/>
    <w:rsid w:val="006C19B3"/>
    <w:rsid w:val="006C1A67"/>
    <w:rsid w:val="006C1C2B"/>
    <w:rsid w:val="006C1CD7"/>
    <w:rsid w:val="006C206F"/>
    <w:rsid w:val="006C2A9F"/>
    <w:rsid w:val="006C3000"/>
    <w:rsid w:val="006C3A0D"/>
    <w:rsid w:val="006C3AD0"/>
    <w:rsid w:val="006C4D8C"/>
    <w:rsid w:val="006C63E6"/>
    <w:rsid w:val="006C6A8B"/>
    <w:rsid w:val="006C6BDD"/>
    <w:rsid w:val="006C7F32"/>
    <w:rsid w:val="006D0499"/>
    <w:rsid w:val="006D0D6A"/>
    <w:rsid w:val="006D0DFC"/>
    <w:rsid w:val="006D13EF"/>
    <w:rsid w:val="006D2B17"/>
    <w:rsid w:val="006D33CC"/>
    <w:rsid w:val="006D45F6"/>
    <w:rsid w:val="006D4826"/>
    <w:rsid w:val="006D4E8E"/>
    <w:rsid w:val="006D557E"/>
    <w:rsid w:val="006D597C"/>
    <w:rsid w:val="006D6A06"/>
    <w:rsid w:val="006D780D"/>
    <w:rsid w:val="006E0551"/>
    <w:rsid w:val="006E1558"/>
    <w:rsid w:val="006E174E"/>
    <w:rsid w:val="006E19E9"/>
    <w:rsid w:val="006E1F14"/>
    <w:rsid w:val="006E2898"/>
    <w:rsid w:val="006E3D6E"/>
    <w:rsid w:val="006E45E8"/>
    <w:rsid w:val="006E4F03"/>
    <w:rsid w:val="006E5470"/>
    <w:rsid w:val="006E5BC7"/>
    <w:rsid w:val="006E5EB0"/>
    <w:rsid w:val="006E65AA"/>
    <w:rsid w:val="006E6DD3"/>
    <w:rsid w:val="006E7A47"/>
    <w:rsid w:val="006E7A5E"/>
    <w:rsid w:val="006E7E4C"/>
    <w:rsid w:val="006F0890"/>
    <w:rsid w:val="006F1126"/>
    <w:rsid w:val="006F1A83"/>
    <w:rsid w:val="006F350B"/>
    <w:rsid w:val="006F355D"/>
    <w:rsid w:val="006F39A0"/>
    <w:rsid w:val="006F4253"/>
    <w:rsid w:val="006F4634"/>
    <w:rsid w:val="006F528A"/>
    <w:rsid w:val="006F5C66"/>
    <w:rsid w:val="006F6AA7"/>
    <w:rsid w:val="006F6B63"/>
    <w:rsid w:val="006F6DED"/>
    <w:rsid w:val="006F728C"/>
    <w:rsid w:val="006F752E"/>
    <w:rsid w:val="006F78E3"/>
    <w:rsid w:val="00701073"/>
    <w:rsid w:val="00701488"/>
    <w:rsid w:val="00702562"/>
    <w:rsid w:val="0070439A"/>
    <w:rsid w:val="007048E2"/>
    <w:rsid w:val="00704FC1"/>
    <w:rsid w:val="00705286"/>
    <w:rsid w:val="00705C81"/>
    <w:rsid w:val="00706114"/>
    <w:rsid w:val="007061D9"/>
    <w:rsid w:val="007067C2"/>
    <w:rsid w:val="007069A8"/>
    <w:rsid w:val="0070719D"/>
    <w:rsid w:val="0071061A"/>
    <w:rsid w:val="00711BBC"/>
    <w:rsid w:val="00711D14"/>
    <w:rsid w:val="00712650"/>
    <w:rsid w:val="00713CEB"/>
    <w:rsid w:val="00713D9C"/>
    <w:rsid w:val="00714FCA"/>
    <w:rsid w:val="007158F3"/>
    <w:rsid w:val="0071646E"/>
    <w:rsid w:val="0072032A"/>
    <w:rsid w:val="0072074E"/>
    <w:rsid w:val="0072188D"/>
    <w:rsid w:val="00721FB5"/>
    <w:rsid w:val="007220B4"/>
    <w:rsid w:val="0072268C"/>
    <w:rsid w:val="0072318F"/>
    <w:rsid w:val="007238DE"/>
    <w:rsid w:val="00723DB0"/>
    <w:rsid w:val="0072703E"/>
    <w:rsid w:val="00727BF2"/>
    <w:rsid w:val="00730C09"/>
    <w:rsid w:val="00731131"/>
    <w:rsid w:val="00731AD1"/>
    <w:rsid w:val="007322AC"/>
    <w:rsid w:val="007323A0"/>
    <w:rsid w:val="007323E5"/>
    <w:rsid w:val="00734711"/>
    <w:rsid w:val="00734FA5"/>
    <w:rsid w:val="007359EE"/>
    <w:rsid w:val="00736670"/>
    <w:rsid w:val="00737C6D"/>
    <w:rsid w:val="007409E4"/>
    <w:rsid w:val="007412A4"/>
    <w:rsid w:val="007413A6"/>
    <w:rsid w:val="00741D50"/>
    <w:rsid w:val="007426C6"/>
    <w:rsid w:val="00742938"/>
    <w:rsid w:val="00742BB0"/>
    <w:rsid w:val="007439F7"/>
    <w:rsid w:val="00743B5E"/>
    <w:rsid w:val="00743E1C"/>
    <w:rsid w:val="00744074"/>
    <w:rsid w:val="007442E1"/>
    <w:rsid w:val="00744AF6"/>
    <w:rsid w:val="0074503E"/>
    <w:rsid w:val="00745381"/>
    <w:rsid w:val="00746371"/>
    <w:rsid w:val="00746AD0"/>
    <w:rsid w:val="00746F68"/>
    <w:rsid w:val="00747A63"/>
    <w:rsid w:val="00747FBA"/>
    <w:rsid w:val="00750543"/>
    <w:rsid w:val="00750D22"/>
    <w:rsid w:val="007517F2"/>
    <w:rsid w:val="00753630"/>
    <w:rsid w:val="00754080"/>
    <w:rsid w:val="007549DB"/>
    <w:rsid w:val="0075604A"/>
    <w:rsid w:val="00756E10"/>
    <w:rsid w:val="00757015"/>
    <w:rsid w:val="00757402"/>
    <w:rsid w:val="00757636"/>
    <w:rsid w:val="00760BDF"/>
    <w:rsid w:val="00760EF2"/>
    <w:rsid w:val="0076157F"/>
    <w:rsid w:val="00761950"/>
    <w:rsid w:val="00761C03"/>
    <w:rsid w:val="00762414"/>
    <w:rsid w:val="00762CFA"/>
    <w:rsid w:val="007630E1"/>
    <w:rsid w:val="00763429"/>
    <w:rsid w:val="00763C96"/>
    <w:rsid w:val="00766264"/>
    <w:rsid w:val="00766344"/>
    <w:rsid w:val="00766F9F"/>
    <w:rsid w:val="007705AC"/>
    <w:rsid w:val="00770C3E"/>
    <w:rsid w:val="00770F7E"/>
    <w:rsid w:val="00770FB8"/>
    <w:rsid w:val="00771027"/>
    <w:rsid w:val="0077253B"/>
    <w:rsid w:val="00772A0D"/>
    <w:rsid w:val="00772BE9"/>
    <w:rsid w:val="0077345D"/>
    <w:rsid w:val="007746BA"/>
    <w:rsid w:val="00774914"/>
    <w:rsid w:val="0077599B"/>
    <w:rsid w:val="00775ACD"/>
    <w:rsid w:val="00775DFF"/>
    <w:rsid w:val="007760B7"/>
    <w:rsid w:val="00776245"/>
    <w:rsid w:val="0077635C"/>
    <w:rsid w:val="00776631"/>
    <w:rsid w:val="00776C15"/>
    <w:rsid w:val="00777997"/>
    <w:rsid w:val="007806CD"/>
    <w:rsid w:val="007810AB"/>
    <w:rsid w:val="007811EC"/>
    <w:rsid w:val="0078190A"/>
    <w:rsid w:val="00781EF3"/>
    <w:rsid w:val="00782226"/>
    <w:rsid w:val="0078257B"/>
    <w:rsid w:val="0078352B"/>
    <w:rsid w:val="0078496E"/>
    <w:rsid w:val="007849AF"/>
    <w:rsid w:val="00784DB7"/>
    <w:rsid w:val="007850F5"/>
    <w:rsid w:val="00785116"/>
    <w:rsid w:val="0078625C"/>
    <w:rsid w:val="007863CF"/>
    <w:rsid w:val="00786990"/>
    <w:rsid w:val="00786DAA"/>
    <w:rsid w:val="0078777F"/>
    <w:rsid w:val="00790A7C"/>
    <w:rsid w:val="00790AF8"/>
    <w:rsid w:val="00790B49"/>
    <w:rsid w:val="00791ECE"/>
    <w:rsid w:val="00794179"/>
    <w:rsid w:val="00794195"/>
    <w:rsid w:val="007943D8"/>
    <w:rsid w:val="007948DE"/>
    <w:rsid w:val="00794E2D"/>
    <w:rsid w:val="00795039"/>
    <w:rsid w:val="00795E84"/>
    <w:rsid w:val="007961B3"/>
    <w:rsid w:val="00796240"/>
    <w:rsid w:val="00796CE9"/>
    <w:rsid w:val="007A0330"/>
    <w:rsid w:val="007A0561"/>
    <w:rsid w:val="007A1A00"/>
    <w:rsid w:val="007A25F9"/>
    <w:rsid w:val="007A2A17"/>
    <w:rsid w:val="007A37BF"/>
    <w:rsid w:val="007A391A"/>
    <w:rsid w:val="007A72F0"/>
    <w:rsid w:val="007A7DA6"/>
    <w:rsid w:val="007B041B"/>
    <w:rsid w:val="007B0B3B"/>
    <w:rsid w:val="007B0D4C"/>
    <w:rsid w:val="007B1AC8"/>
    <w:rsid w:val="007B1D9C"/>
    <w:rsid w:val="007B1E74"/>
    <w:rsid w:val="007B25A8"/>
    <w:rsid w:val="007B2EEC"/>
    <w:rsid w:val="007B3BDD"/>
    <w:rsid w:val="007B3E81"/>
    <w:rsid w:val="007B443F"/>
    <w:rsid w:val="007B4943"/>
    <w:rsid w:val="007B512B"/>
    <w:rsid w:val="007B588F"/>
    <w:rsid w:val="007B71DC"/>
    <w:rsid w:val="007B72B9"/>
    <w:rsid w:val="007B734B"/>
    <w:rsid w:val="007B78F5"/>
    <w:rsid w:val="007C09B6"/>
    <w:rsid w:val="007C10B5"/>
    <w:rsid w:val="007C1435"/>
    <w:rsid w:val="007C25C5"/>
    <w:rsid w:val="007C260F"/>
    <w:rsid w:val="007C3BAE"/>
    <w:rsid w:val="007C4EEE"/>
    <w:rsid w:val="007C51FE"/>
    <w:rsid w:val="007C5426"/>
    <w:rsid w:val="007C5D63"/>
    <w:rsid w:val="007C61C1"/>
    <w:rsid w:val="007C6EDF"/>
    <w:rsid w:val="007C73FB"/>
    <w:rsid w:val="007D0EAA"/>
    <w:rsid w:val="007D2117"/>
    <w:rsid w:val="007D2367"/>
    <w:rsid w:val="007D27A3"/>
    <w:rsid w:val="007D3237"/>
    <w:rsid w:val="007D3D32"/>
    <w:rsid w:val="007D3ED1"/>
    <w:rsid w:val="007D4164"/>
    <w:rsid w:val="007D4D9F"/>
    <w:rsid w:val="007D4E80"/>
    <w:rsid w:val="007D5000"/>
    <w:rsid w:val="007D5F3D"/>
    <w:rsid w:val="007D60D6"/>
    <w:rsid w:val="007D7168"/>
    <w:rsid w:val="007D795A"/>
    <w:rsid w:val="007E0E66"/>
    <w:rsid w:val="007E1461"/>
    <w:rsid w:val="007E192C"/>
    <w:rsid w:val="007E1E7B"/>
    <w:rsid w:val="007E2B82"/>
    <w:rsid w:val="007E2CE7"/>
    <w:rsid w:val="007E3223"/>
    <w:rsid w:val="007E32C6"/>
    <w:rsid w:val="007E4B19"/>
    <w:rsid w:val="007E4C91"/>
    <w:rsid w:val="007E4D92"/>
    <w:rsid w:val="007E4F77"/>
    <w:rsid w:val="007E562E"/>
    <w:rsid w:val="007E5832"/>
    <w:rsid w:val="007E6CDF"/>
    <w:rsid w:val="007E7C46"/>
    <w:rsid w:val="007F005A"/>
    <w:rsid w:val="007F0AA7"/>
    <w:rsid w:val="007F0C41"/>
    <w:rsid w:val="007F127C"/>
    <w:rsid w:val="007F17CA"/>
    <w:rsid w:val="007F234C"/>
    <w:rsid w:val="007F41E3"/>
    <w:rsid w:val="007F4D3B"/>
    <w:rsid w:val="007F62B3"/>
    <w:rsid w:val="007F6C33"/>
    <w:rsid w:val="007F6C93"/>
    <w:rsid w:val="007F6F25"/>
    <w:rsid w:val="0080060C"/>
    <w:rsid w:val="00800821"/>
    <w:rsid w:val="00801932"/>
    <w:rsid w:val="00801B7A"/>
    <w:rsid w:val="0080244C"/>
    <w:rsid w:val="00802EC0"/>
    <w:rsid w:val="00802FE1"/>
    <w:rsid w:val="008030F7"/>
    <w:rsid w:val="00803453"/>
    <w:rsid w:val="00805674"/>
    <w:rsid w:val="0080660D"/>
    <w:rsid w:val="008076AE"/>
    <w:rsid w:val="00811B31"/>
    <w:rsid w:val="008131C0"/>
    <w:rsid w:val="00813419"/>
    <w:rsid w:val="00814D0B"/>
    <w:rsid w:val="008150DA"/>
    <w:rsid w:val="00815C31"/>
    <w:rsid w:val="00816100"/>
    <w:rsid w:val="0081666F"/>
    <w:rsid w:val="00816AC9"/>
    <w:rsid w:val="00817049"/>
    <w:rsid w:val="00817ED1"/>
    <w:rsid w:val="00817F7A"/>
    <w:rsid w:val="00820301"/>
    <w:rsid w:val="00820C1A"/>
    <w:rsid w:val="00821E62"/>
    <w:rsid w:val="00822F44"/>
    <w:rsid w:val="00822FCC"/>
    <w:rsid w:val="008233CA"/>
    <w:rsid w:val="0082397B"/>
    <w:rsid w:val="00823D09"/>
    <w:rsid w:val="008255B0"/>
    <w:rsid w:val="00826E4C"/>
    <w:rsid w:val="008278AA"/>
    <w:rsid w:val="00827F49"/>
    <w:rsid w:val="0083065F"/>
    <w:rsid w:val="008306EF"/>
    <w:rsid w:val="00830A80"/>
    <w:rsid w:val="008312B9"/>
    <w:rsid w:val="0083206D"/>
    <w:rsid w:val="00832659"/>
    <w:rsid w:val="00832746"/>
    <w:rsid w:val="00832B9B"/>
    <w:rsid w:val="00832BA7"/>
    <w:rsid w:val="0083359B"/>
    <w:rsid w:val="00833850"/>
    <w:rsid w:val="008339CB"/>
    <w:rsid w:val="00833DA9"/>
    <w:rsid w:val="008343D8"/>
    <w:rsid w:val="0083448E"/>
    <w:rsid w:val="008350E8"/>
    <w:rsid w:val="00835E65"/>
    <w:rsid w:val="0083731C"/>
    <w:rsid w:val="00837435"/>
    <w:rsid w:val="0084047D"/>
    <w:rsid w:val="0084049E"/>
    <w:rsid w:val="00841176"/>
    <w:rsid w:val="00841B65"/>
    <w:rsid w:val="008420A8"/>
    <w:rsid w:val="0084237F"/>
    <w:rsid w:val="0084295D"/>
    <w:rsid w:val="00842CD9"/>
    <w:rsid w:val="00844AB3"/>
    <w:rsid w:val="00845C10"/>
    <w:rsid w:val="008460ED"/>
    <w:rsid w:val="008463B8"/>
    <w:rsid w:val="00847737"/>
    <w:rsid w:val="00850166"/>
    <w:rsid w:val="008503F8"/>
    <w:rsid w:val="0085112D"/>
    <w:rsid w:val="00851394"/>
    <w:rsid w:val="008516D3"/>
    <w:rsid w:val="008516DB"/>
    <w:rsid w:val="00851F2B"/>
    <w:rsid w:val="00852896"/>
    <w:rsid w:val="00853D19"/>
    <w:rsid w:val="008541B0"/>
    <w:rsid w:val="00855E11"/>
    <w:rsid w:val="00856E88"/>
    <w:rsid w:val="00857C50"/>
    <w:rsid w:val="00860318"/>
    <w:rsid w:val="00860ACA"/>
    <w:rsid w:val="00860ED8"/>
    <w:rsid w:val="00861D41"/>
    <w:rsid w:val="00862DCD"/>
    <w:rsid w:val="008636D6"/>
    <w:rsid w:val="00863A01"/>
    <w:rsid w:val="00863D76"/>
    <w:rsid w:val="00863EB7"/>
    <w:rsid w:val="00864DA6"/>
    <w:rsid w:val="00865CE8"/>
    <w:rsid w:val="00865E4E"/>
    <w:rsid w:val="008709A7"/>
    <w:rsid w:val="00871160"/>
    <w:rsid w:val="00873BC7"/>
    <w:rsid w:val="008744E7"/>
    <w:rsid w:val="00875485"/>
    <w:rsid w:val="00876227"/>
    <w:rsid w:val="00876638"/>
    <w:rsid w:val="008772CD"/>
    <w:rsid w:val="008772F4"/>
    <w:rsid w:val="0088080A"/>
    <w:rsid w:val="00881767"/>
    <w:rsid w:val="00881AFF"/>
    <w:rsid w:val="00881DE8"/>
    <w:rsid w:val="00883138"/>
    <w:rsid w:val="00883779"/>
    <w:rsid w:val="008846FE"/>
    <w:rsid w:val="008848B6"/>
    <w:rsid w:val="00884EBF"/>
    <w:rsid w:val="008857FE"/>
    <w:rsid w:val="00885882"/>
    <w:rsid w:val="008872D2"/>
    <w:rsid w:val="00887C08"/>
    <w:rsid w:val="00892ABD"/>
    <w:rsid w:val="008947DB"/>
    <w:rsid w:val="0089548B"/>
    <w:rsid w:val="0089584F"/>
    <w:rsid w:val="00896FB5"/>
    <w:rsid w:val="0089777A"/>
    <w:rsid w:val="00897D0B"/>
    <w:rsid w:val="008A0014"/>
    <w:rsid w:val="008A00EC"/>
    <w:rsid w:val="008A0B6A"/>
    <w:rsid w:val="008A12D5"/>
    <w:rsid w:val="008A1454"/>
    <w:rsid w:val="008A1CC1"/>
    <w:rsid w:val="008A4274"/>
    <w:rsid w:val="008A4FD9"/>
    <w:rsid w:val="008A5730"/>
    <w:rsid w:val="008A6376"/>
    <w:rsid w:val="008A7067"/>
    <w:rsid w:val="008A7302"/>
    <w:rsid w:val="008B0C5A"/>
    <w:rsid w:val="008B1C0B"/>
    <w:rsid w:val="008B3C4E"/>
    <w:rsid w:val="008B3D34"/>
    <w:rsid w:val="008B4035"/>
    <w:rsid w:val="008B4050"/>
    <w:rsid w:val="008B43ED"/>
    <w:rsid w:val="008B43EF"/>
    <w:rsid w:val="008B69A7"/>
    <w:rsid w:val="008B797A"/>
    <w:rsid w:val="008C00DD"/>
    <w:rsid w:val="008C0106"/>
    <w:rsid w:val="008C06FB"/>
    <w:rsid w:val="008C1659"/>
    <w:rsid w:val="008C2136"/>
    <w:rsid w:val="008C2897"/>
    <w:rsid w:val="008C2C73"/>
    <w:rsid w:val="008C2E24"/>
    <w:rsid w:val="008C3B51"/>
    <w:rsid w:val="008C3F76"/>
    <w:rsid w:val="008C4268"/>
    <w:rsid w:val="008C453A"/>
    <w:rsid w:val="008C47BF"/>
    <w:rsid w:val="008C5A63"/>
    <w:rsid w:val="008C5D61"/>
    <w:rsid w:val="008C6342"/>
    <w:rsid w:val="008C6855"/>
    <w:rsid w:val="008C762E"/>
    <w:rsid w:val="008C7B1A"/>
    <w:rsid w:val="008D065B"/>
    <w:rsid w:val="008D09C5"/>
    <w:rsid w:val="008D1400"/>
    <w:rsid w:val="008D15DF"/>
    <w:rsid w:val="008D1C0B"/>
    <w:rsid w:val="008D1F32"/>
    <w:rsid w:val="008D283B"/>
    <w:rsid w:val="008D3A82"/>
    <w:rsid w:val="008D3A8A"/>
    <w:rsid w:val="008D4448"/>
    <w:rsid w:val="008D5117"/>
    <w:rsid w:val="008D52D0"/>
    <w:rsid w:val="008D5D54"/>
    <w:rsid w:val="008D5EB8"/>
    <w:rsid w:val="008D677A"/>
    <w:rsid w:val="008D7D07"/>
    <w:rsid w:val="008E0360"/>
    <w:rsid w:val="008E2584"/>
    <w:rsid w:val="008E3DFC"/>
    <w:rsid w:val="008E3FD3"/>
    <w:rsid w:val="008E55FE"/>
    <w:rsid w:val="008E59D1"/>
    <w:rsid w:val="008E59F9"/>
    <w:rsid w:val="008E6164"/>
    <w:rsid w:val="008E65C4"/>
    <w:rsid w:val="008E66AE"/>
    <w:rsid w:val="008E73B2"/>
    <w:rsid w:val="008F1E7B"/>
    <w:rsid w:val="008F2BD0"/>
    <w:rsid w:val="008F2DD1"/>
    <w:rsid w:val="008F3074"/>
    <w:rsid w:val="008F33EC"/>
    <w:rsid w:val="008F400E"/>
    <w:rsid w:val="008F4FD5"/>
    <w:rsid w:val="008F5206"/>
    <w:rsid w:val="008F66B3"/>
    <w:rsid w:val="008F7D2C"/>
    <w:rsid w:val="00900591"/>
    <w:rsid w:val="0090122A"/>
    <w:rsid w:val="009012BD"/>
    <w:rsid w:val="009019CC"/>
    <w:rsid w:val="009020B8"/>
    <w:rsid w:val="00902586"/>
    <w:rsid w:val="00902705"/>
    <w:rsid w:val="00903F49"/>
    <w:rsid w:val="00904D90"/>
    <w:rsid w:val="0090555D"/>
    <w:rsid w:val="009056F0"/>
    <w:rsid w:val="00905DE9"/>
    <w:rsid w:val="009060BC"/>
    <w:rsid w:val="009078AA"/>
    <w:rsid w:val="00907EEF"/>
    <w:rsid w:val="00910513"/>
    <w:rsid w:val="0091055C"/>
    <w:rsid w:val="00910A6E"/>
    <w:rsid w:val="00910E84"/>
    <w:rsid w:val="00911734"/>
    <w:rsid w:val="009122D2"/>
    <w:rsid w:val="00913462"/>
    <w:rsid w:val="009138FC"/>
    <w:rsid w:val="0091472B"/>
    <w:rsid w:val="009150E6"/>
    <w:rsid w:val="009153B2"/>
    <w:rsid w:val="0091555E"/>
    <w:rsid w:val="00915FD8"/>
    <w:rsid w:val="00916827"/>
    <w:rsid w:val="00917169"/>
    <w:rsid w:val="00917D5D"/>
    <w:rsid w:val="00920333"/>
    <w:rsid w:val="009206EB"/>
    <w:rsid w:val="00920768"/>
    <w:rsid w:val="00920AD0"/>
    <w:rsid w:val="009210DB"/>
    <w:rsid w:val="0092201D"/>
    <w:rsid w:val="009224BA"/>
    <w:rsid w:val="00922833"/>
    <w:rsid w:val="00922866"/>
    <w:rsid w:val="00923438"/>
    <w:rsid w:val="009246B8"/>
    <w:rsid w:val="00924825"/>
    <w:rsid w:val="00924BA6"/>
    <w:rsid w:val="00924D83"/>
    <w:rsid w:val="00925BAC"/>
    <w:rsid w:val="00926A9C"/>
    <w:rsid w:val="00926C60"/>
    <w:rsid w:val="00927027"/>
    <w:rsid w:val="009271C2"/>
    <w:rsid w:val="00927A01"/>
    <w:rsid w:val="00927C08"/>
    <w:rsid w:val="00930C86"/>
    <w:rsid w:val="00931D0B"/>
    <w:rsid w:val="00931FDD"/>
    <w:rsid w:val="009328C2"/>
    <w:rsid w:val="00932FDD"/>
    <w:rsid w:val="009339FC"/>
    <w:rsid w:val="00934C0A"/>
    <w:rsid w:val="00934C27"/>
    <w:rsid w:val="00935528"/>
    <w:rsid w:val="00935654"/>
    <w:rsid w:val="00935B83"/>
    <w:rsid w:val="00935FFD"/>
    <w:rsid w:val="00937267"/>
    <w:rsid w:val="009378AA"/>
    <w:rsid w:val="00937A8A"/>
    <w:rsid w:val="00940028"/>
    <w:rsid w:val="00940924"/>
    <w:rsid w:val="00940A98"/>
    <w:rsid w:val="00941C7F"/>
    <w:rsid w:val="00943240"/>
    <w:rsid w:val="009443EC"/>
    <w:rsid w:val="00944D47"/>
    <w:rsid w:val="00944D6C"/>
    <w:rsid w:val="00944F1E"/>
    <w:rsid w:val="0094520E"/>
    <w:rsid w:val="00945AD1"/>
    <w:rsid w:val="00945C1A"/>
    <w:rsid w:val="00945D5E"/>
    <w:rsid w:val="00946750"/>
    <w:rsid w:val="00947183"/>
    <w:rsid w:val="00947846"/>
    <w:rsid w:val="00947D93"/>
    <w:rsid w:val="009505FF"/>
    <w:rsid w:val="00950676"/>
    <w:rsid w:val="009506DF"/>
    <w:rsid w:val="00951B4B"/>
    <w:rsid w:val="00952506"/>
    <w:rsid w:val="009536A9"/>
    <w:rsid w:val="00953B3A"/>
    <w:rsid w:val="00953B65"/>
    <w:rsid w:val="0095415B"/>
    <w:rsid w:val="00954C1E"/>
    <w:rsid w:val="00954E79"/>
    <w:rsid w:val="0095531C"/>
    <w:rsid w:val="00955D80"/>
    <w:rsid w:val="0095635D"/>
    <w:rsid w:val="0095685F"/>
    <w:rsid w:val="00957478"/>
    <w:rsid w:val="009577B2"/>
    <w:rsid w:val="00957ECA"/>
    <w:rsid w:val="00957F6E"/>
    <w:rsid w:val="00961A48"/>
    <w:rsid w:val="00961A7E"/>
    <w:rsid w:val="00962191"/>
    <w:rsid w:val="00962976"/>
    <w:rsid w:val="00962A09"/>
    <w:rsid w:val="009632B9"/>
    <w:rsid w:val="009659A6"/>
    <w:rsid w:val="00965E53"/>
    <w:rsid w:val="009674E5"/>
    <w:rsid w:val="0096764E"/>
    <w:rsid w:val="00967DD9"/>
    <w:rsid w:val="00967F43"/>
    <w:rsid w:val="0097109A"/>
    <w:rsid w:val="00971186"/>
    <w:rsid w:val="009711DA"/>
    <w:rsid w:val="009716C9"/>
    <w:rsid w:val="0097190E"/>
    <w:rsid w:val="0097316B"/>
    <w:rsid w:val="0097388F"/>
    <w:rsid w:val="00974414"/>
    <w:rsid w:val="0097511A"/>
    <w:rsid w:val="00975A5F"/>
    <w:rsid w:val="00975B08"/>
    <w:rsid w:val="00975E4C"/>
    <w:rsid w:val="00975F87"/>
    <w:rsid w:val="009760B0"/>
    <w:rsid w:val="00976809"/>
    <w:rsid w:val="00976F46"/>
    <w:rsid w:val="00977205"/>
    <w:rsid w:val="009806EF"/>
    <w:rsid w:val="009807B1"/>
    <w:rsid w:val="00980E22"/>
    <w:rsid w:val="00981912"/>
    <w:rsid w:val="00981D76"/>
    <w:rsid w:val="00982749"/>
    <w:rsid w:val="009856B3"/>
    <w:rsid w:val="00985819"/>
    <w:rsid w:val="00985E6D"/>
    <w:rsid w:val="00985FEE"/>
    <w:rsid w:val="00986317"/>
    <w:rsid w:val="00986C0C"/>
    <w:rsid w:val="0098724B"/>
    <w:rsid w:val="00987547"/>
    <w:rsid w:val="00990629"/>
    <w:rsid w:val="009907A1"/>
    <w:rsid w:val="00990EA6"/>
    <w:rsid w:val="00990FAA"/>
    <w:rsid w:val="00991417"/>
    <w:rsid w:val="009916D0"/>
    <w:rsid w:val="0099176A"/>
    <w:rsid w:val="009922DC"/>
    <w:rsid w:val="00992504"/>
    <w:rsid w:val="00992FFA"/>
    <w:rsid w:val="00993263"/>
    <w:rsid w:val="00993BB5"/>
    <w:rsid w:val="00994284"/>
    <w:rsid w:val="0099428A"/>
    <w:rsid w:val="00994387"/>
    <w:rsid w:val="009951CF"/>
    <w:rsid w:val="00995987"/>
    <w:rsid w:val="00997F88"/>
    <w:rsid w:val="009A0D5A"/>
    <w:rsid w:val="009A13B8"/>
    <w:rsid w:val="009A149B"/>
    <w:rsid w:val="009A1CD2"/>
    <w:rsid w:val="009A1F32"/>
    <w:rsid w:val="009A2265"/>
    <w:rsid w:val="009A3455"/>
    <w:rsid w:val="009A35C0"/>
    <w:rsid w:val="009A35ED"/>
    <w:rsid w:val="009A41AF"/>
    <w:rsid w:val="009A4262"/>
    <w:rsid w:val="009A4870"/>
    <w:rsid w:val="009A7085"/>
    <w:rsid w:val="009B107C"/>
    <w:rsid w:val="009B1403"/>
    <w:rsid w:val="009B1A1C"/>
    <w:rsid w:val="009B2134"/>
    <w:rsid w:val="009B28E9"/>
    <w:rsid w:val="009B2AE0"/>
    <w:rsid w:val="009B2DFC"/>
    <w:rsid w:val="009B3013"/>
    <w:rsid w:val="009B4FBA"/>
    <w:rsid w:val="009B582D"/>
    <w:rsid w:val="009B653D"/>
    <w:rsid w:val="009B6B7F"/>
    <w:rsid w:val="009B6C11"/>
    <w:rsid w:val="009B7EC4"/>
    <w:rsid w:val="009C0657"/>
    <w:rsid w:val="009C1549"/>
    <w:rsid w:val="009C15B8"/>
    <w:rsid w:val="009C15E0"/>
    <w:rsid w:val="009C28B0"/>
    <w:rsid w:val="009C34B7"/>
    <w:rsid w:val="009C354F"/>
    <w:rsid w:val="009C40A7"/>
    <w:rsid w:val="009C42AE"/>
    <w:rsid w:val="009C4444"/>
    <w:rsid w:val="009C45CF"/>
    <w:rsid w:val="009C5453"/>
    <w:rsid w:val="009C5468"/>
    <w:rsid w:val="009C57D5"/>
    <w:rsid w:val="009C58A5"/>
    <w:rsid w:val="009C5A8E"/>
    <w:rsid w:val="009C5EFF"/>
    <w:rsid w:val="009C611E"/>
    <w:rsid w:val="009C6247"/>
    <w:rsid w:val="009C624B"/>
    <w:rsid w:val="009C6B57"/>
    <w:rsid w:val="009C6E01"/>
    <w:rsid w:val="009C72E2"/>
    <w:rsid w:val="009D0612"/>
    <w:rsid w:val="009D2146"/>
    <w:rsid w:val="009D26ED"/>
    <w:rsid w:val="009D29A4"/>
    <w:rsid w:val="009D2C9D"/>
    <w:rsid w:val="009D3DD6"/>
    <w:rsid w:val="009D4901"/>
    <w:rsid w:val="009D5C5F"/>
    <w:rsid w:val="009D6696"/>
    <w:rsid w:val="009D6D12"/>
    <w:rsid w:val="009D73B3"/>
    <w:rsid w:val="009D7677"/>
    <w:rsid w:val="009E032B"/>
    <w:rsid w:val="009E06FB"/>
    <w:rsid w:val="009E0C76"/>
    <w:rsid w:val="009E1FEF"/>
    <w:rsid w:val="009E2D98"/>
    <w:rsid w:val="009E2DEA"/>
    <w:rsid w:val="009E492D"/>
    <w:rsid w:val="009E4D8A"/>
    <w:rsid w:val="009E5032"/>
    <w:rsid w:val="009E5AA5"/>
    <w:rsid w:val="009E6BA6"/>
    <w:rsid w:val="009F0473"/>
    <w:rsid w:val="009F0EE8"/>
    <w:rsid w:val="009F119F"/>
    <w:rsid w:val="009F1B2A"/>
    <w:rsid w:val="009F293E"/>
    <w:rsid w:val="009F2F76"/>
    <w:rsid w:val="009F3140"/>
    <w:rsid w:val="009F34D7"/>
    <w:rsid w:val="009F3DA3"/>
    <w:rsid w:val="009F40F3"/>
    <w:rsid w:val="009F42DE"/>
    <w:rsid w:val="009F4459"/>
    <w:rsid w:val="009F4D8A"/>
    <w:rsid w:val="009F515D"/>
    <w:rsid w:val="009F53F7"/>
    <w:rsid w:val="009F54FE"/>
    <w:rsid w:val="009F61B2"/>
    <w:rsid w:val="009F69AD"/>
    <w:rsid w:val="009F70C3"/>
    <w:rsid w:val="009F745B"/>
    <w:rsid w:val="009F75AD"/>
    <w:rsid w:val="00A00DC7"/>
    <w:rsid w:val="00A0115A"/>
    <w:rsid w:val="00A01B32"/>
    <w:rsid w:val="00A01E06"/>
    <w:rsid w:val="00A01E7D"/>
    <w:rsid w:val="00A0380A"/>
    <w:rsid w:val="00A03A6F"/>
    <w:rsid w:val="00A042C4"/>
    <w:rsid w:val="00A047C7"/>
    <w:rsid w:val="00A07B27"/>
    <w:rsid w:val="00A1003E"/>
    <w:rsid w:val="00A10980"/>
    <w:rsid w:val="00A114BE"/>
    <w:rsid w:val="00A11764"/>
    <w:rsid w:val="00A11EFB"/>
    <w:rsid w:val="00A127D5"/>
    <w:rsid w:val="00A12C05"/>
    <w:rsid w:val="00A12F4F"/>
    <w:rsid w:val="00A136BB"/>
    <w:rsid w:val="00A13BF5"/>
    <w:rsid w:val="00A150A3"/>
    <w:rsid w:val="00A154A3"/>
    <w:rsid w:val="00A158AF"/>
    <w:rsid w:val="00A160A8"/>
    <w:rsid w:val="00A16D5E"/>
    <w:rsid w:val="00A17A58"/>
    <w:rsid w:val="00A20C00"/>
    <w:rsid w:val="00A20E69"/>
    <w:rsid w:val="00A213D9"/>
    <w:rsid w:val="00A21AD1"/>
    <w:rsid w:val="00A2261A"/>
    <w:rsid w:val="00A238D3"/>
    <w:rsid w:val="00A23918"/>
    <w:rsid w:val="00A23AA5"/>
    <w:rsid w:val="00A23AB3"/>
    <w:rsid w:val="00A23BB2"/>
    <w:rsid w:val="00A24CD4"/>
    <w:rsid w:val="00A2542C"/>
    <w:rsid w:val="00A26792"/>
    <w:rsid w:val="00A269CF"/>
    <w:rsid w:val="00A26ADB"/>
    <w:rsid w:val="00A26C3B"/>
    <w:rsid w:val="00A2784A"/>
    <w:rsid w:val="00A27DE9"/>
    <w:rsid w:val="00A3062B"/>
    <w:rsid w:val="00A313B4"/>
    <w:rsid w:val="00A32A15"/>
    <w:rsid w:val="00A3356A"/>
    <w:rsid w:val="00A33EB6"/>
    <w:rsid w:val="00A34BC8"/>
    <w:rsid w:val="00A35062"/>
    <w:rsid w:val="00A3557C"/>
    <w:rsid w:val="00A35855"/>
    <w:rsid w:val="00A35B31"/>
    <w:rsid w:val="00A364EB"/>
    <w:rsid w:val="00A377F6"/>
    <w:rsid w:val="00A406B0"/>
    <w:rsid w:val="00A40E88"/>
    <w:rsid w:val="00A40F8C"/>
    <w:rsid w:val="00A4294C"/>
    <w:rsid w:val="00A43168"/>
    <w:rsid w:val="00A434FC"/>
    <w:rsid w:val="00A44BCA"/>
    <w:rsid w:val="00A45007"/>
    <w:rsid w:val="00A45A70"/>
    <w:rsid w:val="00A45B91"/>
    <w:rsid w:val="00A45C61"/>
    <w:rsid w:val="00A465E7"/>
    <w:rsid w:val="00A468A2"/>
    <w:rsid w:val="00A4743B"/>
    <w:rsid w:val="00A50BAA"/>
    <w:rsid w:val="00A51C30"/>
    <w:rsid w:val="00A54830"/>
    <w:rsid w:val="00A54E8F"/>
    <w:rsid w:val="00A552A7"/>
    <w:rsid w:val="00A55823"/>
    <w:rsid w:val="00A55A8F"/>
    <w:rsid w:val="00A565A0"/>
    <w:rsid w:val="00A56C97"/>
    <w:rsid w:val="00A56FD2"/>
    <w:rsid w:val="00A5721E"/>
    <w:rsid w:val="00A57ABC"/>
    <w:rsid w:val="00A600CE"/>
    <w:rsid w:val="00A61E54"/>
    <w:rsid w:val="00A61FFD"/>
    <w:rsid w:val="00A6265C"/>
    <w:rsid w:val="00A628F0"/>
    <w:rsid w:val="00A640A1"/>
    <w:rsid w:val="00A64266"/>
    <w:rsid w:val="00A64650"/>
    <w:rsid w:val="00A64F3F"/>
    <w:rsid w:val="00A66087"/>
    <w:rsid w:val="00A662BA"/>
    <w:rsid w:val="00A66583"/>
    <w:rsid w:val="00A66624"/>
    <w:rsid w:val="00A66941"/>
    <w:rsid w:val="00A7006D"/>
    <w:rsid w:val="00A7090F"/>
    <w:rsid w:val="00A7151E"/>
    <w:rsid w:val="00A71592"/>
    <w:rsid w:val="00A729A2"/>
    <w:rsid w:val="00A72A06"/>
    <w:rsid w:val="00A73202"/>
    <w:rsid w:val="00A73762"/>
    <w:rsid w:val="00A757B7"/>
    <w:rsid w:val="00A76462"/>
    <w:rsid w:val="00A769FA"/>
    <w:rsid w:val="00A776D5"/>
    <w:rsid w:val="00A803D3"/>
    <w:rsid w:val="00A8080D"/>
    <w:rsid w:val="00A81238"/>
    <w:rsid w:val="00A8185E"/>
    <w:rsid w:val="00A81912"/>
    <w:rsid w:val="00A8199A"/>
    <w:rsid w:val="00A829E4"/>
    <w:rsid w:val="00A838BC"/>
    <w:rsid w:val="00A84D37"/>
    <w:rsid w:val="00A84D9F"/>
    <w:rsid w:val="00A85296"/>
    <w:rsid w:val="00A8582D"/>
    <w:rsid w:val="00A873E4"/>
    <w:rsid w:val="00A87954"/>
    <w:rsid w:val="00A90CB7"/>
    <w:rsid w:val="00A91141"/>
    <w:rsid w:val="00A9141C"/>
    <w:rsid w:val="00A91B7E"/>
    <w:rsid w:val="00A92A39"/>
    <w:rsid w:val="00A933E9"/>
    <w:rsid w:val="00A93A5C"/>
    <w:rsid w:val="00A94898"/>
    <w:rsid w:val="00A94B8F"/>
    <w:rsid w:val="00A951F9"/>
    <w:rsid w:val="00A95289"/>
    <w:rsid w:val="00A9591A"/>
    <w:rsid w:val="00A95B57"/>
    <w:rsid w:val="00A96462"/>
    <w:rsid w:val="00A970B6"/>
    <w:rsid w:val="00A97C16"/>
    <w:rsid w:val="00AA0039"/>
    <w:rsid w:val="00AA18E2"/>
    <w:rsid w:val="00AA1EF0"/>
    <w:rsid w:val="00AA2473"/>
    <w:rsid w:val="00AA3DF1"/>
    <w:rsid w:val="00AA4E3D"/>
    <w:rsid w:val="00AA5157"/>
    <w:rsid w:val="00AA51D7"/>
    <w:rsid w:val="00AA619B"/>
    <w:rsid w:val="00AA6234"/>
    <w:rsid w:val="00AA63EF"/>
    <w:rsid w:val="00AA66E2"/>
    <w:rsid w:val="00AA6F0E"/>
    <w:rsid w:val="00AA7350"/>
    <w:rsid w:val="00AA7F51"/>
    <w:rsid w:val="00AB0BD3"/>
    <w:rsid w:val="00AB19F8"/>
    <w:rsid w:val="00AB270B"/>
    <w:rsid w:val="00AB3B88"/>
    <w:rsid w:val="00AB47EF"/>
    <w:rsid w:val="00AB4A33"/>
    <w:rsid w:val="00AB4F11"/>
    <w:rsid w:val="00AB5485"/>
    <w:rsid w:val="00AB55D7"/>
    <w:rsid w:val="00AB5BCF"/>
    <w:rsid w:val="00AB687E"/>
    <w:rsid w:val="00AB74D0"/>
    <w:rsid w:val="00AB7752"/>
    <w:rsid w:val="00AC01EC"/>
    <w:rsid w:val="00AC1003"/>
    <w:rsid w:val="00AC158A"/>
    <w:rsid w:val="00AC1AC4"/>
    <w:rsid w:val="00AC2B6E"/>
    <w:rsid w:val="00AC32B1"/>
    <w:rsid w:val="00AC3823"/>
    <w:rsid w:val="00AC4AEB"/>
    <w:rsid w:val="00AC504C"/>
    <w:rsid w:val="00AC5AF6"/>
    <w:rsid w:val="00AC6B4D"/>
    <w:rsid w:val="00AC6B91"/>
    <w:rsid w:val="00AC7527"/>
    <w:rsid w:val="00AC76C5"/>
    <w:rsid w:val="00AC7A41"/>
    <w:rsid w:val="00AD08E1"/>
    <w:rsid w:val="00AD1424"/>
    <w:rsid w:val="00AD25D9"/>
    <w:rsid w:val="00AD2C4E"/>
    <w:rsid w:val="00AD38C1"/>
    <w:rsid w:val="00AD39B7"/>
    <w:rsid w:val="00AD452F"/>
    <w:rsid w:val="00AD5BC0"/>
    <w:rsid w:val="00AD649E"/>
    <w:rsid w:val="00AD6D50"/>
    <w:rsid w:val="00AD726C"/>
    <w:rsid w:val="00AD7C47"/>
    <w:rsid w:val="00AE0910"/>
    <w:rsid w:val="00AE0920"/>
    <w:rsid w:val="00AE1B82"/>
    <w:rsid w:val="00AE2673"/>
    <w:rsid w:val="00AE29BD"/>
    <w:rsid w:val="00AE3B1E"/>
    <w:rsid w:val="00AE4F50"/>
    <w:rsid w:val="00AE5C3C"/>
    <w:rsid w:val="00AE69AF"/>
    <w:rsid w:val="00AE6A0B"/>
    <w:rsid w:val="00AE71D6"/>
    <w:rsid w:val="00AE7663"/>
    <w:rsid w:val="00AF0208"/>
    <w:rsid w:val="00AF02BB"/>
    <w:rsid w:val="00AF0D83"/>
    <w:rsid w:val="00AF11CE"/>
    <w:rsid w:val="00AF1294"/>
    <w:rsid w:val="00AF1D32"/>
    <w:rsid w:val="00AF2034"/>
    <w:rsid w:val="00AF2B36"/>
    <w:rsid w:val="00AF317F"/>
    <w:rsid w:val="00AF4494"/>
    <w:rsid w:val="00AF44D6"/>
    <w:rsid w:val="00AF4F31"/>
    <w:rsid w:val="00AF5FDB"/>
    <w:rsid w:val="00AF63A0"/>
    <w:rsid w:val="00AF7475"/>
    <w:rsid w:val="00B0042D"/>
    <w:rsid w:val="00B0083F"/>
    <w:rsid w:val="00B00DE2"/>
    <w:rsid w:val="00B01071"/>
    <w:rsid w:val="00B0127C"/>
    <w:rsid w:val="00B01678"/>
    <w:rsid w:val="00B02501"/>
    <w:rsid w:val="00B02864"/>
    <w:rsid w:val="00B02DDE"/>
    <w:rsid w:val="00B04A74"/>
    <w:rsid w:val="00B04CFD"/>
    <w:rsid w:val="00B04F52"/>
    <w:rsid w:val="00B053A7"/>
    <w:rsid w:val="00B05C5E"/>
    <w:rsid w:val="00B05C94"/>
    <w:rsid w:val="00B05ECD"/>
    <w:rsid w:val="00B06F35"/>
    <w:rsid w:val="00B1063B"/>
    <w:rsid w:val="00B10A13"/>
    <w:rsid w:val="00B11129"/>
    <w:rsid w:val="00B116A5"/>
    <w:rsid w:val="00B12A71"/>
    <w:rsid w:val="00B12DDF"/>
    <w:rsid w:val="00B1301A"/>
    <w:rsid w:val="00B13240"/>
    <w:rsid w:val="00B13A14"/>
    <w:rsid w:val="00B13F12"/>
    <w:rsid w:val="00B13FEA"/>
    <w:rsid w:val="00B14168"/>
    <w:rsid w:val="00B15556"/>
    <w:rsid w:val="00B15CCE"/>
    <w:rsid w:val="00B167ED"/>
    <w:rsid w:val="00B17702"/>
    <w:rsid w:val="00B179AA"/>
    <w:rsid w:val="00B17DCB"/>
    <w:rsid w:val="00B17ECA"/>
    <w:rsid w:val="00B2062A"/>
    <w:rsid w:val="00B20ACF"/>
    <w:rsid w:val="00B20EBF"/>
    <w:rsid w:val="00B21084"/>
    <w:rsid w:val="00B22AFD"/>
    <w:rsid w:val="00B24546"/>
    <w:rsid w:val="00B24651"/>
    <w:rsid w:val="00B249E2"/>
    <w:rsid w:val="00B25133"/>
    <w:rsid w:val="00B260C1"/>
    <w:rsid w:val="00B261BC"/>
    <w:rsid w:val="00B26525"/>
    <w:rsid w:val="00B2693A"/>
    <w:rsid w:val="00B26CA2"/>
    <w:rsid w:val="00B305EA"/>
    <w:rsid w:val="00B30765"/>
    <w:rsid w:val="00B3080D"/>
    <w:rsid w:val="00B31512"/>
    <w:rsid w:val="00B319C3"/>
    <w:rsid w:val="00B31FB1"/>
    <w:rsid w:val="00B33D87"/>
    <w:rsid w:val="00B34643"/>
    <w:rsid w:val="00B353E2"/>
    <w:rsid w:val="00B35BC6"/>
    <w:rsid w:val="00B36C86"/>
    <w:rsid w:val="00B3742E"/>
    <w:rsid w:val="00B378DD"/>
    <w:rsid w:val="00B409BC"/>
    <w:rsid w:val="00B4130B"/>
    <w:rsid w:val="00B4188C"/>
    <w:rsid w:val="00B41F41"/>
    <w:rsid w:val="00B42E06"/>
    <w:rsid w:val="00B42E89"/>
    <w:rsid w:val="00B433D1"/>
    <w:rsid w:val="00B434A9"/>
    <w:rsid w:val="00B43F34"/>
    <w:rsid w:val="00B44899"/>
    <w:rsid w:val="00B45003"/>
    <w:rsid w:val="00B4596E"/>
    <w:rsid w:val="00B45E9D"/>
    <w:rsid w:val="00B46A86"/>
    <w:rsid w:val="00B46C5B"/>
    <w:rsid w:val="00B46DF7"/>
    <w:rsid w:val="00B47ADB"/>
    <w:rsid w:val="00B47CD4"/>
    <w:rsid w:val="00B47ED2"/>
    <w:rsid w:val="00B503E9"/>
    <w:rsid w:val="00B50704"/>
    <w:rsid w:val="00B51009"/>
    <w:rsid w:val="00B510AB"/>
    <w:rsid w:val="00B516B8"/>
    <w:rsid w:val="00B53626"/>
    <w:rsid w:val="00B53885"/>
    <w:rsid w:val="00B5390D"/>
    <w:rsid w:val="00B53E43"/>
    <w:rsid w:val="00B54654"/>
    <w:rsid w:val="00B5478C"/>
    <w:rsid w:val="00B5508A"/>
    <w:rsid w:val="00B5582C"/>
    <w:rsid w:val="00B57AB8"/>
    <w:rsid w:val="00B614A4"/>
    <w:rsid w:val="00B62796"/>
    <w:rsid w:val="00B6343E"/>
    <w:rsid w:val="00B634D6"/>
    <w:rsid w:val="00B63C70"/>
    <w:rsid w:val="00B64505"/>
    <w:rsid w:val="00B6545E"/>
    <w:rsid w:val="00B65B69"/>
    <w:rsid w:val="00B6619E"/>
    <w:rsid w:val="00B66226"/>
    <w:rsid w:val="00B667B3"/>
    <w:rsid w:val="00B66BEE"/>
    <w:rsid w:val="00B6794A"/>
    <w:rsid w:val="00B67CC3"/>
    <w:rsid w:val="00B700F8"/>
    <w:rsid w:val="00B70DF4"/>
    <w:rsid w:val="00B71984"/>
    <w:rsid w:val="00B7224C"/>
    <w:rsid w:val="00B72A0F"/>
    <w:rsid w:val="00B7358B"/>
    <w:rsid w:val="00B7591B"/>
    <w:rsid w:val="00B7594D"/>
    <w:rsid w:val="00B7617B"/>
    <w:rsid w:val="00B77104"/>
    <w:rsid w:val="00B7712C"/>
    <w:rsid w:val="00B81577"/>
    <w:rsid w:val="00B818BB"/>
    <w:rsid w:val="00B83306"/>
    <w:rsid w:val="00B84144"/>
    <w:rsid w:val="00B8449D"/>
    <w:rsid w:val="00B84759"/>
    <w:rsid w:val="00B848ED"/>
    <w:rsid w:val="00B8560E"/>
    <w:rsid w:val="00B8675A"/>
    <w:rsid w:val="00B86C2D"/>
    <w:rsid w:val="00B87048"/>
    <w:rsid w:val="00B90167"/>
    <w:rsid w:val="00B909FC"/>
    <w:rsid w:val="00B9178A"/>
    <w:rsid w:val="00B926E5"/>
    <w:rsid w:val="00B92D2C"/>
    <w:rsid w:val="00B9300E"/>
    <w:rsid w:val="00B93D09"/>
    <w:rsid w:val="00B94210"/>
    <w:rsid w:val="00B94D99"/>
    <w:rsid w:val="00B95021"/>
    <w:rsid w:val="00B96A4F"/>
    <w:rsid w:val="00B96C84"/>
    <w:rsid w:val="00B96F9C"/>
    <w:rsid w:val="00B97C2B"/>
    <w:rsid w:val="00B97E7F"/>
    <w:rsid w:val="00BA0035"/>
    <w:rsid w:val="00BA0706"/>
    <w:rsid w:val="00BA0F18"/>
    <w:rsid w:val="00BA416E"/>
    <w:rsid w:val="00BA4728"/>
    <w:rsid w:val="00BA5691"/>
    <w:rsid w:val="00BA5995"/>
    <w:rsid w:val="00BA5FB3"/>
    <w:rsid w:val="00BA6022"/>
    <w:rsid w:val="00BA6919"/>
    <w:rsid w:val="00BB0153"/>
    <w:rsid w:val="00BB1CC4"/>
    <w:rsid w:val="00BB200A"/>
    <w:rsid w:val="00BB273D"/>
    <w:rsid w:val="00BB2A38"/>
    <w:rsid w:val="00BB31D5"/>
    <w:rsid w:val="00BB399B"/>
    <w:rsid w:val="00BB3A77"/>
    <w:rsid w:val="00BB414A"/>
    <w:rsid w:val="00BB48A5"/>
    <w:rsid w:val="00BB5CEE"/>
    <w:rsid w:val="00BB6CD7"/>
    <w:rsid w:val="00BB6D1B"/>
    <w:rsid w:val="00BC0A6A"/>
    <w:rsid w:val="00BC0D6D"/>
    <w:rsid w:val="00BC2757"/>
    <w:rsid w:val="00BC4563"/>
    <w:rsid w:val="00BC4C75"/>
    <w:rsid w:val="00BC52AA"/>
    <w:rsid w:val="00BC59B9"/>
    <w:rsid w:val="00BC692B"/>
    <w:rsid w:val="00BC6BED"/>
    <w:rsid w:val="00BC6F3F"/>
    <w:rsid w:val="00BC7B51"/>
    <w:rsid w:val="00BC7BA3"/>
    <w:rsid w:val="00BD0024"/>
    <w:rsid w:val="00BD08A9"/>
    <w:rsid w:val="00BD09B1"/>
    <w:rsid w:val="00BD1AD4"/>
    <w:rsid w:val="00BD1C65"/>
    <w:rsid w:val="00BD1E72"/>
    <w:rsid w:val="00BD3309"/>
    <w:rsid w:val="00BD4343"/>
    <w:rsid w:val="00BD554F"/>
    <w:rsid w:val="00BD5CE8"/>
    <w:rsid w:val="00BD5FCB"/>
    <w:rsid w:val="00BD617D"/>
    <w:rsid w:val="00BD675C"/>
    <w:rsid w:val="00BD79EF"/>
    <w:rsid w:val="00BD7AE9"/>
    <w:rsid w:val="00BD7B05"/>
    <w:rsid w:val="00BD7B52"/>
    <w:rsid w:val="00BE0C2B"/>
    <w:rsid w:val="00BE0CA8"/>
    <w:rsid w:val="00BE12D8"/>
    <w:rsid w:val="00BE15B8"/>
    <w:rsid w:val="00BE1A94"/>
    <w:rsid w:val="00BE1D28"/>
    <w:rsid w:val="00BE1F22"/>
    <w:rsid w:val="00BE2494"/>
    <w:rsid w:val="00BE3421"/>
    <w:rsid w:val="00BE37D1"/>
    <w:rsid w:val="00BE4D9E"/>
    <w:rsid w:val="00BE4E0F"/>
    <w:rsid w:val="00BE52A8"/>
    <w:rsid w:val="00BE53E6"/>
    <w:rsid w:val="00BE5A50"/>
    <w:rsid w:val="00BE6E25"/>
    <w:rsid w:val="00BE6EEF"/>
    <w:rsid w:val="00BE728C"/>
    <w:rsid w:val="00BE7FDF"/>
    <w:rsid w:val="00BF15BA"/>
    <w:rsid w:val="00BF1E95"/>
    <w:rsid w:val="00BF2E7B"/>
    <w:rsid w:val="00BF3937"/>
    <w:rsid w:val="00BF4112"/>
    <w:rsid w:val="00BF472D"/>
    <w:rsid w:val="00BF5813"/>
    <w:rsid w:val="00BF5B9D"/>
    <w:rsid w:val="00C00461"/>
    <w:rsid w:val="00C004BB"/>
    <w:rsid w:val="00C00769"/>
    <w:rsid w:val="00C00861"/>
    <w:rsid w:val="00C01459"/>
    <w:rsid w:val="00C01779"/>
    <w:rsid w:val="00C01B2F"/>
    <w:rsid w:val="00C02464"/>
    <w:rsid w:val="00C03BA0"/>
    <w:rsid w:val="00C03D9E"/>
    <w:rsid w:val="00C03FF8"/>
    <w:rsid w:val="00C048BB"/>
    <w:rsid w:val="00C056EA"/>
    <w:rsid w:val="00C06A33"/>
    <w:rsid w:val="00C06D55"/>
    <w:rsid w:val="00C0704E"/>
    <w:rsid w:val="00C07851"/>
    <w:rsid w:val="00C07A75"/>
    <w:rsid w:val="00C10894"/>
    <w:rsid w:val="00C11035"/>
    <w:rsid w:val="00C116C4"/>
    <w:rsid w:val="00C12951"/>
    <w:rsid w:val="00C13EA2"/>
    <w:rsid w:val="00C14C34"/>
    <w:rsid w:val="00C14D23"/>
    <w:rsid w:val="00C14D70"/>
    <w:rsid w:val="00C1519F"/>
    <w:rsid w:val="00C1522D"/>
    <w:rsid w:val="00C161A7"/>
    <w:rsid w:val="00C17AA8"/>
    <w:rsid w:val="00C202D4"/>
    <w:rsid w:val="00C20DFA"/>
    <w:rsid w:val="00C21373"/>
    <w:rsid w:val="00C21608"/>
    <w:rsid w:val="00C21939"/>
    <w:rsid w:val="00C22D13"/>
    <w:rsid w:val="00C2349B"/>
    <w:rsid w:val="00C245ED"/>
    <w:rsid w:val="00C26CFB"/>
    <w:rsid w:val="00C27614"/>
    <w:rsid w:val="00C27694"/>
    <w:rsid w:val="00C2797B"/>
    <w:rsid w:val="00C27C4D"/>
    <w:rsid w:val="00C301C6"/>
    <w:rsid w:val="00C30D3D"/>
    <w:rsid w:val="00C3106F"/>
    <w:rsid w:val="00C31FEC"/>
    <w:rsid w:val="00C3230B"/>
    <w:rsid w:val="00C33114"/>
    <w:rsid w:val="00C34B5D"/>
    <w:rsid w:val="00C34DE9"/>
    <w:rsid w:val="00C34FEB"/>
    <w:rsid w:val="00C350D3"/>
    <w:rsid w:val="00C360CE"/>
    <w:rsid w:val="00C36F45"/>
    <w:rsid w:val="00C374D9"/>
    <w:rsid w:val="00C401D3"/>
    <w:rsid w:val="00C40533"/>
    <w:rsid w:val="00C4060B"/>
    <w:rsid w:val="00C41074"/>
    <w:rsid w:val="00C4135E"/>
    <w:rsid w:val="00C42818"/>
    <w:rsid w:val="00C42E03"/>
    <w:rsid w:val="00C4326B"/>
    <w:rsid w:val="00C43711"/>
    <w:rsid w:val="00C43899"/>
    <w:rsid w:val="00C44888"/>
    <w:rsid w:val="00C44C51"/>
    <w:rsid w:val="00C45BFF"/>
    <w:rsid w:val="00C476A3"/>
    <w:rsid w:val="00C5058B"/>
    <w:rsid w:val="00C519DF"/>
    <w:rsid w:val="00C51CBC"/>
    <w:rsid w:val="00C520AA"/>
    <w:rsid w:val="00C523D5"/>
    <w:rsid w:val="00C52BAF"/>
    <w:rsid w:val="00C55DAE"/>
    <w:rsid w:val="00C60168"/>
    <w:rsid w:val="00C60404"/>
    <w:rsid w:val="00C6145E"/>
    <w:rsid w:val="00C62FAA"/>
    <w:rsid w:val="00C63875"/>
    <w:rsid w:val="00C642F9"/>
    <w:rsid w:val="00C64C67"/>
    <w:rsid w:val="00C65D94"/>
    <w:rsid w:val="00C661FF"/>
    <w:rsid w:val="00C66330"/>
    <w:rsid w:val="00C6662F"/>
    <w:rsid w:val="00C669ED"/>
    <w:rsid w:val="00C66AA5"/>
    <w:rsid w:val="00C67366"/>
    <w:rsid w:val="00C676C3"/>
    <w:rsid w:val="00C6789F"/>
    <w:rsid w:val="00C67DAA"/>
    <w:rsid w:val="00C704F5"/>
    <w:rsid w:val="00C71B16"/>
    <w:rsid w:val="00C72EF3"/>
    <w:rsid w:val="00C73C23"/>
    <w:rsid w:val="00C73DD0"/>
    <w:rsid w:val="00C73EF9"/>
    <w:rsid w:val="00C740D3"/>
    <w:rsid w:val="00C74689"/>
    <w:rsid w:val="00C74D81"/>
    <w:rsid w:val="00C756AD"/>
    <w:rsid w:val="00C75FB0"/>
    <w:rsid w:val="00C77DAF"/>
    <w:rsid w:val="00C804BA"/>
    <w:rsid w:val="00C80703"/>
    <w:rsid w:val="00C81AFB"/>
    <w:rsid w:val="00C81BDF"/>
    <w:rsid w:val="00C82101"/>
    <w:rsid w:val="00C821A0"/>
    <w:rsid w:val="00C82382"/>
    <w:rsid w:val="00C83694"/>
    <w:rsid w:val="00C83929"/>
    <w:rsid w:val="00C83AE2"/>
    <w:rsid w:val="00C83B36"/>
    <w:rsid w:val="00C846AB"/>
    <w:rsid w:val="00C852F4"/>
    <w:rsid w:val="00C862B8"/>
    <w:rsid w:val="00C864F9"/>
    <w:rsid w:val="00C86E29"/>
    <w:rsid w:val="00C90751"/>
    <w:rsid w:val="00C90CE6"/>
    <w:rsid w:val="00C90F38"/>
    <w:rsid w:val="00C9112E"/>
    <w:rsid w:val="00C9120D"/>
    <w:rsid w:val="00C9170B"/>
    <w:rsid w:val="00C9170C"/>
    <w:rsid w:val="00C918BD"/>
    <w:rsid w:val="00C920A3"/>
    <w:rsid w:val="00C93546"/>
    <w:rsid w:val="00C935FE"/>
    <w:rsid w:val="00C9437E"/>
    <w:rsid w:val="00C94DE7"/>
    <w:rsid w:val="00C94F95"/>
    <w:rsid w:val="00C95AFD"/>
    <w:rsid w:val="00C95B94"/>
    <w:rsid w:val="00C96426"/>
    <w:rsid w:val="00C9687C"/>
    <w:rsid w:val="00CA0819"/>
    <w:rsid w:val="00CA0FDD"/>
    <w:rsid w:val="00CA14CB"/>
    <w:rsid w:val="00CA16D5"/>
    <w:rsid w:val="00CA1853"/>
    <w:rsid w:val="00CA24C4"/>
    <w:rsid w:val="00CA2C4A"/>
    <w:rsid w:val="00CA33D4"/>
    <w:rsid w:val="00CA3643"/>
    <w:rsid w:val="00CA3BA5"/>
    <w:rsid w:val="00CA4294"/>
    <w:rsid w:val="00CA44DE"/>
    <w:rsid w:val="00CA4C02"/>
    <w:rsid w:val="00CA4C07"/>
    <w:rsid w:val="00CA4D26"/>
    <w:rsid w:val="00CA606B"/>
    <w:rsid w:val="00CB0377"/>
    <w:rsid w:val="00CB09E6"/>
    <w:rsid w:val="00CB0B62"/>
    <w:rsid w:val="00CB0E85"/>
    <w:rsid w:val="00CB168B"/>
    <w:rsid w:val="00CB1C2B"/>
    <w:rsid w:val="00CB28BB"/>
    <w:rsid w:val="00CB2E69"/>
    <w:rsid w:val="00CB3068"/>
    <w:rsid w:val="00CB3102"/>
    <w:rsid w:val="00CB3ABA"/>
    <w:rsid w:val="00CB3F8C"/>
    <w:rsid w:val="00CB533F"/>
    <w:rsid w:val="00CB61D6"/>
    <w:rsid w:val="00CB6249"/>
    <w:rsid w:val="00CB66E7"/>
    <w:rsid w:val="00CB6B3F"/>
    <w:rsid w:val="00CB6C56"/>
    <w:rsid w:val="00CB70B0"/>
    <w:rsid w:val="00CB735C"/>
    <w:rsid w:val="00CB7665"/>
    <w:rsid w:val="00CB7A17"/>
    <w:rsid w:val="00CC0690"/>
    <w:rsid w:val="00CC08C8"/>
    <w:rsid w:val="00CC1BA3"/>
    <w:rsid w:val="00CC1CB4"/>
    <w:rsid w:val="00CC215C"/>
    <w:rsid w:val="00CC2E8B"/>
    <w:rsid w:val="00CC368B"/>
    <w:rsid w:val="00CC38A8"/>
    <w:rsid w:val="00CC3B42"/>
    <w:rsid w:val="00CC4215"/>
    <w:rsid w:val="00CC4949"/>
    <w:rsid w:val="00CC575F"/>
    <w:rsid w:val="00CC64AB"/>
    <w:rsid w:val="00CC673C"/>
    <w:rsid w:val="00CC690B"/>
    <w:rsid w:val="00CC6A1E"/>
    <w:rsid w:val="00CC7EDB"/>
    <w:rsid w:val="00CD0CD3"/>
    <w:rsid w:val="00CD1A88"/>
    <w:rsid w:val="00CD2975"/>
    <w:rsid w:val="00CD463C"/>
    <w:rsid w:val="00CD4854"/>
    <w:rsid w:val="00CD4E8A"/>
    <w:rsid w:val="00CD518D"/>
    <w:rsid w:val="00CD5C63"/>
    <w:rsid w:val="00CD6610"/>
    <w:rsid w:val="00CD7C0C"/>
    <w:rsid w:val="00CE013E"/>
    <w:rsid w:val="00CE120B"/>
    <w:rsid w:val="00CE1520"/>
    <w:rsid w:val="00CE1B3F"/>
    <w:rsid w:val="00CE2677"/>
    <w:rsid w:val="00CE286F"/>
    <w:rsid w:val="00CE3092"/>
    <w:rsid w:val="00CE3739"/>
    <w:rsid w:val="00CE4219"/>
    <w:rsid w:val="00CE48FA"/>
    <w:rsid w:val="00CE513A"/>
    <w:rsid w:val="00CE6C1A"/>
    <w:rsid w:val="00CE7029"/>
    <w:rsid w:val="00CE7597"/>
    <w:rsid w:val="00CE798E"/>
    <w:rsid w:val="00CF0861"/>
    <w:rsid w:val="00CF0FCA"/>
    <w:rsid w:val="00CF12A2"/>
    <w:rsid w:val="00CF17B6"/>
    <w:rsid w:val="00CF1BE9"/>
    <w:rsid w:val="00CF1DDB"/>
    <w:rsid w:val="00CF2502"/>
    <w:rsid w:val="00CF26BF"/>
    <w:rsid w:val="00CF2AC0"/>
    <w:rsid w:val="00CF2BC4"/>
    <w:rsid w:val="00CF3D69"/>
    <w:rsid w:val="00CF4425"/>
    <w:rsid w:val="00CF5110"/>
    <w:rsid w:val="00CF517D"/>
    <w:rsid w:val="00CF56E7"/>
    <w:rsid w:val="00CF58B6"/>
    <w:rsid w:val="00CF5A1B"/>
    <w:rsid w:val="00CF6866"/>
    <w:rsid w:val="00CF79D8"/>
    <w:rsid w:val="00D01B62"/>
    <w:rsid w:val="00D01BC3"/>
    <w:rsid w:val="00D02E27"/>
    <w:rsid w:val="00D050C2"/>
    <w:rsid w:val="00D05E98"/>
    <w:rsid w:val="00D05EDA"/>
    <w:rsid w:val="00D06211"/>
    <w:rsid w:val="00D077CF"/>
    <w:rsid w:val="00D07F44"/>
    <w:rsid w:val="00D10602"/>
    <w:rsid w:val="00D10983"/>
    <w:rsid w:val="00D10AAF"/>
    <w:rsid w:val="00D10B1D"/>
    <w:rsid w:val="00D10C05"/>
    <w:rsid w:val="00D126FD"/>
    <w:rsid w:val="00D13136"/>
    <w:rsid w:val="00D1317B"/>
    <w:rsid w:val="00D1323F"/>
    <w:rsid w:val="00D133D3"/>
    <w:rsid w:val="00D1343C"/>
    <w:rsid w:val="00D1465A"/>
    <w:rsid w:val="00D148E9"/>
    <w:rsid w:val="00D151DC"/>
    <w:rsid w:val="00D151EB"/>
    <w:rsid w:val="00D1522C"/>
    <w:rsid w:val="00D15DD9"/>
    <w:rsid w:val="00D15E4B"/>
    <w:rsid w:val="00D161D2"/>
    <w:rsid w:val="00D161D3"/>
    <w:rsid w:val="00D16882"/>
    <w:rsid w:val="00D16D87"/>
    <w:rsid w:val="00D179BE"/>
    <w:rsid w:val="00D2072F"/>
    <w:rsid w:val="00D21100"/>
    <w:rsid w:val="00D22831"/>
    <w:rsid w:val="00D23217"/>
    <w:rsid w:val="00D236BE"/>
    <w:rsid w:val="00D24AC6"/>
    <w:rsid w:val="00D24D91"/>
    <w:rsid w:val="00D25494"/>
    <w:rsid w:val="00D2571D"/>
    <w:rsid w:val="00D2591F"/>
    <w:rsid w:val="00D259B7"/>
    <w:rsid w:val="00D25F44"/>
    <w:rsid w:val="00D2630D"/>
    <w:rsid w:val="00D263AF"/>
    <w:rsid w:val="00D268F0"/>
    <w:rsid w:val="00D276B6"/>
    <w:rsid w:val="00D302DC"/>
    <w:rsid w:val="00D308DC"/>
    <w:rsid w:val="00D309A7"/>
    <w:rsid w:val="00D3175A"/>
    <w:rsid w:val="00D3183A"/>
    <w:rsid w:val="00D322B5"/>
    <w:rsid w:val="00D32594"/>
    <w:rsid w:val="00D32607"/>
    <w:rsid w:val="00D339BD"/>
    <w:rsid w:val="00D33DA2"/>
    <w:rsid w:val="00D363F5"/>
    <w:rsid w:val="00D364DC"/>
    <w:rsid w:val="00D3678D"/>
    <w:rsid w:val="00D40242"/>
    <w:rsid w:val="00D40369"/>
    <w:rsid w:val="00D4047A"/>
    <w:rsid w:val="00D40D4A"/>
    <w:rsid w:val="00D41432"/>
    <w:rsid w:val="00D42EC2"/>
    <w:rsid w:val="00D436BA"/>
    <w:rsid w:val="00D451EC"/>
    <w:rsid w:val="00D45E79"/>
    <w:rsid w:val="00D45F50"/>
    <w:rsid w:val="00D4614A"/>
    <w:rsid w:val="00D4632E"/>
    <w:rsid w:val="00D46885"/>
    <w:rsid w:val="00D47015"/>
    <w:rsid w:val="00D50B01"/>
    <w:rsid w:val="00D50B4F"/>
    <w:rsid w:val="00D50D18"/>
    <w:rsid w:val="00D511E7"/>
    <w:rsid w:val="00D51549"/>
    <w:rsid w:val="00D52063"/>
    <w:rsid w:val="00D52277"/>
    <w:rsid w:val="00D52508"/>
    <w:rsid w:val="00D52EFE"/>
    <w:rsid w:val="00D53036"/>
    <w:rsid w:val="00D538DE"/>
    <w:rsid w:val="00D53F4C"/>
    <w:rsid w:val="00D54884"/>
    <w:rsid w:val="00D553F1"/>
    <w:rsid w:val="00D55C97"/>
    <w:rsid w:val="00D562A6"/>
    <w:rsid w:val="00D56931"/>
    <w:rsid w:val="00D5696A"/>
    <w:rsid w:val="00D60921"/>
    <w:rsid w:val="00D60C55"/>
    <w:rsid w:val="00D60CA0"/>
    <w:rsid w:val="00D60DB2"/>
    <w:rsid w:val="00D60EC4"/>
    <w:rsid w:val="00D6119F"/>
    <w:rsid w:val="00D61684"/>
    <w:rsid w:val="00D617C1"/>
    <w:rsid w:val="00D61873"/>
    <w:rsid w:val="00D630D7"/>
    <w:rsid w:val="00D63B07"/>
    <w:rsid w:val="00D63CAA"/>
    <w:rsid w:val="00D64866"/>
    <w:rsid w:val="00D66997"/>
    <w:rsid w:val="00D66B03"/>
    <w:rsid w:val="00D66F2B"/>
    <w:rsid w:val="00D67090"/>
    <w:rsid w:val="00D67AF7"/>
    <w:rsid w:val="00D70157"/>
    <w:rsid w:val="00D706FC"/>
    <w:rsid w:val="00D70A60"/>
    <w:rsid w:val="00D70FE7"/>
    <w:rsid w:val="00D715CE"/>
    <w:rsid w:val="00D71FAD"/>
    <w:rsid w:val="00D72A61"/>
    <w:rsid w:val="00D73277"/>
    <w:rsid w:val="00D73909"/>
    <w:rsid w:val="00D73A25"/>
    <w:rsid w:val="00D74622"/>
    <w:rsid w:val="00D7533E"/>
    <w:rsid w:val="00D75598"/>
    <w:rsid w:val="00D76596"/>
    <w:rsid w:val="00D77108"/>
    <w:rsid w:val="00D77C01"/>
    <w:rsid w:val="00D8014A"/>
    <w:rsid w:val="00D803A5"/>
    <w:rsid w:val="00D80AA1"/>
    <w:rsid w:val="00D80BF0"/>
    <w:rsid w:val="00D80CA9"/>
    <w:rsid w:val="00D80D17"/>
    <w:rsid w:val="00D81109"/>
    <w:rsid w:val="00D8119E"/>
    <w:rsid w:val="00D812BC"/>
    <w:rsid w:val="00D8143F"/>
    <w:rsid w:val="00D820EC"/>
    <w:rsid w:val="00D82688"/>
    <w:rsid w:val="00D8415D"/>
    <w:rsid w:val="00D8492A"/>
    <w:rsid w:val="00D84968"/>
    <w:rsid w:val="00D84A62"/>
    <w:rsid w:val="00D8577C"/>
    <w:rsid w:val="00D8633A"/>
    <w:rsid w:val="00D869A3"/>
    <w:rsid w:val="00D8765B"/>
    <w:rsid w:val="00D90487"/>
    <w:rsid w:val="00D90B8A"/>
    <w:rsid w:val="00D91CC8"/>
    <w:rsid w:val="00D93304"/>
    <w:rsid w:val="00D93709"/>
    <w:rsid w:val="00D93863"/>
    <w:rsid w:val="00D93908"/>
    <w:rsid w:val="00D9405C"/>
    <w:rsid w:val="00D9444A"/>
    <w:rsid w:val="00D952B8"/>
    <w:rsid w:val="00D95A15"/>
    <w:rsid w:val="00D95DD9"/>
    <w:rsid w:val="00D96142"/>
    <w:rsid w:val="00D96A18"/>
    <w:rsid w:val="00D96B15"/>
    <w:rsid w:val="00D9719E"/>
    <w:rsid w:val="00D97B94"/>
    <w:rsid w:val="00D97EC3"/>
    <w:rsid w:val="00DA0EC7"/>
    <w:rsid w:val="00DA2637"/>
    <w:rsid w:val="00DA2795"/>
    <w:rsid w:val="00DA27C1"/>
    <w:rsid w:val="00DA2814"/>
    <w:rsid w:val="00DA2CA9"/>
    <w:rsid w:val="00DA2FAF"/>
    <w:rsid w:val="00DA3441"/>
    <w:rsid w:val="00DA3CD2"/>
    <w:rsid w:val="00DA3D1E"/>
    <w:rsid w:val="00DA4031"/>
    <w:rsid w:val="00DA5598"/>
    <w:rsid w:val="00DA5B00"/>
    <w:rsid w:val="00DA648B"/>
    <w:rsid w:val="00DA75A7"/>
    <w:rsid w:val="00DB0003"/>
    <w:rsid w:val="00DB1594"/>
    <w:rsid w:val="00DB169B"/>
    <w:rsid w:val="00DB2561"/>
    <w:rsid w:val="00DB2564"/>
    <w:rsid w:val="00DB3184"/>
    <w:rsid w:val="00DB39EC"/>
    <w:rsid w:val="00DB455B"/>
    <w:rsid w:val="00DB4F49"/>
    <w:rsid w:val="00DB6434"/>
    <w:rsid w:val="00DB69FA"/>
    <w:rsid w:val="00DB7240"/>
    <w:rsid w:val="00DB7871"/>
    <w:rsid w:val="00DC0FC8"/>
    <w:rsid w:val="00DC110D"/>
    <w:rsid w:val="00DC173C"/>
    <w:rsid w:val="00DC2FEE"/>
    <w:rsid w:val="00DC4CBB"/>
    <w:rsid w:val="00DC50A6"/>
    <w:rsid w:val="00DC5CC7"/>
    <w:rsid w:val="00DC6EA4"/>
    <w:rsid w:val="00DC7002"/>
    <w:rsid w:val="00DD07B9"/>
    <w:rsid w:val="00DD0DCE"/>
    <w:rsid w:val="00DD11D5"/>
    <w:rsid w:val="00DD1A07"/>
    <w:rsid w:val="00DD2EB6"/>
    <w:rsid w:val="00DD3C41"/>
    <w:rsid w:val="00DD44A8"/>
    <w:rsid w:val="00DD47B4"/>
    <w:rsid w:val="00DD53AA"/>
    <w:rsid w:val="00DD56FD"/>
    <w:rsid w:val="00DD5E46"/>
    <w:rsid w:val="00DD6357"/>
    <w:rsid w:val="00DD69BF"/>
    <w:rsid w:val="00DD6AA0"/>
    <w:rsid w:val="00DD6BE9"/>
    <w:rsid w:val="00DD706A"/>
    <w:rsid w:val="00DD7E45"/>
    <w:rsid w:val="00DE071B"/>
    <w:rsid w:val="00DE1262"/>
    <w:rsid w:val="00DE14D0"/>
    <w:rsid w:val="00DE1D21"/>
    <w:rsid w:val="00DE3624"/>
    <w:rsid w:val="00DE3DB5"/>
    <w:rsid w:val="00DE451D"/>
    <w:rsid w:val="00DE4715"/>
    <w:rsid w:val="00DE476A"/>
    <w:rsid w:val="00DE51EE"/>
    <w:rsid w:val="00DE52C5"/>
    <w:rsid w:val="00DE56A7"/>
    <w:rsid w:val="00DE5827"/>
    <w:rsid w:val="00DE5E57"/>
    <w:rsid w:val="00DE7178"/>
    <w:rsid w:val="00DF0954"/>
    <w:rsid w:val="00DF0B2C"/>
    <w:rsid w:val="00DF130E"/>
    <w:rsid w:val="00DF254E"/>
    <w:rsid w:val="00DF28FA"/>
    <w:rsid w:val="00DF2905"/>
    <w:rsid w:val="00DF2EAE"/>
    <w:rsid w:val="00DF3054"/>
    <w:rsid w:val="00DF331F"/>
    <w:rsid w:val="00DF3827"/>
    <w:rsid w:val="00DF3C49"/>
    <w:rsid w:val="00DF3DA9"/>
    <w:rsid w:val="00DF549E"/>
    <w:rsid w:val="00DF54D5"/>
    <w:rsid w:val="00DF556F"/>
    <w:rsid w:val="00DF57A7"/>
    <w:rsid w:val="00DF65AD"/>
    <w:rsid w:val="00DF6733"/>
    <w:rsid w:val="00DF6B41"/>
    <w:rsid w:val="00E019C7"/>
    <w:rsid w:val="00E01A45"/>
    <w:rsid w:val="00E01BE2"/>
    <w:rsid w:val="00E01EFF"/>
    <w:rsid w:val="00E0206C"/>
    <w:rsid w:val="00E02396"/>
    <w:rsid w:val="00E026E5"/>
    <w:rsid w:val="00E02B08"/>
    <w:rsid w:val="00E02B12"/>
    <w:rsid w:val="00E045DE"/>
    <w:rsid w:val="00E04725"/>
    <w:rsid w:val="00E053EB"/>
    <w:rsid w:val="00E06473"/>
    <w:rsid w:val="00E06EF9"/>
    <w:rsid w:val="00E078D5"/>
    <w:rsid w:val="00E07DC0"/>
    <w:rsid w:val="00E10D36"/>
    <w:rsid w:val="00E11770"/>
    <w:rsid w:val="00E11957"/>
    <w:rsid w:val="00E12592"/>
    <w:rsid w:val="00E140E8"/>
    <w:rsid w:val="00E142D9"/>
    <w:rsid w:val="00E1443E"/>
    <w:rsid w:val="00E14458"/>
    <w:rsid w:val="00E144FE"/>
    <w:rsid w:val="00E17057"/>
    <w:rsid w:val="00E20561"/>
    <w:rsid w:val="00E20563"/>
    <w:rsid w:val="00E205BE"/>
    <w:rsid w:val="00E2104B"/>
    <w:rsid w:val="00E220E2"/>
    <w:rsid w:val="00E22332"/>
    <w:rsid w:val="00E22D8F"/>
    <w:rsid w:val="00E232D0"/>
    <w:rsid w:val="00E23368"/>
    <w:rsid w:val="00E24C7D"/>
    <w:rsid w:val="00E251E5"/>
    <w:rsid w:val="00E2583B"/>
    <w:rsid w:val="00E2637A"/>
    <w:rsid w:val="00E312C2"/>
    <w:rsid w:val="00E32D32"/>
    <w:rsid w:val="00E33699"/>
    <w:rsid w:val="00E336DF"/>
    <w:rsid w:val="00E33D64"/>
    <w:rsid w:val="00E3408D"/>
    <w:rsid w:val="00E34200"/>
    <w:rsid w:val="00E3528B"/>
    <w:rsid w:val="00E3541A"/>
    <w:rsid w:val="00E35470"/>
    <w:rsid w:val="00E354BE"/>
    <w:rsid w:val="00E35A85"/>
    <w:rsid w:val="00E35BCA"/>
    <w:rsid w:val="00E3687B"/>
    <w:rsid w:val="00E378F3"/>
    <w:rsid w:val="00E37CB4"/>
    <w:rsid w:val="00E401F7"/>
    <w:rsid w:val="00E404A0"/>
    <w:rsid w:val="00E404AE"/>
    <w:rsid w:val="00E40FA0"/>
    <w:rsid w:val="00E427D2"/>
    <w:rsid w:val="00E4323B"/>
    <w:rsid w:val="00E43A4A"/>
    <w:rsid w:val="00E43A89"/>
    <w:rsid w:val="00E43AF1"/>
    <w:rsid w:val="00E454F9"/>
    <w:rsid w:val="00E454FC"/>
    <w:rsid w:val="00E46A16"/>
    <w:rsid w:val="00E46BF6"/>
    <w:rsid w:val="00E46BFF"/>
    <w:rsid w:val="00E46C4C"/>
    <w:rsid w:val="00E4743B"/>
    <w:rsid w:val="00E4787A"/>
    <w:rsid w:val="00E50D1E"/>
    <w:rsid w:val="00E51822"/>
    <w:rsid w:val="00E51964"/>
    <w:rsid w:val="00E52336"/>
    <w:rsid w:val="00E534CD"/>
    <w:rsid w:val="00E548DA"/>
    <w:rsid w:val="00E54AC7"/>
    <w:rsid w:val="00E54BC2"/>
    <w:rsid w:val="00E55249"/>
    <w:rsid w:val="00E555B5"/>
    <w:rsid w:val="00E566D1"/>
    <w:rsid w:val="00E5762F"/>
    <w:rsid w:val="00E5772B"/>
    <w:rsid w:val="00E60E5D"/>
    <w:rsid w:val="00E61352"/>
    <w:rsid w:val="00E61771"/>
    <w:rsid w:val="00E62226"/>
    <w:rsid w:val="00E623CF"/>
    <w:rsid w:val="00E63A96"/>
    <w:rsid w:val="00E64096"/>
    <w:rsid w:val="00E64A0B"/>
    <w:rsid w:val="00E65B10"/>
    <w:rsid w:val="00E66D4C"/>
    <w:rsid w:val="00E67E53"/>
    <w:rsid w:val="00E705B7"/>
    <w:rsid w:val="00E71D27"/>
    <w:rsid w:val="00E72CC1"/>
    <w:rsid w:val="00E73AAA"/>
    <w:rsid w:val="00E73CE5"/>
    <w:rsid w:val="00E7445F"/>
    <w:rsid w:val="00E7496F"/>
    <w:rsid w:val="00E74AEA"/>
    <w:rsid w:val="00E772A1"/>
    <w:rsid w:val="00E801BA"/>
    <w:rsid w:val="00E80231"/>
    <w:rsid w:val="00E805CC"/>
    <w:rsid w:val="00E80BD5"/>
    <w:rsid w:val="00E810BF"/>
    <w:rsid w:val="00E81708"/>
    <w:rsid w:val="00E81AEE"/>
    <w:rsid w:val="00E81D75"/>
    <w:rsid w:val="00E824BB"/>
    <w:rsid w:val="00E828C1"/>
    <w:rsid w:val="00E831B1"/>
    <w:rsid w:val="00E83CD5"/>
    <w:rsid w:val="00E84725"/>
    <w:rsid w:val="00E8483F"/>
    <w:rsid w:val="00E84D29"/>
    <w:rsid w:val="00E84FCB"/>
    <w:rsid w:val="00E85142"/>
    <w:rsid w:val="00E85774"/>
    <w:rsid w:val="00E85AEF"/>
    <w:rsid w:val="00E85C31"/>
    <w:rsid w:val="00E85FBE"/>
    <w:rsid w:val="00E86261"/>
    <w:rsid w:val="00E8692D"/>
    <w:rsid w:val="00E86D5A"/>
    <w:rsid w:val="00E87601"/>
    <w:rsid w:val="00E90116"/>
    <w:rsid w:val="00E90D2E"/>
    <w:rsid w:val="00E918ED"/>
    <w:rsid w:val="00E922D6"/>
    <w:rsid w:val="00E92992"/>
    <w:rsid w:val="00E93EC7"/>
    <w:rsid w:val="00E9542B"/>
    <w:rsid w:val="00E95CED"/>
    <w:rsid w:val="00E9636D"/>
    <w:rsid w:val="00E96E88"/>
    <w:rsid w:val="00EA033D"/>
    <w:rsid w:val="00EA1813"/>
    <w:rsid w:val="00EA1DE1"/>
    <w:rsid w:val="00EA24E9"/>
    <w:rsid w:val="00EA2587"/>
    <w:rsid w:val="00EA2E48"/>
    <w:rsid w:val="00EA3EF0"/>
    <w:rsid w:val="00EA40CB"/>
    <w:rsid w:val="00EA424A"/>
    <w:rsid w:val="00EA432D"/>
    <w:rsid w:val="00EA4729"/>
    <w:rsid w:val="00EA4875"/>
    <w:rsid w:val="00EA59FC"/>
    <w:rsid w:val="00EA5E3A"/>
    <w:rsid w:val="00EA6178"/>
    <w:rsid w:val="00EA61E0"/>
    <w:rsid w:val="00EA74CB"/>
    <w:rsid w:val="00EA7920"/>
    <w:rsid w:val="00EB00B5"/>
    <w:rsid w:val="00EB0257"/>
    <w:rsid w:val="00EB1352"/>
    <w:rsid w:val="00EB296C"/>
    <w:rsid w:val="00EB2F29"/>
    <w:rsid w:val="00EB31D3"/>
    <w:rsid w:val="00EB3DF4"/>
    <w:rsid w:val="00EB4C27"/>
    <w:rsid w:val="00EB4CF2"/>
    <w:rsid w:val="00EB5211"/>
    <w:rsid w:val="00EB5361"/>
    <w:rsid w:val="00EB5617"/>
    <w:rsid w:val="00EB61CF"/>
    <w:rsid w:val="00EB6255"/>
    <w:rsid w:val="00EB688E"/>
    <w:rsid w:val="00EB6A20"/>
    <w:rsid w:val="00EB6AF9"/>
    <w:rsid w:val="00EB6E36"/>
    <w:rsid w:val="00EB7C80"/>
    <w:rsid w:val="00EC060F"/>
    <w:rsid w:val="00EC07E4"/>
    <w:rsid w:val="00EC07F6"/>
    <w:rsid w:val="00EC09A2"/>
    <w:rsid w:val="00EC0DE2"/>
    <w:rsid w:val="00EC1C4A"/>
    <w:rsid w:val="00EC2233"/>
    <w:rsid w:val="00EC2E12"/>
    <w:rsid w:val="00EC2EB8"/>
    <w:rsid w:val="00EC3875"/>
    <w:rsid w:val="00EC3C45"/>
    <w:rsid w:val="00EC3F27"/>
    <w:rsid w:val="00EC3FFE"/>
    <w:rsid w:val="00EC426F"/>
    <w:rsid w:val="00EC5256"/>
    <w:rsid w:val="00EC5520"/>
    <w:rsid w:val="00EC69B5"/>
    <w:rsid w:val="00EC7D15"/>
    <w:rsid w:val="00EC7E22"/>
    <w:rsid w:val="00EC7F13"/>
    <w:rsid w:val="00ED09CB"/>
    <w:rsid w:val="00ED1406"/>
    <w:rsid w:val="00ED1730"/>
    <w:rsid w:val="00ED17EC"/>
    <w:rsid w:val="00ED1A1E"/>
    <w:rsid w:val="00ED2100"/>
    <w:rsid w:val="00ED2768"/>
    <w:rsid w:val="00ED2822"/>
    <w:rsid w:val="00ED2A80"/>
    <w:rsid w:val="00ED2C3F"/>
    <w:rsid w:val="00ED2E8E"/>
    <w:rsid w:val="00ED2EBD"/>
    <w:rsid w:val="00ED3CCF"/>
    <w:rsid w:val="00ED4233"/>
    <w:rsid w:val="00ED45A5"/>
    <w:rsid w:val="00ED4698"/>
    <w:rsid w:val="00ED4BD7"/>
    <w:rsid w:val="00ED507F"/>
    <w:rsid w:val="00ED576F"/>
    <w:rsid w:val="00ED679B"/>
    <w:rsid w:val="00ED6AD7"/>
    <w:rsid w:val="00ED6E29"/>
    <w:rsid w:val="00ED7385"/>
    <w:rsid w:val="00EE0A8F"/>
    <w:rsid w:val="00EE102E"/>
    <w:rsid w:val="00EE1216"/>
    <w:rsid w:val="00EE15A8"/>
    <w:rsid w:val="00EE2A7B"/>
    <w:rsid w:val="00EE2C65"/>
    <w:rsid w:val="00EE2DEF"/>
    <w:rsid w:val="00EE3745"/>
    <w:rsid w:val="00EE45FE"/>
    <w:rsid w:val="00EE51E2"/>
    <w:rsid w:val="00EE5382"/>
    <w:rsid w:val="00EE6239"/>
    <w:rsid w:val="00EE68F1"/>
    <w:rsid w:val="00EE6E24"/>
    <w:rsid w:val="00EF0132"/>
    <w:rsid w:val="00EF0BCF"/>
    <w:rsid w:val="00EF0C90"/>
    <w:rsid w:val="00EF0D01"/>
    <w:rsid w:val="00EF1511"/>
    <w:rsid w:val="00EF15C1"/>
    <w:rsid w:val="00EF1BC2"/>
    <w:rsid w:val="00EF249E"/>
    <w:rsid w:val="00EF3290"/>
    <w:rsid w:val="00EF38CC"/>
    <w:rsid w:val="00EF4A91"/>
    <w:rsid w:val="00EF4AEC"/>
    <w:rsid w:val="00EF4B88"/>
    <w:rsid w:val="00EF5075"/>
    <w:rsid w:val="00EF72AD"/>
    <w:rsid w:val="00EF72F3"/>
    <w:rsid w:val="00EF7AB5"/>
    <w:rsid w:val="00EF7F27"/>
    <w:rsid w:val="00F006ED"/>
    <w:rsid w:val="00F01672"/>
    <w:rsid w:val="00F01F36"/>
    <w:rsid w:val="00F038D0"/>
    <w:rsid w:val="00F045D0"/>
    <w:rsid w:val="00F0482A"/>
    <w:rsid w:val="00F05298"/>
    <w:rsid w:val="00F060A5"/>
    <w:rsid w:val="00F060E9"/>
    <w:rsid w:val="00F06F4D"/>
    <w:rsid w:val="00F070B0"/>
    <w:rsid w:val="00F10ABC"/>
    <w:rsid w:val="00F1172E"/>
    <w:rsid w:val="00F11F61"/>
    <w:rsid w:val="00F12405"/>
    <w:rsid w:val="00F124E3"/>
    <w:rsid w:val="00F132C1"/>
    <w:rsid w:val="00F13DBD"/>
    <w:rsid w:val="00F14638"/>
    <w:rsid w:val="00F14BEF"/>
    <w:rsid w:val="00F15697"/>
    <w:rsid w:val="00F156BB"/>
    <w:rsid w:val="00F1572D"/>
    <w:rsid w:val="00F15770"/>
    <w:rsid w:val="00F1599D"/>
    <w:rsid w:val="00F15F9D"/>
    <w:rsid w:val="00F16059"/>
    <w:rsid w:val="00F200E8"/>
    <w:rsid w:val="00F21DEA"/>
    <w:rsid w:val="00F22E0C"/>
    <w:rsid w:val="00F22F20"/>
    <w:rsid w:val="00F24BA1"/>
    <w:rsid w:val="00F24E47"/>
    <w:rsid w:val="00F24F5F"/>
    <w:rsid w:val="00F2500E"/>
    <w:rsid w:val="00F25CF8"/>
    <w:rsid w:val="00F263B8"/>
    <w:rsid w:val="00F2692A"/>
    <w:rsid w:val="00F27DD2"/>
    <w:rsid w:val="00F27FC3"/>
    <w:rsid w:val="00F305A3"/>
    <w:rsid w:val="00F319B4"/>
    <w:rsid w:val="00F32351"/>
    <w:rsid w:val="00F32E3D"/>
    <w:rsid w:val="00F34816"/>
    <w:rsid w:val="00F349B9"/>
    <w:rsid w:val="00F352D4"/>
    <w:rsid w:val="00F358D7"/>
    <w:rsid w:val="00F3739A"/>
    <w:rsid w:val="00F374F5"/>
    <w:rsid w:val="00F3790C"/>
    <w:rsid w:val="00F37C74"/>
    <w:rsid w:val="00F40A72"/>
    <w:rsid w:val="00F40CCD"/>
    <w:rsid w:val="00F41172"/>
    <w:rsid w:val="00F413C4"/>
    <w:rsid w:val="00F422D1"/>
    <w:rsid w:val="00F42590"/>
    <w:rsid w:val="00F432B1"/>
    <w:rsid w:val="00F432D0"/>
    <w:rsid w:val="00F47D08"/>
    <w:rsid w:val="00F47D31"/>
    <w:rsid w:val="00F514D6"/>
    <w:rsid w:val="00F5191D"/>
    <w:rsid w:val="00F51985"/>
    <w:rsid w:val="00F51B1A"/>
    <w:rsid w:val="00F52420"/>
    <w:rsid w:val="00F52667"/>
    <w:rsid w:val="00F53ABD"/>
    <w:rsid w:val="00F53F1A"/>
    <w:rsid w:val="00F5459E"/>
    <w:rsid w:val="00F546D0"/>
    <w:rsid w:val="00F54F0B"/>
    <w:rsid w:val="00F5503A"/>
    <w:rsid w:val="00F55BC4"/>
    <w:rsid w:val="00F55CB8"/>
    <w:rsid w:val="00F55F71"/>
    <w:rsid w:val="00F56090"/>
    <w:rsid w:val="00F562E0"/>
    <w:rsid w:val="00F5699F"/>
    <w:rsid w:val="00F57129"/>
    <w:rsid w:val="00F57208"/>
    <w:rsid w:val="00F57DB4"/>
    <w:rsid w:val="00F6032A"/>
    <w:rsid w:val="00F60EC8"/>
    <w:rsid w:val="00F6111A"/>
    <w:rsid w:val="00F6158C"/>
    <w:rsid w:val="00F62776"/>
    <w:rsid w:val="00F62C28"/>
    <w:rsid w:val="00F63935"/>
    <w:rsid w:val="00F63B84"/>
    <w:rsid w:val="00F63ECA"/>
    <w:rsid w:val="00F6422C"/>
    <w:rsid w:val="00F64F65"/>
    <w:rsid w:val="00F65B84"/>
    <w:rsid w:val="00F65C40"/>
    <w:rsid w:val="00F65CCC"/>
    <w:rsid w:val="00F65D72"/>
    <w:rsid w:val="00F6601D"/>
    <w:rsid w:val="00F70A61"/>
    <w:rsid w:val="00F70E3C"/>
    <w:rsid w:val="00F7157C"/>
    <w:rsid w:val="00F722EF"/>
    <w:rsid w:val="00F72F54"/>
    <w:rsid w:val="00F73109"/>
    <w:rsid w:val="00F73438"/>
    <w:rsid w:val="00F739F5"/>
    <w:rsid w:val="00F73C4C"/>
    <w:rsid w:val="00F73C87"/>
    <w:rsid w:val="00F744A9"/>
    <w:rsid w:val="00F7461B"/>
    <w:rsid w:val="00F76DC4"/>
    <w:rsid w:val="00F76FD3"/>
    <w:rsid w:val="00F81916"/>
    <w:rsid w:val="00F81B7D"/>
    <w:rsid w:val="00F826D2"/>
    <w:rsid w:val="00F828D4"/>
    <w:rsid w:val="00F83368"/>
    <w:rsid w:val="00F836A2"/>
    <w:rsid w:val="00F83AC8"/>
    <w:rsid w:val="00F85441"/>
    <w:rsid w:val="00F85620"/>
    <w:rsid w:val="00F85A1D"/>
    <w:rsid w:val="00F85EB9"/>
    <w:rsid w:val="00F860A1"/>
    <w:rsid w:val="00F86414"/>
    <w:rsid w:val="00F86635"/>
    <w:rsid w:val="00F90716"/>
    <w:rsid w:val="00F908B1"/>
    <w:rsid w:val="00F932C7"/>
    <w:rsid w:val="00F937B0"/>
    <w:rsid w:val="00F9395D"/>
    <w:rsid w:val="00F94022"/>
    <w:rsid w:val="00F94052"/>
    <w:rsid w:val="00F94BB8"/>
    <w:rsid w:val="00F95305"/>
    <w:rsid w:val="00F96138"/>
    <w:rsid w:val="00F96658"/>
    <w:rsid w:val="00F96EA6"/>
    <w:rsid w:val="00F9757E"/>
    <w:rsid w:val="00F97F32"/>
    <w:rsid w:val="00FA12A5"/>
    <w:rsid w:val="00FA2034"/>
    <w:rsid w:val="00FA20B6"/>
    <w:rsid w:val="00FA22CD"/>
    <w:rsid w:val="00FA380B"/>
    <w:rsid w:val="00FA4279"/>
    <w:rsid w:val="00FA44AA"/>
    <w:rsid w:val="00FA4F08"/>
    <w:rsid w:val="00FA584A"/>
    <w:rsid w:val="00FA5B68"/>
    <w:rsid w:val="00FA744A"/>
    <w:rsid w:val="00FB0A1D"/>
    <w:rsid w:val="00FB10F8"/>
    <w:rsid w:val="00FB116D"/>
    <w:rsid w:val="00FB2478"/>
    <w:rsid w:val="00FB2C58"/>
    <w:rsid w:val="00FB2E51"/>
    <w:rsid w:val="00FB2EBE"/>
    <w:rsid w:val="00FB2ECE"/>
    <w:rsid w:val="00FB396D"/>
    <w:rsid w:val="00FB3A2E"/>
    <w:rsid w:val="00FB3AFC"/>
    <w:rsid w:val="00FB3C11"/>
    <w:rsid w:val="00FB47EE"/>
    <w:rsid w:val="00FB58C2"/>
    <w:rsid w:val="00FB5FF9"/>
    <w:rsid w:val="00FB680D"/>
    <w:rsid w:val="00FB7AA3"/>
    <w:rsid w:val="00FB7CFC"/>
    <w:rsid w:val="00FC0245"/>
    <w:rsid w:val="00FC0394"/>
    <w:rsid w:val="00FC0672"/>
    <w:rsid w:val="00FC14BA"/>
    <w:rsid w:val="00FC177B"/>
    <w:rsid w:val="00FC1B0F"/>
    <w:rsid w:val="00FC1C27"/>
    <w:rsid w:val="00FC220C"/>
    <w:rsid w:val="00FC3611"/>
    <w:rsid w:val="00FC4DDD"/>
    <w:rsid w:val="00FC5ADB"/>
    <w:rsid w:val="00FC5CC7"/>
    <w:rsid w:val="00FC5D31"/>
    <w:rsid w:val="00FC604B"/>
    <w:rsid w:val="00FC6B55"/>
    <w:rsid w:val="00FC6F06"/>
    <w:rsid w:val="00FC7F50"/>
    <w:rsid w:val="00FD0B7D"/>
    <w:rsid w:val="00FD4E28"/>
    <w:rsid w:val="00FD6E71"/>
    <w:rsid w:val="00FD750B"/>
    <w:rsid w:val="00FD7712"/>
    <w:rsid w:val="00FE10AF"/>
    <w:rsid w:val="00FE28BA"/>
    <w:rsid w:val="00FE3640"/>
    <w:rsid w:val="00FE3642"/>
    <w:rsid w:val="00FE3D25"/>
    <w:rsid w:val="00FE3F34"/>
    <w:rsid w:val="00FE4091"/>
    <w:rsid w:val="00FE51FA"/>
    <w:rsid w:val="00FE563E"/>
    <w:rsid w:val="00FE691F"/>
    <w:rsid w:val="00FE70AD"/>
    <w:rsid w:val="00FE7AE5"/>
    <w:rsid w:val="00FF0378"/>
    <w:rsid w:val="00FF0E9C"/>
    <w:rsid w:val="00FF0FAA"/>
    <w:rsid w:val="00FF2B23"/>
    <w:rsid w:val="00FF2F11"/>
    <w:rsid w:val="00FF46DE"/>
    <w:rsid w:val="00FF4CF9"/>
    <w:rsid w:val="00FF5128"/>
    <w:rsid w:val="00FF55AA"/>
    <w:rsid w:val="00FF6109"/>
    <w:rsid w:val="00FF641C"/>
    <w:rsid w:val="00FF6B21"/>
    <w:rsid w:val="00FF6C35"/>
    <w:rsid w:val="00FF726F"/>
    <w:rsid w:val="00FF7AA4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DB42CD"/>
  <w15:chartTrackingRefBased/>
  <w15:docId w15:val="{C34F3635-C87B-4FBC-938E-335914A9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16100"/>
  </w:style>
  <w:style w:type="paragraph" w:styleId="Naslov1">
    <w:name w:val="heading 1"/>
    <w:aliases w:val="NASLOV1"/>
    <w:basedOn w:val="Navaden"/>
    <w:next w:val="Navaden"/>
    <w:link w:val="Naslov1Znak"/>
    <w:qFormat/>
    <w:pPr>
      <w:keepNext/>
      <w:outlineLvl w:val="0"/>
    </w:pPr>
    <w:rPr>
      <w:rFonts w:ascii="Helvetica" w:hAnsi="Helvetica"/>
      <w:i/>
      <w:sz w:val="16"/>
    </w:rPr>
  </w:style>
  <w:style w:type="paragraph" w:styleId="Naslov2">
    <w:name w:val="heading 2"/>
    <w:basedOn w:val="Navaden"/>
    <w:next w:val="Navaden"/>
    <w:link w:val="Naslov2Znak"/>
    <w:qFormat/>
    <w:pPr>
      <w:keepNext/>
      <w:outlineLvl w:val="1"/>
    </w:pPr>
    <w:rPr>
      <w:b/>
      <w:bCs/>
      <w:sz w:val="32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32"/>
    </w:rPr>
  </w:style>
  <w:style w:type="paragraph" w:styleId="Naslov4">
    <w:name w:val="heading 4"/>
    <w:basedOn w:val="Navaden"/>
    <w:next w:val="Navaden"/>
    <w:link w:val="Naslov4Znak"/>
    <w:qFormat/>
    <w:pPr>
      <w:keepNext/>
      <w:numPr>
        <w:numId w:val="1"/>
      </w:numPr>
      <w:jc w:val="both"/>
      <w:outlineLvl w:val="3"/>
    </w:pPr>
    <w:rPr>
      <w:b/>
      <w:sz w:val="24"/>
    </w:rPr>
  </w:style>
  <w:style w:type="paragraph" w:styleId="Naslov5">
    <w:name w:val="heading 5"/>
    <w:basedOn w:val="Navaden"/>
    <w:next w:val="Navaden"/>
    <w:link w:val="Naslov5Znak"/>
    <w:qFormat/>
    <w:pPr>
      <w:keepNext/>
      <w:jc w:val="both"/>
      <w:outlineLvl w:val="4"/>
    </w:pPr>
    <w:rPr>
      <w:b/>
      <w:i/>
      <w:sz w:val="32"/>
    </w:rPr>
  </w:style>
  <w:style w:type="paragraph" w:styleId="Naslov6">
    <w:name w:val="heading 6"/>
    <w:basedOn w:val="Navaden"/>
    <w:next w:val="Navaden"/>
    <w:link w:val="Naslov6Znak"/>
    <w:qFormat/>
    <w:pPr>
      <w:keepNext/>
      <w:jc w:val="center"/>
      <w:outlineLvl w:val="5"/>
    </w:pPr>
    <w:rPr>
      <w:b/>
      <w:sz w:val="28"/>
    </w:rPr>
  </w:style>
  <w:style w:type="paragraph" w:styleId="Naslov7">
    <w:name w:val="heading 7"/>
    <w:basedOn w:val="Navaden"/>
    <w:next w:val="Navaden"/>
    <w:link w:val="Naslov7Znak"/>
    <w:qFormat/>
    <w:pPr>
      <w:keepNext/>
      <w:outlineLvl w:val="6"/>
    </w:pPr>
    <w:rPr>
      <w:rFonts w:ascii="Tahoma" w:hAnsi="Tahoma" w:cs="Tahoma"/>
      <w:b/>
      <w:bCs/>
      <w:sz w:val="22"/>
    </w:rPr>
  </w:style>
  <w:style w:type="paragraph" w:styleId="Naslov8">
    <w:name w:val="heading 8"/>
    <w:basedOn w:val="Navaden"/>
    <w:next w:val="Navaden"/>
    <w:link w:val="Naslov8Znak"/>
    <w:qFormat/>
    <w:pPr>
      <w:keepNext/>
      <w:tabs>
        <w:tab w:val="left" w:pos="709"/>
        <w:tab w:val="left" w:pos="1702"/>
      </w:tabs>
      <w:jc w:val="both"/>
      <w:outlineLvl w:val="7"/>
    </w:pPr>
    <w:rPr>
      <w:b/>
      <w:sz w:val="24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pPr>
      <w:keepNext/>
      <w:jc w:val="both"/>
      <w:outlineLvl w:val="8"/>
    </w:pPr>
    <w:rPr>
      <w:rFonts w:ascii="Tahoma" w:hAnsi="Tahoma" w:cs="Tahoma"/>
      <w:b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 Znak,Header-PR,E-PVO-glava,Znak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aliases w:val="Act 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3">
    <w:name w:val="Body Text 3"/>
    <w:basedOn w:val="Navaden"/>
    <w:link w:val="Telobesedila3Znak"/>
    <w:rPr>
      <w:sz w:val="28"/>
    </w:rPr>
  </w:style>
  <w:style w:type="paragraph" w:styleId="Telobesedila-zamik">
    <w:name w:val="Body Text Indent"/>
    <w:basedOn w:val="Navaden"/>
    <w:link w:val="Telobesedila-zamikZnak"/>
    <w:pPr>
      <w:tabs>
        <w:tab w:val="left" w:pos="709"/>
      </w:tabs>
      <w:ind w:left="709" w:hanging="283"/>
      <w:jc w:val="both"/>
    </w:pPr>
    <w:rPr>
      <w:rFonts w:ascii="Arial" w:hAnsi="Arial"/>
      <w:sz w:val="24"/>
      <w:lang w:val="en-GB" w:eastAsia="x-none"/>
    </w:rPr>
  </w:style>
  <w:style w:type="paragraph" w:customStyle="1" w:styleId="BodyText22">
    <w:name w:val="Body Text 22"/>
    <w:basedOn w:val="Navaden"/>
    <w:pPr>
      <w:jc w:val="both"/>
    </w:pPr>
    <w:rPr>
      <w:rFonts w:ascii="Arial" w:hAnsi="Arial"/>
      <w:sz w:val="24"/>
      <w:lang w:val="en-GB"/>
    </w:rPr>
  </w:style>
  <w:style w:type="paragraph" w:styleId="Naslov">
    <w:name w:val="Title"/>
    <w:basedOn w:val="Navaden"/>
    <w:link w:val="NaslovZnak"/>
    <w:qFormat/>
    <w:pPr>
      <w:jc w:val="center"/>
    </w:pPr>
    <w:rPr>
      <w:b/>
      <w:sz w:val="56"/>
      <w:lang w:val="en-GB" w:eastAsia="x-none"/>
    </w:rPr>
  </w:style>
  <w:style w:type="paragraph" w:styleId="Telobesedila">
    <w:name w:val="Body Text"/>
    <w:basedOn w:val="Navaden"/>
    <w:link w:val="TelobesedilaZnak"/>
    <w:rPr>
      <w:sz w:val="36"/>
      <w:lang w:val="x-none" w:eastAsia="x-none"/>
    </w:rPr>
  </w:style>
  <w:style w:type="paragraph" w:styleId="Telobesedila2">
    <w:name w:val="Body Text 2"/>
    <w:basedOn w:val="Navaden"/>
    <w:link w:val="Telobesedila2Znak"/>
    <w:rPr>
      <w:sz w:val="22"/>
      <w:lang w:val="x-none" w:eastAsia="x-none"/>
    </w:rPr>
  </w:style>
  <w:style w:type="paragraph" w:customStyle="1" w:styleId="tekst1">
    <w:name w:val="tekst1"/>
    <w:basedOn w:val="Navaden"/>
    <w:pPr>
      <w:spacing w:before="120" w:line="264" w:lineRule="atLeast"/>
      <w:jc w:val="both"/>
    </w:pPr>
    <w:rPr>
      <w:rFonts w:ascii="Arial" w:hAnsi="Arial"/>
      <w:sz w:val="22"/>
    </w:rPr>
  </w:style>
  <w:style w:type="paragraph" w:customStyle="1" w:styleId="Slog">
    <w:name w:val="Slog"/>
    <w:rPr>
      <w:rFonts w:ascii="Arial" w:hAnsi="Arial"/>
      <w:sz w:val="22"/>
      <w:lang w:val="en-GB"/>
    </w:rPr>
  </w:style>
  <w:style w:type="character" w:styleId="tevilkastrani">
    <w:name w:val="page number"/>
    <w:basedOn w:val="Privzetapisavaodstavka"/>
    <w:rsid w:val="0028503C"/>
  </w:style>
  <w:style w:type="character" w:styleId="Hiperpovezava">
    <w:name w:val="Hyperlink"/>
    <w:uiPriority w:val="99"/>
    <w:rsid w:val="00ED2EBD"/>
    <w:rPr>
      <w:color w:val="0000FF"/>
      <w:u w:val="single"/>
    </w:rPr>
  </w:style>
  <w:style w:type="paragraph" w:styleId="Telobesedila-zamik3">
    <w:name w:val="Body Text Indent 3"/>
    <w:basedOn w:val="Navaden"/>
    <w:link w:val="Telobesedila-zamik3Znak"/>
    <w:rsid w:val="00F305A3"/>
    <w:pPr>
      <w:spacing w:after="120"/>
      <w:ind w:left="283"/>
    </w:pPr>
    <w:rPr>
      <w:sz w:val="16"/>
      <w:szCs w:val="16"/>
    </w:rPr>
  </w:style>
  <w:style w:type="paragraph" w:styleId="Telobesedila-zamik2">
    <w:name w:val="Body Text Indent 2"/>
    <w:basedOn w:val="Navaden"/>
    <w:link w:val="Telobesedila-zamik2Znak"/>
    <w:rsid w:val="00F90716"/>
    <w:pPr>
      <w:spacing w:after="120" w:line="480" w:lineRule="auto"/>
      <w:ind w:left="283"/>
    </w:pPr>
  </w:style>
  <w:style w:type="paragraph" w:styleId="Besedilooblaka">
    <w:name w:val="Balloon Text"/>
    <w:basedOn w:val="Navaden"/>
    <w:link w:val="BesedilooblakaZnak"/>
    <w:semiHidden/>
    <w:rsid w:val="003B3666"/>
    <w:rPr>
      <w:rFonts w:ascii="Tahoma" w:hAnsi="Tahoma" w:cs="Tahoma"/>
      <w:sz w:val="16"/>
      <w:szCs w:val="16"/>
    </w:rPr>
  </w:style>
  <w:style w:type="paragraph" w:customStyle="1" w:styleId="Navaden1">
    <w:name w:val="Navaden1"/>
    <w:rsid w:val="0064189D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table" w:styleId="Tabelamrea">
    <w:name w:val="Table Grid"/>
    <w:aliases w:val="Tabela - mreža,Tabela – mreža1"/>
    <w:basedOn w:val="Navadnatabela"/>
    <w:rsid w:val="00652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rsid w:val="00AB270B"/>
    <w:pPr>
      <w:jc w:val="both"/>
    </w:pPr>
    <w:rPr>
      <w:rFonts w:ascii="Arial" w:hAnsi="Arial"/>
      <w:sz w:val="24"/>
    </w:rPr>
  </w:style>
  <w:style w:type="paragraph" w:customStyle="1" w:styleId="Index">
    <w:name w:val="Index"/>
    <w:basedOn w:val="Navaden"/>
    <w:rsid w:val="00AB270B"/>
    <w:pPr>
      <w:suppressLineNumbers/>
      <w:suppressAutoHyphens/>
    </w:pPr>
    <w:rPr>
      <w:rFonts w:cs="Tahoma"/>
      <w:sz w:val="24"/>
      <w:szCs w:val="24"/>
      <w:lang w:val="en-GB" w:eastAsia="ar-SA"/>
    </w:rPr>
  </w:style>
  <w:style w:type="paragraph" w:customStyle="1" w:styleId="Naslov10">
    <w:name w:val="Naslov1"/>
    <w:basedOn w:val="Naslov"/>
    <w:rsid w:val="00AB270B"/>
    <w:pPr>
      <w:tabs>
        <w:tab w:val="left" w:pos="12758"/>
      </w:tabs>
      <w:suppressAutoHyphens/>
      <w:overflowPunct w:val="0"/>
      <w:autoSpaceDE w:val="0"/>
      <w:spacing w:before="120" w:after="240"/>
      <w:textAlignment w:val="baseline"/>
    </w:pPr>
    <w:rPr>
      <w:rFonts w:ascii="Verdana" w:hAnsi="Verdana"/>
      <w:color w:val="000000"/>
      <w:sz w:val="28"/>
      <w:lang w:val="sl-SI" w:eastAsia="ar-SA"/>
    </w:rPr>
  </w:style>
  <w:style w:type="paragraph" w:customStyle="1" w:styleId="SlogNaslov8Tahoma11ptKrepkoNeLeeePred0ptZa">
    <w:name w:val="Slog Naslov 8 + Tahoma 11 pt Krepko Ne Ležeče Pred:  0 pt Za:..."/>
    <w:basedOn w:val="Naslov8"/>
    <w:autoRedefine/>
    <w:rsid w:val="003966EE"/>
    <w:pPr>
      <w:keepNext w:val="0"/>
      <w:numPr>
        <w:ilvl w:val="1"/>
        <w:numId w:val="2"/>
      </w:numPr>
      <w:tabs>
        <w:tab w:val="clear" w:pos="1702"/>
      </w:tabs>
    </w:pPr>
    <w:rPr>
      <w:rFonts w:ascii="Tahoma" w:hAnsi="Tahoma"/>
      <w:bCs/>
      <w:caps/>
      <w:sz w:val="22"/>
    </w:rPr>
  </w:style>
  <w:style w:type="paragraph" w:customStyle="1" w:styleId="Znak2ZnakZnakZnakZnakZnak">
    <w:name w:val="Znak2 Znak Znak Znak Znak Znak"/>
    <w:basedOn w:val="Navaden"/>
    <w:rsid w:val="001303C2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elobesedila-zamikZnak">
    <w:name w:val="Telo besedila - zamik Znak"/>
    <w:link w:val="Telobesedila-zamik"/>
    <w:rsid w:val="00744AF6"/>
    <w:rPr>
      <w:rFonts w:ascii="Arial" w:hAnsi="Arial"/>
      <w:sz w:val="24"/>
      <w:lang w:val="en-GB"/>
    </w:rPr>
  </w:style>
  <w:style w:type="character" w:customStyle="1" w:styleId="TelobesedilaZnak">
    <w:name w:val="Telo besedila Znak"/>
    <w:link w:val="Telobesedila"/>
    <w:rsid w:val="009138FC"/>
    <w:rPr>
      <w:sz w:val="36"/>
    </w:rPr>
  </w:style>
  <w:style w:type="paragraph" w:customStyle="1" w:styleId="Znak2">
    <w:name w:val="Znak2"/>
    <w:basedOn w:val="Navaden"/>
    <w:rsid w:val="009E2DEA"/>
    <w:pPr>
      <w:spacing w:after="160" w:line="240" w:lineRule="exact"/>
    </w:pPr>
    <w:rPr>
      <w:rFonts w:ascii="Tahoma" w:hAnsi="Tahoma"/>
      <w:lang w:val="en-US" w:eastAsia="en-US"/>
    </w:rPr>
  </w:style>
  <w:style w:type="paragraph" w:styleId="Odstavekseznama">
    <w:name w:val="List Paragraph"/>
    <w:aliases w:val="AB List 1,Bullet Points"/>
    <w:basedOn w:val="Navaden"/>
    <w:link w:val="OdstavekseznamaZnak"/>
    <w:qFormat/>
    <w:rsid w:val="00DD706A"/>
    <w:pPr>
      <w:ind w:left="708"/>
    </w:pPr>
  </w:style>
  <w:style w:type="character" w:customStyle="1" w:styleId="GlavaZnak">
    <w:name w:val="Glava Znak"/>
    <w:aliases w:val=" Znak Znak,Header-PR Znak,E-PVO-glava Znak,Znak Znak"/>
    <w:link w:val="Glava"/>
    <w:rsid w:val="00A95289"/>
  </w:style>
  <w:style w:type="character" w:customStyle="1" w:styleId="NaslovZnak">
    <w:name w:val="Naslov Znak"/>
    <w:link w:val="Naslov"/>
    <w:rsid w:val="00A95289"/>
    <w:rPr>
      <w:b/>
      <w:sz w:val="56"/>
      <w:lang w:val="en-GB"/>
    </w:rPr>
  </w:style>
  <w:style w:type="paragraph" w:customStyle="1" w:styleId="Telobesedila-zamik21">
    <w:name w:val="Telo besedila - zamik 21"/>
    <w:basedOn w:val="Navaden"/>
    <w:uiPriority w:val="99"/>
    <w:rsid w:val="00A95289"/>
    <w:pPr>
      <w:widowControl w:val="0"/>
      <w:ind w:left="1134" w:hanging="708"/>
      <w:jc w:val="both"/>
    </w:pPr>
    <w:rPr>
      <w:sz w:val="24"/>
      <w:szCs w:val="24"/>
    </w:rPr>
  </w:style>
  <w:style w:type="paragraph" w:customStyle="1" w:styleId="Telobesedila33">
    <w:name w:val="Telo besedila 33"/>
    <w:basedOn w:val="Navaden"/>
    <w:rsid w:val="00A95289"/>
    <w:pPr>
      <w:tabs>
        <w:tab w:val="left" w:pos="142"/>
      </w:tabs>
      <w:suppressAutoHyphens/>
      <w:jc w:val="both"/>
    </w:pPr>
    <w:rPr>
      <w:sz w:val="22"/>
      <w:szCs w:val="22"/>
      <w:lang w:eastAsia="ar-SA"/>
    </w:rPr>
  </w:style>
  <w:style w:type="paragraph" w:customStyle="1" w:styleId="Telobesedila21">
    <w:name w:val="Telo besedila 21"/>
    <w:basedOn w:val="Navaden"/>
    <w:rsid w:val="000620C0"/>
    <w:pPr>
      <w:jc w:val="both"/>
    </w:pPr>
    <w:rPr>
      <w:rFonts w:ascii="Arial" w:hAnsi="Arial"/>
      <w:sz w:val="24"/>
      <w:lang w:val="en-GB"/>
    </w:rPr>
  </w:style>
  <w:style w:type="paragraph" w:customStyle="1" w:styleId="Telobesedila24">
    <w:name w:val="Telo besedila 24"/>
    <w:basedOn w:val="Navaden"/>
    <w:rsid w:val="000620C0"/>
    <w:pPr>
      <w:jc w:val="both"/>
    </w:pPr>
    <w:rPr>
      <w:rFonts w:ascii="Arial" w:hAnsi="Arial"/>
      <w:sz w:val="24"/>
      <w:lang w:val="en-GB"/>
    </w:rPr>
  </w:style>
  <w:style w:type="paragraph" w:customStyle="1" w:styleId="Znak2ZnakZnakZnakZnakZnakZnak">
    <w:name w:val="Znak2 Znak Znak Znak Znak Znak Znak"/>
    <w:basedOn w:val="Navaden"/>
    <w:rsid w:val="006279A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BESEDILO">
    <w:name w:val="BESEDILO"/>
    <w:rsid w:val="00CD4E8A"/>
    <w:pPr>
      <w:keepLines/>
      <w:widowControl w:val="0"/>
      <w:tabs>
        <w:tab w:val="left" w:pos="2155"/>
      </w:tabs>
      <w:jc w:val="both"/>
    </w:pPr>
    <w:rPr>
      <w:rFonts w:ascii="Arial" w:hAnsi="Arial"/>
      <w:kern w:val="16"/>
    </w:rPr>
  </w:style>
  <w:style w:type="paragraph" w:customStyle="1" w:styleId="Telobesedila22">
    <w:name w:val="Telo besedila 22"/>
    <w:basedOn w:val="Navaden"/>
    <w:rsid w:val="006B42AB"/>
    <w:pPr>
      <w:jc w:val="both"/>
    </w:pPr>
    <w:rPr>
      <w:rFonts w:ascii="Arial" w:hAnsi="Arial"/>
      <w:sz w:val="24"/>
      <w:lang w:val="en-GB"/>
    </w:rPr>
  </w:style>
  <w:style w:type="character" w:customStyle="1" w:styleId="Naslov8Znak">
    <w:name w:val="Naslov 8 Znak"/>
    <w:link w:val="Naslov8"/>
    <w:rsid w:val="006B42AB"/>
    <w:rPr>
      <w:b/>
      <w:sz w:val="24"/>
    </w:rPr>
  </w:style>
  <w:style w:type="paragraph" w:customStyle="1" w:styleId="NavadenTimesNewRoman">
    <w:name w:val="Navaden Times New Roman"/>
    <w:basedOn w:val="Navaden"/>
    <w:rsid w:val="007863CF"/>
    <w:pPr>
      <w:widowControl w:val="0"/>
    </w:pPr>
    <w:rPr>
      <w:rFonts w:ascii="Arial" w:hAnsi="Arial"/>
      <w:sz w:val="22"/>
    </w:rPr>
  </w:style>
  <w:style w:type="paragraph" w:customStyle="1" w:styleId="BodyText23">
    <w:name w:val="Body Text 23"/>
    <w:basedOn w:val="Navaden"/>
    <w:rsid w:val="00D71FAD"/>
    <w:pPr>
      <w:widowControl w:val="0"/>
      <w:overflowPunct w:val="0"/>
      <w:autoSpaceDE w:val="0"/>
      <w:autoSpaceDN w:val="0"/>
      <w:adjustRightInd w:val="0"/>
      <w:spacing w:line="280" w:lineRule="auto"/>
      <w:jc w:val="both"/>
      <w:textAlignment w:val="baseline"/>
    </w:pPr>
    <w:rPr>
      <w:lang w:val="en-US" w:eastAsia="en-US"/>
    </w:rPr>
  </w:style>
  <w:style w:type="paragraph" w:customStyle="1" w:styleId="Legal2L2">
    <w:name w:val="Legal2_L2"/>
    <w:basedOn w:val="Navaden"/>
    <w:next w:val="Navaden"/>
    <w:rsid w:val="00676D12"/>
    <w:pPr>
      <w:numPr>
        <w:ilvl w:val="1"/>
        <w:numId w:val="8"/>
      </w:numPr>
      <w:spacing w:after="240"/>
      <w:jc w:val="both"/>
      <w:outlineLvl w:val="1"/>
    </w:pPr>
    <w:rPr>
      <w:sz w:val="24"/>
      <w:lang w:val="en-US" w:eastAsia="en-US"/>
    </w:rPr>
  </w:style>
  <w:style w:type="paragraph" w:customStyle="1" w:styleId="Legal2L5">
    <w:name w:val="Legal2_L5"/>
    <w:basedOn w:val="Navaden"/>
    <w:next w:val="Navaden"/>
    <w:rsid w:val="00676D12"/>
    <w:pPr>
      <w:numPr>
        <w:ilvl w:val="4"/>
        <w:numId w:val="8"/>
      </w:numPr>
      <w:tabs>
        <w:tab w:val="left" w:pos="3600"/>
      </w:tabs>
      <w:jc w:val="both"/>
      <w:outlineLvl w:val="4"/>
    </w:pPr>
    <w:rPr>
      <w:sz w:val="24"/>
      <w:lang w:val="en-GB" w:eastAsia="en-US"/>
    </w:rPr>
  </w:style>
  <w:style w:type="paragraph" w:customStyle="1" w:styleId="Legal2L6">
    <w:name w:val="Legal2_L6"/>
    <w:basedOn w:val="Legal2L5"/>
    <w:next w:val="Navaden"/>
    <w:rsid w:val="00676D12"/>
    <w:pPr>
      <w:numPr>
        <w:ilvl w:val="5"/>
      </w:numPr>
      <w:tabs>
        <w:tab w:val="clear" w:pos="3600"/>
        <w:tab w:val="clear" w:pos="3960"/>
        <w:tab w:val="num" w:pos="360"/>
        <w:tab w:val="left" w:pos="4320"/>
      </w:tabs>
      <w:ind w:left="360" w:hanging="360"/>
      <w:outlineLvl w:val="5"/>
    </w:pPr>
  </w:style>
  <w:style w:type="paragraph" w:customStyle="1" w:styleId="Legal2L7">
    <w:name w:val="Legal2_L7"/>
    <w:basedOn w:val="Legal2L6"/>
    <w:next w:val="Navaden"/>
    <w:rsid w:val="00676D12"/>
    <w:pPr>
      <w:numPr>
        <w:ilvl w:val="6"/>
      </w:numPr>
      <w:tabs>
        <w:tab w:val="clear" w:pos="4320"/>
        <w:tab w:val="clear" w:pos="5040"/>
        <w:tab w:val="num" w:pos="360"/>
      </w:tabs>
      <w:ind w:left="360" w:hanging="360"/>
      <w:outlineLvl w:val="6"/>
    </w:pPr>
  </w:style>
  <w:style w:type="paragraph" w:customStyle="1" w:styleId="Legal2L8">
    <w:name w:val="Legal2_L8"/>
    <w:basedOn w:val="Legal2L7"/>
    <w:next w:val="Navaden"/>
    <w:rsid w:val="00676D12"/>
    <w:pPr>
      <w:numPr>
        <w:ilvl w:val="7"/>
      </w:numPr>
      <w:tabs>
        <w:tab w:val="clear" w:pos="1080"/>
        <w:tab w:val="num" w:pos="360"/>
        <w:tab w:val="left" w:pos="1440"/>
      </w:tabs>
      <w:ind w:left="360" w:hanging="360"/>
      <w:outlineLvl w:val="7"/>
    </w:pPr>
  </w:style>
  <w:style w:type="paragraph" w:customStyle="1" w:styleId="Legal2L9">
    <w:name w:val="Legal2_L9"/>
    <w:basedOn w:val="Legal2L8"/>
    <w:next w:val="Navaden"/>
    <w:rsid w:val="00676D12"/>
    <w:pPr>
      <w:numPr>
        <w:ilvl w:val="8"/>
      </w:numPr>
      <w:tabs>
        <w:tab w:val="clear" w:pos="1440"/>
        <w:tab w:val="clear" w:pos="2160"/>
        <w:tab w:val="num" w:pos="360"/>
      </w:tabs>
      <w:ind w:left="360" w:hanging="360"/>
      <w:outlineLvl w:val="8"/>
    </w:pPr>
  </w:style>
  <w:style w:type="character" w:customStyle="1" w:styleId="NogaZnak">
    <w:name w:val="Noga Znak"/>
    <w:aliases w:val="Act Footer Znak"/>
    <w:link w:val="Noga"/>
    <w:rsid w:val="004B71F8"/>
  </w:style>
  <w:style w:type="character" w:customStyle="1" w:styleId="Heading2CharCharCharCharChar">
    <w:name w:val="Heading 2 Char Char Char Char Char"/>
    <w:autoRedefine/>
    <w:rsid w:val="004B71F8"/>
    <w:rPr>
      <w:lang w:val="en-US"/>
    </w:rPr>
  </w:style>
  <w:style w:type="character" w:styleId="Pripombasklic">
    <w:name w:val="annotation reference"/>
    <w:aliases w:val="Komentar - sklic,Pripomba – sklic1"/>
    <w:uiPriority w:val="99"/>
    <w:unhideWhenUsed/>
    <w:rsid w:val="00A7151E"/>
    <w:rPr>
      <w:sz w:val="16"/>
      <w:szCs w:val="16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unhideWhenUsed/>
    <w:rsid w:val="00A7151E"/>
  </w:style>
  <w:style w:type="character" w:customStyle="1" w:styleId="PripombabesediloZnak">
    <w:name w:val="Pripomba – besedilo Znak"/>
    <w:aliases w:val="Komentar - besedilo Znak1,Pripomba – besedilo1 Znak1"/>
    <w:basedOn w:val="Privzetapisavaodstavka"/>
    <w:link w:val="Pripombabesedilo"/>
    <w:uiPriority w:val="99"/>
    <w:rsid w:val="00A7151E"/>
  </w:style>
  <w:style w:type="paragraph" w:styleId="Zadevapripombe">
    <w:name w:val="annotation subject"/>
    <w:aliases w:val="Zadeva komentarja,Zadeva pripombe1"/>
    <w:basedOn w:val="Pripombabesedilo"/>
    <w:next w:val="Pripombabesedilo"/>
    <w:link w:val="ZadevapripombeZnak"/>
    <w:uiPriority w:val="99"/>
    <w:semiHidden/>
    <w:unhideWhenUsed/>
    <w:rsid w:val="00902586"/>
    <w:rPr>
      <w:b/>
      <w:bCs/>
      <w:lang w:val="x-none" w:eastAsia="x-none"/>
    </w:rPr>
  </w:style>
  <w:style w:type="character" w:customStyle="1" w:styleId="ZadevapripombeZnak">
    <w:name w:val="Zadeva pripombe Znak"/>
    <w:aliases w:val="Zadeva komentarja Znak1,Zadeva pripombe1 Znak1"/>
    <w:link w:val="Zadevapripombe"/>
    <w:uiPriority w:val="99"/>
    <w:semiHidden/>
    <w:rsid w:val="00902586"/>
    <w:rPr>
      <w:b/>
      <w:bCs/>
    </w:rPr>
  </w:style>
  <w:style w:type="paragraph" w:styleId="Brezrazmikov">
    <w:name w:val="No Spacing"/>
    <w:uiPriority w:val="1"/>
    <w:qFormat/>
    <w:rsid w:val="00F76DC4"/>
    <w:rPr>
      <w:rFonts w:ascii="Calibri" w:eastAsia="Calibri" w:hAnsi="Calibri"/>
      <w:sz w:val="22"/>
      <w:szCs w:val="22"/>
      <w:lang w:eastAsia="en-US"/>
    </w:rPr>
  </w:style>
  <w:style w:type="character" w:customStyle="1" w:styleId="Telobesedila2Znak">
    <w:name w:val="Telo besedila 2 Znak"/>
    <w:link w:val="Telobesedila2"/>
    <w:rsid w:val="00FB3C11"/>
    <w:rPr>
      <w:sz w:val="22"/>
    </w:rPr>
  </w:style>
  <w:style w:type="paragraph" w:customStyle="1" w:styleId="Style1">
    <w:name w:val="Style1"/>
    <w:basedOn w:val="Navaden"/>
    <w:link w:val="Style1Char"/>
    <w:rsid w:val="00432096"/>
    <w:pPr>
      <w:spacing w:line="360" w:lineRule="auto"/>
    </w:pPr>
    <w:rPr>
      <w:rFonts w:ascii="Arial" w:eastAsia="Calibri" w:hAnsi="Arial"/>
      <w:sz w:val="24"/>
      <w:szCs w:val="22"/>
      <w:lang w:val="x-none" w:eastAsia="en-US"/>
    </w:rPr>
  </w:style>
  <w:style w:type="character" w:customStyle="1" w:styleId="Style1Char">
    <w:name w:val="Style1 Char"/>
    <w:link w:val="Style1"/>
    <w:rsid w:val="00432096"/>
    <w:rPr>
      <w:rFonts w:ascii="Arial" w:eastAsia="Calibri" w:hAnsi="Arial"/>
      <w:sz w:val="24"/>
      <w:szCs w:val="22"/>
      <w:lang w:eastAsia="en-US"/>
    </w:rPr>
  </w:style>
  <w:style w:type="paragraph" w:customStyle="1" w:styleId="Slog2">
    <w:name w:val="Slog2"/>
    <w:basedOn w:val="Navaden"/>
    <w:link w:val="Slog2Znak"/>
    <w:qFormat/>
    <w:rsid w:val="008D1F32"/>
    <w:pPr>
      <w:keepNext/>
      <w:suppressAutoHyphens/>
      <w:jc w:val="both"/>
    </w:pPr>
    <w:rPr>
      <w:rFonts w:ascii="Tahoma" w:hAnsi="Tahoma" w:cs="Tahoma"/>
      <w:sz w:val="22"/>
      <w:szCs w:val="24"/>
    </w:rPr>
  </w:style>
  <w:style w:type="character" w:customStyle="1" w:styleId="Slog2Znak">
    <w:name w:val="Slog2 Znak"/>
    <w:link w:val="Slog2"/>
    <w:rsid w:val="008D1F32"/>
    <w:rPr>
      <w:rFonts w:ascii="Tahoma" w:hAnsi="Tahoma" w:cs="Tahoma"/>
      <w:sz w:val="22"/>
      <w:szCs w:val="24"/>
    </w:rPr>
  </w:style>
  <w:style w:type="paragraph" w:customStyle="1" w:styleId="Alineazaodstavkom">
    <w:name w:val="Alinea za odstavkom"/>
    <w:basedOn w:val="Navaden"/>
    <w:link w:val="AlineazaodstavkomZnak"/>
    <w:qFormat/>
    <w:rsid w:val="00B634D6"/>
    <w:pPr>
      <w:numPr>
        <w:numId w:val="10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link w:val="Alineazaodstavkom"/>
    <w:rsid w:val="00B634D6"/>
    <w:rPr>
      <w:rFonts w:ascii="Arial" w:hAnsi="Arial" w:cs="Arial"/>
      <w:sz w:val="22"/>
      <w:szCs w:val="22"/>
    </w:rPr>
  </w:style>
  <w:style w:type="character" w:customStyle="1" w:styleId="Naslov1Znak">
    <w:name w:val="Naslov 1 Znak"/>
    <w:aliases w:val="NASLOV1 Znak"/>
    <w:link w:val="Naslov1"/>
    <w:rsid w:val="00C30D3D"/>
    <w:rPr>
      <w:rFonts w:ascii="Helvetica" w:hAnsi="Helvetica"/>
      <w:i/>
      <w:sz w:val="16"/>
    </w:rPr>
  </w:style>
  <w:style w:type="character" w:customStyle="1" w:styleId="Naslov2Znak">
    <w:name w:val="Naslov 2 Znak"/>
    <w:link w:val="Naslov2"/>
    <w:rsid w:val="00C30D3D"/>
    <w:rPr>
      <w:b/>
      <w:bCs/>
      <w:sz w:val="32"/>
    </w:rPr>
  </w:style>
  <w:style w:type="character" w:customStyle="1" w:styleId="Naslov3Znak">
    <w:name w:val="Naslov 3 Znak"/>
    <w:link w:val="Naslov3"/>
    <w:rsid w:val="00C30D3D"/>
    <w:rPr>
      <w:b/>
      <w:sz w:val="32"/>
    </w:rPr>
  </w:style>
  <w:style w:type="character" w:customStyle="1" w:styleId="Naslov4Znak">
    <w:name w:val="Naslov 4 Znak"/>
    <w:link w:val="Naslov4"/>
    <w:rsid w:val="00C30D3D"/>
    <w:rPr>
      <w:b/>
      <w:sz w:val="24"/>
    </w:rPr>
  </w:style>
  <w:style w:type="character" w:customStyle="1" w:styleId="Naslov5Znak">
    <w:name w:val="Naslov 5 Znak"/>
    <w:link w:val="Naslov5"/>
    <w:rsid w:val="00C30D3D"/>
    <w:rPr>
      <w:b/>
      <w:i/>
      <w:sz w:val="32"/>
    </w:rPr>
  </w:style>
  <w:style w:type="character" w:customStyle="1" w:styleId="Naslov6Znak">
    <w:name w:val="Naslov 6 Znak"/>
    <w:link w:val="Naslov6"/>
    <w:rsid w:val="00C30D3D"/>
    <w:rPr>
      <w:b/>
      <w:sz w:val="28"/>
    </w:rPr>
  </w:style>
  <w:style w:type="character" w:customStyle="1" w:styleId="Naslov7Znak">
    <w:name w:val="Naslov 7 Znak"/>
    <w:link w:val="Naslov7"/>
    <w:rsid w:val="00C30D3D"/>
    <w:rPr>
      <w:rFonts w:ascii="Tahoma" w:hAnsi="Tahoma" w:cs="Tahoma"/>
      <w:b/>
      <w:bCs/>
      <w:sz w:val="22"/>
    </w:rPr>
  </w:style>
  <w:style w:type="character" w:customStyle="1" w:styleId="Naslov9Znak">
    <w:name w:val="Naslov 9 Znak"/>
    <w:link w:val="Naslov9"/>
    <w:rsid w:val="00C30D3D"/>
    <w:rPr>
      <w:rFonts w:ascii="Tahoma" w:hAnsi="Tahoma" w:cs="Tahoma"/>
      <w:b/>
      <w:sz w:val="32"/>
    </w:rPr>
  </w:style>
  <w:style w:type="numbering" w:customStyle="1" w:styleId="Brezseznama1">
    <w:name w:val="Brez seznama1"/>
    <w:next w:val="Brezseznama"/>
    <w:uiPriority w:val="99"/>
    <w:semiHidden/>
    <w:unhideWhenUsed/>
    <w:rsid w:val="00C30D3D"/>
  </w:style>
  <w:style w:type="paragraph" w:styleId="Blokbesedila">
    <w:name w:val="Block Text"/>
    <w:basedOn w:val="Navaden"/>
    <w:rsid w:val="00C30D3D"/>
    <w:pPr>
      <w:tabs>
        <w:tab w:val="left" w:pos="8647"/>
      </w:tabs>
      <w:ind w:left="2694" w:right="2266"/>
    </w:pPr>
    <w:rPr>
      <w:rFonts w:ascii="Arial" w:hAnsi="Arial"/>
      <w:sz w:val="24"/>
    </w:rPr>
  </w:style>
  <w:style w:type="character" w:customStyle="1" w:styleId="Telobesedila-zamik2Znak">
    <w:name w:val="Telo besedila - zamik 2 Znak"/>
    <w:link w:val="Telobesedila-zamik2"/>
    <w:rsid w:val="00C30D3D"/>
  </w:style>
  <w:style w:type="character" w:customStyle="1" w:styleId="Telobesedila-zamik3Znak">
    <w:name w:val="Telo besedila - zamik 3 Znak"/>
    <w:link w:val="Telobesedila-zamik3"/>
    <w:rsid w:val="00C30D3D"/>
    <w:rPr>
      <w:sz w:val="16"/>
      <w:szCs w:val="16"/>
    </w:rPr>
  </w:style>
  <w:style w:type="paragraph" w:customStyle="1" w:styleId="Telobesedila-zamik31">
    <w:name w:val="Telo besedila - zamik 31"/>
    <w:basedOn w:val="Navaden"/>
    <w:rsid w:val="00C30D3D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character" w:customStyle="1" w:styleId="Telobesedila3Znak">
    <w:name w:val="Telo besedila 3 Znak"/>
    <w:link w:val="Telobesedila3"/>
    <w:rsid w:val="00C30D3D"/>
    <w:rPr>
      <w:sz w:val="28"/>
    </w:rPr>
  </w:style>
  <w:style w:type="paragraph" w:styleId="Napis">
    <w:name w:val="caption"/>
    <w:basedOn w:val="Navaden"/>
    <w:next w:val="Navaden"/>
    <w:qFormat/>
    <w:rsid w:val="00C30D3D"/>
    <w:pPr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C30D3D"/>
    <w:pPr>
      <w:tabs>
        <w:tab w:val="left" w:pos="600"/>
        <w:tab w:val="right" w:leader="dot" w:pos="9060"/>
      </w:tabs>
      <w:spacing w:before="240" w:line="120" w:lineRule="auto"/>
    </w:pPr>
    <w:rPr>
      <w:b/>
      <w:noProof/>
    </w:rPr>
  </w:style>
  <w:style w:type="paragraph" w:styleId="Kazalovsebine3">
    <w:name w:val="toc 3"/>
    <w:basedOn w:val="Navaden"/>
    <w:next w:val="Navaden"/>
    <w:autoRedefine/>
    <w:semiHidden/>
    <w:rsid w:val="00C30D3D"/>
    <w:pPr>
      <w:tabs>
        <w:tab w:val="left" w:pos="1000"/>
        <w:tab w:val="right" w:leader="dot" w:pos="9060"/>
      </w:tabs>
      <w:ind w:left="198"/>
    </w:pPr>
    <w:rPr>
      <w:noProof/>
    </w:rPr>
  </w:style>
  <w:style w:type="paragraph" w:styleId="Podnaslov">
    <w:name w:val="Subtitle"/>
    <w:basedOn w:val="Navaden"/>
    <w:link w:val="PodnaslovZnak"/>
    <w:qFormat/>
    <w:rsid w:val="00C30D3D"/>
    <w:rPr>
      <w:b/>
      <w:sz w:val="22"/>
      <w:lang w:val="x-none" w:eastAsia="x-none"/>
    </w:rPr>
  </w:style>
  <w:style w:type="character" w:customStyle="1" w:styleId="PodnaslovZnak">
    <w:name w:val="Podnaslov Znak"/>
    <w:link w:val="Podnaslov"/>
    <w:rsid w:val="00C30D3D"/>
    <w:rPr>
      <w:b/>
      <w:sz w:val="22"/>
      <w:lang w:val="x-none" w:eastAsia="x-none"/>
    </w:rPr>
  </w:style>
  <w:style w:type="paragraph" w:styleId="Oznaenseznam">
    <w:name w:val="List Bullet"/>
    <w:basedOn w:val="Navaden"/>
    <w:autoRedefine/>
    <w:rsid w:val="00C30D3D"/>
    <w:pPr>
      <w:tabs>
        <w:tab w:val="num" w:pos="360"/>
      </w:tabs>
      <w:ind w:left="360" w:hanging="360"/>
    </w:pPr>
  </w:style>
  <w:style w:type="paragraph" w:styleId="Oznaenseznam2">
    <w:name w:val="List Bullet 2"/>
    <w:basedOn w:val="Navaden"/>
    <w:autoRedefine/>
    <w:rsid w:val="00C30D3D"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autoRedefine/>
    <w:rsid w:val="00C30D3D"/>
    <w:pPr>
      <w:tabs>
        <w:tab w:val="num" w:pos="926"/>
      </w:tabs>
      <w:ind w:left="926" w:hanging="360"/>
    </w:pPr>
  </w:style>
  <w:style w:type="paragraph" w:customStyle="1" w:styleId="DOUS1">
    <w:name w:val="DOUS1"/>
    <w:basedOn w:val="Navaden"/>
    <w:rsid w:val="00C30D3D"/>
    <w:pPr>
      <w:numPr>
        <w:numId w:val="11"/>
      </w:numPr>
      <w:jc w:val="both"/>
    </w:pPr>
    <w:rPr>
      <w:b/>
      <w:sz w:val="24"/>
    </w:rPr>
  </w:style>
  <w:style w:type="paragraph" w:customStyle="1" w:styleId="DOUS2">
    <w:name w:val="DOUS2"/>
    <w:basedOn w:val="Navaden"/>
    <w:rsid w:val="00C30D3D"/>
    <w:pPr>
      <w:numPr>
        <w:ilvl w:val="1"/>
        <w:numId w:val="11"/>
      </w:numPr>
      <w:jc w:val="both"/>
    </w:pPr>
    <w:rPr>
      <w:sz w:val="24"/>
    </w:rPr>
  </w:style>
  <w:style w:type="paragraph" w:styleId="Golobesedilo">
    <w:name w:val="Plain Text"/>
    <w:basedOn w:val="Navaden"/>
    <w:link w:val="GolobesediloZnak"/>
    <w:uiPriority w:val="99"/>
    <w:rsid w:val="00C30D3D"/>
    <w:pPr>
      <w:jc w:val="both"/>
    </w:pPr>
    <w:rPr>
      <w:sz w:val="24"/>
      <w:lang w:val="x-none" w:eastAsia="x-none"/>
    </w:rPr>
  </w:style>
  <w:style w:type="character" w:customStyle="1" w:styleId="GolobesediloZnak">
    <w:name w:val="Golo besedilo Znak"/>
    <w:link w:val="Golobesedilo"/>
    <w:uiPriority w:val="99"/>
    <w:rsid w:val="00C30D3D"/>
    <w:rPr>
      <w:sz w:val="24"/>
      <w:lang w:val="x-none" w:eastAsia="x-none"/>
    </w:rPr>
  </w:style>
  <w:style w:type="paragraph" w:customStyle="1" w:styleId="Default">
    <w:name w:val="Default"/>
    <w:rsid w:val="00C30D3D"/>
    <w:rPr>
      <w:rFonts w:ascii="Arial" w:hAnsi="Arial"/>
      <w:color w:val="000000"/>
      <w:sz w:val="24"/>
    </w:rPr>
  </w:style>
  <w:style w:type="character" w:styleId="Krepko">
    <w:name w:val="Strong"/>
    <w:uiPriority w:val="22"/>
    <w:qFormat/>
    <w:rsid w:val="00C30D3D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C30D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HTML-oblikovanoZnak">
    <w:name w:val="HTML-oblikovano Znak"/>
    <w:link w:val="HTML-oblikovano"/>
    <w:uiPriority w:val="99"/>
    <w:rsid w:val="00C30D3D"/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BesedilooblakaZnak">
    <w:name w:val="Besedilo oblačka Znak"/>
    <w:link w:val="Besedilooblaka"/>
    <w:semiHidden/>
    <w:rsid w:val="00C30D3D"/>
    <w:rPr>
      <w:rFonts w:ascii="Tahoma" w:hAnsi="Tahoma" w:cs="Tahoma"/>
      <w:sz w:val="16"/>
      <w:szCs w:val="16"/>
    </w:rPr>
  </w:style>
  <w:style w:type="character" w:customStyle="1" w:styleId="BesedilooblakaZnak1">
    <w:name w:val="Besedilo oblačka Znak1"/>
    <w:uiPriority w:val="99"/>
    <w:semiHidden/>
    <w:rsid w:val="00C30D3D"/>
    <w:rPr>
      <w:rFonts w:ascii="Tahoma" w:hAnsi="Tahoma" w:cs="Tahoma"/>
      <w:sz w:val="16"/>
      <w:szCs w:val="16"/>
      <w:lang w:eastAsia="en-US"/>
    </w:rPr>
  </w:style>
  <w:style w:type="character" w:customStyle="1" w:styleId="PripombabesediloZnak1">
    <w:name w:val="Pripomba – besedilo Znak1"/>
    <w:aliases w:val="Komentar - besedilo Znak,Pripomba – besedilo1 Znak"/>
    <w:semiHidden/>
    <w:rsid w:val="00C30D3D"/>
    <w:rPr>
      <w:rFonts w:ascii="Times New Roman" w:eastAsia="Times New Roman" w:hAnsi="Times New Roman"/>
    </w:rPr>
  </w:style>
  <w:style w:type="character" w:customStyle="1" w:styleId="ZadevapripombeZnak1">
    <w:name w:val="Zadeva pripombe Znak1"/>
    <w:aliases w:val="Zadeva komentarja Znak,Zadeva pripombe1 Znak"/>
    <w:semiHidden/>
    <w:rsid w:val="00C30D3D"/>
    <w:rPr>
      <w:rFonts w:ascii="Times New Roman" w:eastAsia="Times New Roman" w:hAnsi="Times New Roman"/>
      <w:b/>
      <w:bCs/>
    </w:rPr>
  </w:style>
  <w:style w:type="paragraph" w:customStyle="1" w:styleId="Odstavekseznama1">
    <w:name w:val="Odstavek seznama1"/>
    <w:basedOn w:val="Navaden"/>
    <w:uiPriority w:val="34"/>
    <w:qFormat/>
    <w:rsid w:val="00C30D3D"/>
    <w:pPr>
      <w:ind w:left="708"/>
    </w:pPr>
    <w:rPr>
      <w:sz w:val="24"/>
      <w:szCs w:val="24"/>
    </w:rPr>
  </w:style>
  <w:style w:type="paragraph" w:customStyle="1" w:styleId="Telobesedila211">
    <w:name w:val="Telo besedila 211"/>
    <w:basedOn w:val="Navaden"/>
    <w:rsid w:val="00C30D3D"/>
    <w:pPr>
      <w:suppressAutoHyphens/>
      <w:jc w:val="both"/>
    </w:pPr>
    <w:rPr>
      <w:sz w:val="24"/>
      <w:szCs w:val="24"/>
      <w:lang w:eastAsia="ar-SA"/>
    </w:rPr>
  </w:style>
  <w:style w:type="character" w:styleId="SledenaHiperpovezava">
    <w:name w:val="FollowedHyperlink"/>
    <w:rsid w:val="00C30D3D"/>
    <w:rPr>
      <w:color w:val="800080"/>
      <w:u w:val="single"/>
    </w:rPr>
  </w:style>
  <w:style w:type="paragraph" w:styleId="Revizija">
    <w:name w:val="Revision"/>
    <w:hidden/>
    <w:uiPriority w:val="99"/>
    <w:semiHidden/>
    <w:rsid w:val="00C30D3D"/>
  </w:style>
  <w:style w:type="paragraph" w:styleId="Navadensplet">
    <w:name w:val="Normal (Web)"/>
    <w:basedOn w:val="Navaden"/>
    <w:rsid w:val="00C30D3D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seznama11">
    <w:name w:val="Odstavek seznama11"/>
    <w:basedOn w:val="Navaden"/>
    <w:uiPriority w:val="34"/>
    <w:qFormat/>
    <w:rsid w:val="00C30D3D"/>
    <w:pPr>
      <w:ind w:left="720"/>
      <w:contextualSpacing/>
    </w:pPr>
    <w:rPr>
      <w:sz w:val="24"/>
      <w:szCs w:val="24"/>
    </w:rPr>
  </w:style>
  <w:style w:type="paragraph" w:customStyle="1" w:styleId="ListParagraph1">
    <w:name w:val="List Paragraph1"/>
    <w:basedOn w:val="Navaden"/>
    <w:qFormat/>
    <w:rsid w:val="00C30D3D"/>
    <w:pPr>
      <w:ind w:left="720"/>
      <w:contextualSpacing/>
    </w:pPr>
    <w:rPr>
      <w:sz w:val="24"/>
      <w:szCs w:val="24"/>
    </w:rPr>
  </w:style>
  <w:style w:type="paragraph" w:customStyle="1" w:styleId="WW-Telobesedila2">
    <w:name w:val="WW-Telo besedila 2"/>
    <w:basedOn w:val="Navaden"/>
    <w:rsid w:val="00C30D3D"/>
    <w:pPr>
      <w:suppressAutoHyphens/>
      <w:autoSpaceDE w:val="0"/>
      <w:snapToGrid w:val="0"/>
      <w:spacing w:after="120" w:line="480" w:lineRule="auto"/>
      <w:ind w:left="47"/>
    </w:pPr>
    <w:rPr>
      <w:rFonts w:cs="Wingdings 2"/>
      <w:sz w:val="24"/>
      <w:lang w:eastAsia="ar-SA"/>
    </w:rPr>
  </w:style>
  <w:style w:type="paragraph" w:customStyle="1" w:styleId="western">
    <w:name w:val="western"/>
    <w:basedOn w:val="Navaden"/>
    <w:rsid w:val="00C30D3D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paragraph" w:customStyle="1" w:styleId="list-western">
    <w:name w:val="list-western"/>
    <w:basedOn w:val="Navaden"/>
    <w:rsid w:val="00C30D3D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paragraph" w:customStyle="1" w:styleId="Telobesedila31">
    <w:name w:val="Telo besedila 31"/>
    <w:basedOn w:val="Navaden"/>
    <w:rsid w:val="00C30D3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jc w:val="both"/>
    </w:pPr>
    <w:rPr>
      <w:sz w:val="24"/>
      <w:lang w:eastAsia="ar-SA"/>
    </w:rPr>
  </w:style>
  <w:style w:type="paragraph" w:customStyle="1" w:styleId="Zoran2">
    <w:name w:val="Zoran 2"/>
    <w:basedOn w:val="Naslov2"/>
    <w:rsid w:val="00C30D3D"/>
    <w:pPr>
      <w:numPr>
        <w:numId w:val="13"/>
      </w:numPr>
      <w:jc w:val="both"/>
    </w:pPr>
    <w:rPr>
      <w:rFonts w:ascii="Arial" w:hAnsi="Arial" w:cs="Arial"/>
      <w:iCs/>
      <w:sz w:val="22"/>
      <w:szCs w:val="22"/>
      <w:lang w:val="x-none" w:eastAsia="x-none"/>
    </w:rPr>
  </w:style>
  <w:style w:type="paragraph" w:customStyle="1" w:styleId="Alineje">
    <w:name w:val="Alineje"/>
    <w:basedOn w:val="Navaden"/>
    <w:qFormat/>
    <w:rsid w:val="00C30D3D"/>
    <w:pPr>
      <w:numPr>
        <w:numId w:val="15"/>
      </w:numPr>
      <w:tabs>
        <w:tab w:val="left" w:pos="851"/>
        <w:tab w:val="left" w:pos="5954"/>
      </w:tabs>
      <w:spacing w:before="120"/>
      <w:ind w:left="851"/>
      <w:jc w:val="both"/>
    </w:pPr>
    <w:rPr>
      <w:rFonts w:ascii="Verdana" w:hAnsi="Verdana" w:cs="Arial"/>
      <w:sz w:val="22"/>
      <w:lang w:eastAsia="en-US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C30D3D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C30D3D"/>
    <w:rPr>
      <w:rFonts w:ascii="Calibri" w:eastAsia="Calibri" w:hAnsi="Calibri"/>
      <w:lang w:eastAsia="en-US"/>
    </w:rPr>
  </w:style>
  <w:style w:type="character" w:styleId="Konnaopomba-sklic">
    <w:name w:val="endnote reference"/>
    <w:uiPriority w:val="99"/>
    <w:semiHidden/>
    <w:unhideWhenUsed/>
    <w:rsid w:val="00C30D3D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C30D3D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30D3D"/>
    <w:rPr>
      <w:rFonts w:ascii="Calibri" w:eastAsia="Calibri" w:hAnsi="Calibri"/>
      <w:lang w:eastAsia="en-US"/>
    </w:rPr>
  </w:style>
  <w:style w:type="character" w:styleId="Sprotnaopomba-sklic">
    <w:name w:val="footnote reference"/>
    <w:uiPriority w:val="99"/>
    <w:semiHidden/>
    <w:unhideWhenUsed/>
    <w:rsid w:val="00C30D3D"/>
    <w:rPr>
      <w:vertAlign w:val="superscript"/>
    </w:rPr>
  </w:style>
  <w:style w:type="table" w:customStyle="1" w:styleId="Tabela-mrea1">
    <w:name w:val="Tabela - mreža1"/>
    <w:basedOn w:val="Navadnatabela"/>
    <w:rsid w:val="00C30D3D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darek">
    <w:name w:val="Emphasis"/>
    <w:uiPriority w:val="20"/>
    <w:qFormat/>
    <w:rsid w:val="00D97EC3"/>
    <w:rPr>
      <w:b/>
      <w:bCs/>
      <w:i w:val="0"/>
      <w:iCs w:val="0"/>
    </w:rPr>
  </w:style>
  <w:style w:type="character" w:customStyle="1" w:styleId="st1">
    <w:name w:val="st1"/>
    <w:rsid w:val="00D97EC3"/>
  </w:style>
  <w:style w:type="paragraph" w:customStyle="1" w:styleId="Telobesedila23">
    <w:name w:val="Telo besedila 23"/>
    <w:basedOn w:val="Navaden"/>
    <w:rsid w:val="00C2797B"/>
    <w:pPr>
      <w:widowControl w:val="0"/>
      <w:ind w:left="284" w:hanging="284"/>
      <w:jc w:val="both"/>
    </w:pPr>
    <w:rPr>
      <w:sz w:val="24"/>
    </w:rPr>
  </w:style>
  <w:style w:type="paragraph" w:customStyle="1" w:styleId="Telobesedila-zamik22">
    <w:name w:val="Telo besedila - zamik 22"/>
    <w:basedOn w:val="Navaden"/>
    <w:rsid w:val="00A269CF"/>
    <w:pPr>
      <w:widowControl w:val="0"/>
      <w:ind w:left="1134" w:hanging="708"/>
      <w:jc w:val="both"/>
    </w:pPr>
    <w:rPr>
      <w:sz w:val="24"/>
    </w:rPr>
  </w:style>
  <w:style w:type="paragraph" w:customStyle="1" w:styleId="Telobesedila-zamik32">
    <w:name w:val="Telo besedila - zamik 32"/>
    <w:basedOn w:val="Navaden"/>
    <w:rsid w:val="00A269CF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paragraph" w:customStyle="1" w:styleId="Odstavekseznama2">
    <w:name w:val="Odstavek seznama2"/>
    <w:basedOn w:val="Navaden"/>
    <w:uiPriority w:val="34"/>
    <w:qFormat/>
    <w:rsid w:val="00A269CF"/>
    <w:pPr>
      <w:ind w:left="708"/>
    </w:pPr>
    <w:rPr>
      <w:sz w:val="24"/>
      <w:szCs w:val="24"/>
    </w:rPr>
  </w:style>
  <w:style w:type="character" w:customStyle="1" w:styleId="apple-style-span">
    <w:name w:val="apple-style-span"/>
    <w:rsid w:val="00A269CF"/>
  </w:style>
  <w:style w:type="character" w:customStyle="1" w:styleId="MessageHeaderLabel">
    <w:name w:val="Message Header Label"/>
    <w:rsid w:val="00E85FBE"/>
    <w:rPr>
      <w:b/>
      <w:caps/>
      <w:sz w:val="20"/>
    </w:rPr>
  </w:style>
  <w:style w:type="paragraph" w:customStyle="1" w:styleId="Style8ptJustified">
    <w:name w:val="Style 8 pt Justified"/>
    <w:basedOn w:val="Navaden"/>
    <w:rsid w:val="00E85FBE"/>
    <w:pPr>
      <w:widowControl w:val="0"/>
      <w:jc w:val="both"/>
    </w:pPr>
    <w:rPr>
      <w:sz w:val="24"/>
    </w:rPr>
  </w:style>
  <w:style w:type="paragraph" w:customStyle="1" w:styleId="Address">
    <w:name w:val="Address"/>
    <w:basedOn w:val="Navaden"/>
    <w:next w:val="Navaden"/>
    <w:rsid w:val="00E85FBE"/>
    <w:pPr>
      <w:keepLines/>
      <w:jc w:val="both"/>
    </w:pPr>
    <w:rPr>
      <w:rFonts w:ascii="Arial" w:hAnsi="Arial"/>
      <w:b/>
      <w:lang w:val="en-GB" w:eastAsia="en-US"/>
    </w:rPr>
  </w:style>
  <w:style w:type="paragraph" w:customStyle="1" w:styleId="table">
    <w:name w:val="table"/>
    <w:basedOn w:val="Navaden"/>
    <w:rsid w:val="00E85FBE"/>
    <w:pPr>
      <w:keepLines/>
      <w:framePr w:hSpace="284" w:wrap="around" w:hAnchor="margin" w:xAlign="center" w:yAlign="center"/>
    </w:pPr>
    <w:rPr>
      <w:rFonts w:ascii="SL Cour" w:hAnsi="SL Cour"/>
      <w:sz w:val="22"/>
      <w:lang w:val="en-GB" w:eastAsia="en-US"/>
    </w:rPr>
  </w:style>
  <w:style w:type="character" w:customStyle="1" w:styleId="OdstavekseznamaZnak">
    <w:name w:val="Odstavek seznama Znak"/>
    <w:aliases w:val="AB List 1 Znak,Bullet Points Znak"/>
    <w:link w:val="Odstavekseznama"/>
    <w:rsid w:val="0099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96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85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8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6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9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59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Predloge\dopisi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91C8-7736-4D76-A77C-1BA7E203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dopisi.dot</Template>
  <TotalTime>0</TotalTime>
  <Pages>4</Pages>
  <Words>697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JHL</Company>
  <LinksUpToDate>false</LinksUpToDate>
  <CharactersWithSpaces>4541</CharactersWithSpaces>
  <SharedDoc>false</SharedDoc>
  <HLinks>
    <vt:vector size="102" baseType="variant">
      <vt:variant>
        <vt:i4>3080304</vt:i4>
      </vt:variant>
      <vt:variant>
        <vt:i4>45</vt:i4>
      </vt:variant>
      <vt:variant>
        <vt:i4>0</vt:i4>
      </vt:variant>
      <vt:variant>
        <vt:i4>5</vt:i4>
      </vt:variant>
      <vt:variant>
        <vt:lpwstr>tel:____________elektronska</vt:lpwstr>
      </vt:variant>
      <vt:variant>
        <vt:lpwstr/>
      </vt:variant>
      <vt:variant>
        <vt:i4>5242992</vt:i4>
      </vt:variant>
      <vt:variant>
        <vt:i4>42</vt:i4>
      </vt:variant>
      <vt:variant>
        <vt:i4>0</vt:i4>
      </vt:variant>
      <vt:variant>
        <vt:i4>5</vt:i4>
      </vt:variant>
      <vt:variant>
        <vt:lpwstr>tel:___________ elektronska</vt:lpwstr>
      </vt:variant>
      <vt:variant>
        <vt:lpwstr/>
      </vt:variant>
      <vt:variant>
        <vt:i4>6553621</vt:i4>
      </vt:variant>
      <vt:variant>
        <vt:i4>39</vt:i4>
      </vt:variant>
      <vt:variant>
        <vt:i4>0</vt:i4>
      </vt:variant>
      <vt:variant>
        <vt:i4>5</vt:i4>
      </vt:variant>
      <vt:variant>
        <vt:lpwstr>mailto:miha.kukovica@energetika.si</vt:lpwstr>
      </vt:variant>
      <vt:variant>
        <vt:lpwstr/>
      </vt:variant>
      <vt:variant>
        <vt:i4>6225944</vt:i4>
      </vt:variant>
      <vt:variant>
        <vt:i4>36</vt:i4>
      </vt:variant>
      <vt:variant>
        <vt:i4>0</vt:i4>
      </vt:variant>
      <vt:variant>
        <vt:i4>5</vt:i4>
      </vt:variant>
      <vt:variant>
        <vt:lpwstr>tel:_________________</vt:lpwstr>
      </vt:variant>
      <vt:variant>
        <vt:lpwstr/>
      </vt:variant>
      <vt:variant>
        <vt:i4>6815764</vt:i4>
      </vt:variant>
      <vt:variant>
        <vt:i4>33</vt:i4>
      </vt:variant>
      <vt:variant>
        <vt:i4>0</vt:i4>
      </vt:variant>
      <vt:variant>
        <vt:i4>5</vt:i4>
      </vt:variant>
      <vt:variant>
        <vt:lpwstr>mailto:mihael.kuzmic@energetika.si</vt:lpwstr>
      </vt:variant>
      <vt:variant>
        <vt:lpwstr/>
      </vt:variant>
      <vt:variant>
        <vt:i4>262474</vt:i4>
      </vt:variant>
      <vt:variant>
        <vt:i4>30</vt:i4>
      </vt:variant>
      <vt:variant>
        <vt:i4>0</vt:i4>
      </vt:variant>
      <vt:variant>
        <vt:i4>5</vt:i4>
      </vt:variant>
      <vt:variant>
        <vt:lpwstr>mailto:tel.%20št.:%2001%2058%2089</vt:lpwstr>
      </vt:variant>
      <vt:variant>
        <vt:lpwstr/>
      </vt:variant>
      <vt:variant>
        <vt:i4>2818154</vt:i4>
      </vt:variant>
      <vt:variant>
        <vt:i4>27</vt:i4>
      </vt:variant>
      <vt:variant>
        <vt:i4>0</vt:i4>
      </vt:variant>
      <vt:variant>
        <vt:i4>5</vt:i4>
      </vt:variant>
      <vt:variant>
        <vt:lpwstr>https://www.kpk-rs.si/sl/pogosta-vprasanja</vt:lpwstr>
      </vt:variant>
      <vt:variant>
        <vt:lpwstr/>
      </vt:variant>
      <vt:variant>
        <vt:i4>7995448</vt:i4>
      </vt:variant>
      <vt:variant>
        <vt:i4>24</vt:i4>
      </vt:variant>
      <vt:variant>
        <vt:i4>0</vt:i4>
      </vt:variant>
      <vt:variant>
        <vt:i4>5</vt:i4>
      </vt:variant>
      <vt:variant>
        <vt:lpwstr>http://www.energetika.si/javna-narocila</vt:lpwstr>
      </vt:variant>
      <vt:variant>
        <vt:lpwstr/>
      </vt:variant>
      <vt:variant>
        <vt:i4>1048588</vt:i4>
      </vt:variant>
      <vt:variant>
        <vt:i4>21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https://ejn.gov.si/ponudba/pages/</vt:lpwstr>
      </vt:variant>
      <vt:variant>
        <vt:lpwstr/>
      </vt:variant>
      <vt:variant>
        <vt:i4>7733356</vt:i4>
      </vt:variant>
      <vt:variant>
        <vt:i4>15</vt:i4>
      </vt:variant>
      <vt:variant>
        <vt:i4>0</vt:i4>
      </vt:variant>
      <vt:variant>
        <vt:i4>5</vt:i4>
      </vt:variant>
      <vt:variant>
        <vt:lpwstr>https://ejn.gov.si/eJN2</vt:lpwstr>
      </vt:variant>
      <vt:variant>
        <vt:lpwstr/>
      </vt:variant>
      <vt:variant>
        <vt:i4>1048588</vt:i4>
      </vt:variant>
      <vt:variant>
        <vt:i4>12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9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6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http://www.energetika.si/javna-narocila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http://www.energetika.si/javna-narocila</vt:lpwstr>
      </vt:variant>
      <vt:variant>
        <vt:lpwstr/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Goličnik</dc:creator>
  <cp:keywords/>
  <cp:lastModifiedBy>Loti Windschnurer</cp:lastModifiedBy>
  <cp:revision>2</cp:revision>
  <cp:lastPrinted>2022-01-28T07:21:00Z</cp:lastPrinted>
  <dcterms:created xsi:type="dcterms:W3CDTF">2025-10-09T08:11:00Z</dcterms:created>
  <dcterms:modified xsi:type="dcterms:W3CDTF">2025-10-09T08:11:00Z</dcterms:modified>
</cp:coreProperties>
</file>